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B18" w:rsidRDefault="00CF3B18" w:rsidP="0081509F">
      <w:pPr>
        <w:jc w:val="center"/>
        <w:rPr>
          <w:rFonts w:ascii="Times New Roman" w:hAnsi="Times New Roman" w:cs="Times New Roman"/>
          <w:sz w:val="28"/>
          <w:szCs w:val="28"/>
        </w:rPr>
      </w:pPr>
      <w:r w:rsidRPr="0081509F">
        <w:rPr>
          <w:rFonts w:ascii="Times New Roman" w:hAnsi="Times New Roman" w:cs="Times New Roman"/>
          <w:sz w:val="28"/>
          <w:szCs w:val="28"/>
        </w:rPr>
        <w:t xml:space="preserve">Ямочный ремонт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81509F">
        <w:rPr>
          <w:rFonts w:ascii="Times New Roman" w:hAnsi="Times New Roman" w:cs="Times New Roman"/>
          <w:sz w:val="28"/>
          <w:szCs w:val="28"/>
        </w:rPr>
        <w:t xml:space="preserve"> улице Комсомольской ст. Старолеушковской </w:t>
      </w:r>
    </w:p>
    <w:p w:rsidR="00CF3B18" w:rsidRDefault="00CF3B18" w:rsidP="0081509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б/у асфальтом </w:t>
      </w:r>
    </w:p>
    <w:p w:rsidR="00CF3B18" w:rsidRDefault="00CF3B18" w:rsidP="008150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3B18" w:rsidRDefault="00CF3B18" w:rsidP="0081509F">
      <w:pPr>
        <w:jc w:val="center"/>
        <w:rPr>
          <w:rFonts w:ascii="Times New Roman" w:hAnsi="Times New Roman" w:cs="Times New Roman"/>
          <w:sz w:val="28"/>
          <w:szCs w:val="28"/>
        </w:rPr>
      </w:pPr>
      <w:r w:rsidRPr="007D71F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492.75pt;height:369.75pt;visibility:visible">
            <v:imagedata r:id="rId4" o:title=""/>
          </v:shape>
        </w:pict>
      </w:r>
    </w:p>
    <w:sectPr w:rsidR="00CF3B18" w:rsidSect="002F4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1509F"/>
    <w:rsid w:val="00042657"/>
    <w:rsid w:val="000560C9"/>
    <w:rsid w:val="000765FD"/>
    <w:rsid w:val="000A2630"/>
    <w:rsid w:val="00162913"/>
    <w:rsid w:val="00177010"/>
    <w:rsid w:val="001968FE"/>
    <w:rsid w:val="001A2214"/>
    <w:rsid w:val="001E1768"/>
    <w:rsid w:val="00263D9C"/>
    <w:rsid w:val="002806A4"/>
    <w:rsid w:val="002D1C7D"/>
    <w:rsid w:val="002E052A"/>
    <w:rsid w:val="002F424D"/>
    <w:rsid w:val="00322C3A"/>
    <w:rsid w:val="003441CD"/>
    <w:rsid w:val="00423A08"/>
    <w:rsid w:val="00473E6F"/>
    <w:rsid w:val="00515D2D"/>
    <w:rsid w:val="00521571"/>
    <w:rsid w:val="00535BB0"/>
    <w:rsid w:val="0053705A"/>
    <w:rsid w:val="00550C4C"/>
    <w:rsid w:val="005708B0"/>
    <w:rsid w:val="005C4411"/>
    <w:rsid w:val="005F6DFE"/>
    <w:rsid w:val="0062363E"/>
    <w:rsid w:val="0064672E"/>
    <w:rsid w:val="00687B59"/>
    <w:rsid w:val="006D46E6"/>
    <w:rsid w:val="007C32F8"/>
    <w:rsid w:val="007D71FE"/>
    <w:rsid w:val="0081509F"/>
    <w:rsid w:val="00815DC2"/>
    <w:rsid w:val="00860B92"/>
    <w:rsid w:val="0086648B"/>
    <w:rsid w:val="008A7F64"/>
    <w:rsid w:val="008B6C38"/>
    <w:rsid w:val="008D799F"/>
    <w:rsid w:val="008F0BA0"/>
    <w:rsid w:val="00901AD6"/>
    <w:rsid w:val="00927222"/>
    <w:rsid w:val="009949DF"/>
    <w:rsid w:val="009A2FB9"/>
    <w:rsid w:val="00A30918"/>
    <w:rsid w:val="00A5350E"/>
    <w:rsid w:val="00A9054D"/>
    <w:rsid w:val="00AA1119"/>
    <w:rsid w:val="00B178A2"/>
    <w:rsid w:val="00B27098"/>
    <w:rsid w:val="00B42E0C"/>
    <w:rsid w:val="00B80AF5"/>
    <w:rsid w:val="00B854DF"/>
    <w:rsid w:val="00B937D5"/>
    <w:rsid w:val="00BD5435"/>
    <w:rsid w:val="00C05B9C"/>
    <w:rsid w:val="00C269C7"/>
    <w:rsid w:val="00CB66F6"/>
    <w:rsid w:val="00CF2CC5"/>
    <w:rsid w:val="00CF3B18"/>
    <w:rsid w:val="00D45B7C"/>
    <w:rsid w:val="00DA2A7A"/>
    <w:rsid w:val="00DA7FED"/>
    <w:rsid w:val="00DC6214"/>
    <w:rsid w:val="00E01398"/>
    <w:rsid w:val="00EC1B1B"/>
    <w:rsid w:val="00EC4AF8"/>
    <w:rsid w:val="00ED290C"/>
    <w:rsid w:val="00F26382"/>
    <w:rsid w:val="00F60D74"/>
    <w:rsid w:val="00FF6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424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50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0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11</Words>
  <Characters>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</cp:lastModifiedBy>
  <cp:revision>6</cp:revision>
  <dcterms:created xsi:type="dcterms:W3CDTF">2015-02-05T09:52:00Z</dcterms:created>
  <dcterms:modified xsi:type="dcterms:W3CDTF">2015-06-28T08:37:00Z</dcterms:modified>
</cp:coreProperties>
</file>