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701"/>
        <w:gridCol w:w="4770"/>
        <w:gridCol w:w="5099"/>
      </w:tblGrid>
      <w:tr>
        <w:trPr/>
        <w:tc>
          <w:tcPr>
            <w:tcW w:w="470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99" w:type="dxa"/>
            <w:tcBorders/>
            <w:shd w:fill="auto" w:val="clear"/>
          </w:tcPr>
          <w:tbl>
            <w:tblPr>
              <w:tblW w:w="4675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a0"/>
            </w:tblPr>
            <w:tblGrid>
              <w:gridCol w:w="4675"/>
            </w:tblGrid>
            <w:tr>
              <w:trPr/>
              <w:tc>
                <w:tcPr>
                  <w:tcW w:w="4675" w:type="dxa"/>
                  <w:tcBorders/>
                  <w:shd w:fill="auto" w:val="clear"/>
                </w:tcPr>
                <w:p>
                  <w:pPr>
                    <w:pStyle w:val="1"/>
                    <w:tabs>
                      <w:tab w:val="clear" w:pos="708"/>
                      <w:tab w:val="left" w:pos="2340" w:leader="none"/>
                    </w:tabs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>Приложение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Ленинградский район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От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>18 ноября 2021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 xml:space="preserve">  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№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>1196</w:t>
                  </w:r>
                </w:p>
                <w:p>
                  <w:pPr>
                    <w:pStyle w:val="Normal"/>
                    <w:spacing w:lineRule="auto" w:line="228"/>
                    <w:ind w:left="67" w:hanging="0"/>
                    <w:jc w:val="center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«Приложение 2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к муниципальной программе</w:t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муниципального образования         Ленинградский район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852" w:hanging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</w:tr>
      <w:tr>
        <w:trPr/>
        <w:tc>
          <w:tcPr>
            <w:tcW w:w="470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70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9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0" w:name="sub_1300"/>
            <w:bookmarkStart w:id="1" w:name="sub_1300"/>
            <w:bookmarkEnd w:id="1"/>
          </w:p>
        </w:tc>
      </w:tr>
    </w:tbl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_DdeLink__45137_3361805271"/>
      <w:bookmarkEnd w:id="2"/>
      <w:r>
        <w:rPr>
          <w:rFonts w:ascii="Times New Roman" w:hAnsi="Times New Roman"/>
          <w:sz w:val="28"/>
          <w:szCs w:val="28"/>
        </w:rPr>
        <w:t>Перечень</w:t>
        <w:br/>
        <w:t>основных мероприятий муниципальной программы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/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 в муниципальном образовании Ленинградский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81"/>
        <w:gridCol w:w="2674"/>
        <w:gridCol w:w="472"/>
        <w:gridCol w:w="1264"/>
        <w:gridCol w:w="1238"/>
        <w:gridCol w:w="1174"/>
        <w:gridCol w:w="1194"/>
        <w:gridCol w:w="1005"/>
        <w:gridCol w:w="1145"/>
        <w:gridCol w:w="43"/>
        <w:gridCol w:w="2293"/>
        <w:gridCol w:w="43"/>
        <w:gridCol w:w="1900"/>
      </w:tblGrid>
      <w:tr>
        <w:trPr>
          <w:tblHeader w:val="true"/>
          <w:trHeight w:val="113" w:hRule="atLeast"/>
        </w:trPr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>
      <w:pPr>
        <w:pStyle w:val="Normal"/>
        <w:rPr/>
      </w:pPr>
      <w:r>
        <w:rPr/>
      </w:r>
      <w:bookmarkStart w:id="3" w:name="__DdeLink__45137_33618052711"/>
      <w:bookmarkStart w:id="4" w:name="__DdeLink__45137_33618052711"/>
      <w:bookmarkEnd w:id="4"/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12"/>
        <w:gridCol w:w="2863"/>
        <w:gridCol w:w="472"/>
        <w:gridCol w:w="1267"/>
        <w:gridCol w:w="1314"/>
        <w:gridCol w:w="1255"/>
        <w:gridCol w:w="1183"/>
        <w:gridCol w:w="1183"/>
        <w:gridCol w:w="1072"/>
        <w:gridCol w:w="20"/>
        <w:gridCol w:w="2089"/>
        <w:gridCol w:w="20"/>
        <w:gridCol w:w="1876"/>
      </w:tblGrid>
      <w:tr>
        <w:trPr>
          <w:tblHeader w:val="true"/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источников финансирования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1.Развитие сети и инфраструктуры образовательных организаций,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обеспечивающих доступ населения муниципального образования Ленинградский район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зданий и помещений, благоустройство территорий образовательных организаций: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(мастерские)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(основное здание)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2666,1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1241,7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1154,8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7083,1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6587,2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14412,2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1920,4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12491,8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блоков: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14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14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2428,3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5 173,9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22297,9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15148,8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</w:t>
            </w:r>
          </w:p>
        </w:tc>
      </w:tr>
      <w:tr>
        <w:trPr>
          <w:trHeight w:val="838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3157,8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31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МАДОУ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6 379,2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_DdeLink__82272_1866020960"/>
            <w:r>
              <w:rPr>
                <w:rFonts w:ascii="Times New Roman" w:hAnsi="Times New Roman"/>
                <w:sz w:val="21"/>
                <w:szCs w:val="21"/>
              </w:rPr>
              <w:t xml:space="preserve">Управление образования, </w:t>
            </w:r>
            <w:bookmarkEnd w:id="5"/>
            <w:r>
              <w:rPr>
                <w:rFonts w:ascii="Times New Roman" w:hAnsi="Times New Roman"/>
                <w:sz w:val="21"/>
                <w:szCs w:val="21"/>
              </w:rPr>
              <w:t>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45519,8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6172,2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39347,6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1.1.4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(Капитальный  и текущий ремонт, благоустройство территории, материально техническое обеспечение образовательных учреждений):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2021 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34 426,53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1 676,73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Управление образования: </w:t>
            </w:r>
          </w:p>
        </w:tc>
      </w:tr>
      <w:tr>
        <w:trPr>
          <w:trHeight w:val="23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и дверных блоков;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 литер А и литер Е;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лагоустройство территории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территории (капитальный ремонт)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2801,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3 400,0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4 459,22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4 534,44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1 795,95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2 435,31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138,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86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Calibri" w:hAnsi="Calibri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1159,22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106,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79,84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92,26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</w:rPr>
              <w:t>2 662,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75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4427,89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1 716,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2 343,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05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-8095615</wp:posOffset>
                      </wp:positionH>
                      <wp:positionV relativeFrom="paragraph">
                        <wp:posOffset>139700</wp:posOffset>
                      </wp:positionV>
                      <wp:extent cx="9266555" cy="127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660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7.45pt,11pt" to="92.1pt,11pt" ID="Фигура1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-8077835</wp:posOffset>
                      </wp:positionH>
                      <wp:positionV relativeFrom="paragraph">
                        <wp:posOffset>514985</wp:posOffset>
                      </wp:positionV>
                      <wp:extent cx="9276080" cy="36830"/>
                      <wp:effectExtent l="0" t="0" r="0" b="0"/>
                      <wp:wrapNone/>
                      <wp:docPr id="2" name="Фигур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75400" cy="19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6.1pt,39.8pt" to="94.2pt,41.3pt" ID="Фигура2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-7967980</wp:posOffset>
                      </wp:positionH>
                      <wp:positionV relativeFrom="paragraph">
                        <wp:posOffset>46355</wp:posOffset>
                      </wp:positionV>
                      <wp:extent cx="9162415" cy="1270"/>
                      <wp:effectExtent l="0" t="0" r="0" b="0"/>
                      <wp:wrapNone/>
                      <wp:docPr id="3" name="Фигура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616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27.4pt,3.65pt" to="93.95pt,3.65pt" ID="Фигура4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-8105140</wp:posOffset>
                      </wp:positionH>
                      <wp:positionV relativeFrom="paragraph">
                        <wp:posOffset>45720</wp:posOffset>
                      </wp:positionV>
                      <wp:extent cx="9295130" cy="1270"/>
                      <wp:effectExtent l="0" t="0" r="0" b="0"/>
                      <wp:wrapNone/>
                      <wp:docPr id="4" name="Фигура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9448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2pt,3.6pt" to="93.6pt,3.6pt" ID="Фигура3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-8067040</wp:posOffset>
                      </wp:positionH>
                      <wp:positionV relativeFrom="paragraph">
                        <wp:posOffset>103505</wp:posOffset>
                      </wp:positionV>
                      <wp:extent cx="9247505" cy="1270"/>
                      <wp:effectExtent l="0" t="0" r="0" b="0"/>
                      <wp:wrapNone/>
                      <wp:docPr id="5" name="Фигура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69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5.2pt,8.15pt" to="92.85pt,8.15pt" ID="Фигура5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А</w:t>
            </w:r>
            <w:r>
              <w:rPr>
                <w:rFonts w:ascii="Times New Roman" w:hAnsi="Times New Roman"/>
              </w:rPr>
              <w:t>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34 426,53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1 676,73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автобусов и микроавтобусов для обеспечения подвоза учащихся (на условиях софинансирования):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электропроводки: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электробезопасности в общеобразовательных организациях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1,12 (ППЭ ЕГЭ)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№ 1,12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2,6,13 (ППЭ ОГЭ)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2,6,13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МАДОУ № 5, МБДОУ № 16, МБДОУ № 18,МБДОУ № 21, МБДОУ № 1,  МБДОУ № 2,  МБДОУ № 8,  МБДОУ № 19,  МБДОУ № 28, МБДОУ № 29, МБДОУ № 30, МБОУ СОШ № 1, 2,3,4,7,МАОУ СОШ № 11, МБОУ ООШ,  № 21, 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1,2,4,5,6,7,12,ДОУ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bookmarkStart w:id="6" w:name="__DdeLink__30536_2415631234"/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bookmarkEnd w:id="6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  <w:bookmarkStart w:id="7" w:name="__DdeLink__9713_1450321539"/>
            <w:bookmarkEnd w:id="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8" w:name="_GoBack"/>
            <w:bookmarkStart w:id="9" w:name="_GoBack"/>
            <w:bookmarkEnd w:id="9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bookmarkStart w:id="10" w:name="__DdeLink__20215_2415631234"/>
            <w:r>
              <w:rPr>
                <w:rFonts w:ascii="Times New Roman" w:hAnsi="Times New Roman"/>
              </w:rPr>
              <w:t>МБУДО ДЮСШ</w:t>
            </w:r>
            <w:bookmarkEnd w:id="10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МАОДОПО ЛУЦ</w:t>
            </w:r>
            <w:bookmarkStart w:id="11" w:name="__DdeLink__50514_3993204409"/>
            <w:bookmarkEnd w:id="11"/>
            <w:r>
              <w:rPr>
                <w:rFonts w:ascii="Times New Roman" w:hAnsi="Times New Roman"/>
              </w:rPr>
              <w:t xml:space="preserve">,        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МБУДО ДЮСШ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ДЮСШ,МАОДОПО ЛУЦ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12" w:name="sub_1400"/>
            <w:bookmarkStart w:id="13" w:name="sub_1400"/>
            <w:bookmarkEnd w:id="13"/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1914г.: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ДЮЦ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429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429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на 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авторск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надзора и научного руководства за выполнением 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апитального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1.6.5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отопления помещений литера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150,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150,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150,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150,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1.6.6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водоснабжения помещений литер А1 и кабинета № 7 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45,1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45,1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авторского надзора на объекте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250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трубопроводов и оборудования в туалетной комнате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Управление образования, МБОУ СОШ №7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3"/>
                <w:szCs w:val="23"/>
                <w:lang w:val="ru-RU" w:eastAsia="en-US" w:bidi="ar-SA"/>
              </w:rPr>
              <w:t>Формирование зем. участков,подготовка        меж. планов,схем расположения зем.участков; оформление объектов недвижимости (изготовление тех.планов,деклараций об объекте недвижимости)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Оформление проектной документации (замена тех.паспорта, акт заключения ветхости служебного помещения),снос (демонтаж) здания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330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 </w:t>
            </w:r>
            <w:r>
              <w:rPr>
                <w:rFonts w:ascii="Times New Roman" w:hAnsi="Times New Roman"/>
                <w:sz w:val="23"/>
                <w:szCs w:val="23"/>
              </w:rPr>
              <w:t>МБОУ СОШ №4,7,МБДОУ № 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330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30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1.10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Исполнение предписаний Роспотребнадзора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пищеблока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2,6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спортивного зала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bookmarkStart w:id="14" w:name="__DdeLink__9721_1450321539"/>
            <w:bookmarkEnd w:id="1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210356,4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210356,4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5" w:name="__DdeLink__29682_3536997246"/>
            <w:r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624872,6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624872,6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6" w:name="__DdeLink__133294_735939523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  <w:bookmarkEnd w:id="16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дошкольным 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7" w:name="__DdeLink__21488_270877085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  <w:bookmarkEnd w:id="17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345757,5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345757,5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8" w:name="__DdeLink__10761_770514477"/>
            <w:bookmarkStart w:id="19" w:name="__DdeLink__54924_2648896829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  <w:bookmarkEnd w:id="19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027277,9</w:t>
            </w:r>
            <w:bookmarkEnd w:id="18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20" w:name="__DdeLink__54924_26488968291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  <w:bookmarkEnd w:id="20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027277,9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96153,6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96153,6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1" w:name="__DdeLink__11803_1873260238"/>
            <w:bookmarkStart w:id="22" w:name="__DdeLink__32614_4284021572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305374,5</w:t>
            </w:r>
            <w:bookmarkEnd w:id="21"/>
            <w:bookmarkEnd w:id="22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305374,5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общеобразовательным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189,6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189,6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3" w:name="__DdeLink__10771_1518875294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347,4</w:t>
            </w:r>
            <w:bookmarkEnd w:id="23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347,4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4" w:name="__DdeLink__10763_468741213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</w:t>
            </w:r>
            <w:bookmarkEnd w:id="24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3453,3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5" w:name="__DdeLink__10763_4687412131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</w:t>
            </w:r>
            <w:bookmarkEnd w:id="25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6" w:name="__DdeLink__9992_3502266846"/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  <w:bookmarkEnd w:id="26"/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7" w:name="__DdeLink__109926_468741213"/>
            <w:bookmarkStart w:id="28" w:name="__DdeLink__54806_468741213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</w:t>
            </w:r>
            <w:bookmarkEnd w:id="28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9106,4</w:t>
            </w:r>
            <w:bookmarkEnd w:id="27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9" w:name="__DdeLink__54806_4687412131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</w:t>
            </w:r>
            <w:bookmarkEnd w:id="29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9106,4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bookmarkStart w:id="30" w:name="__DdeLink__9734_1450321539"/>
            <w:bookmarkEnd w:id="30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Центров образования цифрового                    и     гуманитарного профилей «Точка роста»: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внедрения                                                                                      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bookmarkStart w:id="31" w:name="__DdeLink__9823_3302203740"/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  <w:bookmarkEnd w:id="31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1,5,2,8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2" w:name="__DdeLink__11052_3814579135"/>
            <w:r>
              <w:rPr>
                <w:rFonts w:ascii="Times New Roman" w:hAnsi="Times New Roman"/>
                <w:sz w:val="24"/>
                <w:szCs w:val="24"/>
              </w:rPr>
              <w:t>3376,8</w:t>
            </w:r>
            <w:bookmarkEnd w:id="32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Управле6ние образования, ОО № 2,10,13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9,16,17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3531,2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3376,8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1,2,5,8,10,13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4,10,13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Реализация мер по популяризации среди детей и молодёжи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стобалльные результаты   </w:t>
            </w:r>
            <w:bookmarkStart w:id="33" w:name="__DdeLink__9744_1450321539"/>
            <w:bookmarkEnd w:id="33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гражданского воспитания,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 на муниципальном уровне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(16)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МБОДО СЮТ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торжественного парада классов казачьей направленности и юнармейских отрядов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Всекубанском слете классов казачьей направленности и казачьих корпусов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10,11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3.2.9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3.2.10.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региональных соревнованиях по шахматам «Белая ладья», шашкам «Чудо-шашки», спортивному туризму «Звезда Кубани», «Кубанская кругосветка»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3.2.11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1"/>
                <w:szCs w:val="21"/>
                <w:lang w:val="ru-RU" w:eastAsia="en-US" w:bidi="ar-SA"/>
              </w:rPr>
              <w:t>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3.2.12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 и заключительном этапах национального чемпионата ЮниорПрофи»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охвата участников из числа обучающихся и воспитанников образовательных организаций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4.Реализация мер по социальной поддержке отдельных категорий обучающихся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школьников молоком и молочными продуктами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общего образования в муниципальных 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24118,9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26364,2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25572,4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102417,7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22265,3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76055,5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обучающихся в общеобразовательных организациях детей с ОВЗ питанием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34" w:name="__DdeLink__44434_1885062029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4844,2</w:t>
            </w:r>
            <w:bookmarkEnd w:id="34"/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4844,2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7084,2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7084,2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Двухразовое бесплатное питание детей с ОВЗ, получение родителями детей с ОВЗ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проведении государственной итоговой аттестации выпускников (ЕГЭ, ОГЭ)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общего        и среднего общего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5126,5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48556,4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40345,2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8211,2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45554,7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40443,3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139615,8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121181,8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18434,0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6.Обеспечение отрасли образования высококвалифицированными кадрами,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  <w:bookmarkStart w:id="35" w:name="__DdeLink__9775_1450321539"/>
            <w:bookmarkEnd w:id="35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</w:t>
            </w:r>
            <w:bookmarkStart w:id="36" w:name="__DdeLink__9785_1450321539"/>
            <w:bookmarkEnd w:id="36"/>
            <w:r>
              <w:rPr>
                <w:rFonts w:ascii="Times New Roman" w:hAnsi="Times New Roman"/>
                <w:sz w:val="22"/>
                <w:szCs w:val="22"/>
              </w:rPr>
              <w:t>роприятий на мунципальном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bookmarkStart w:id="37" w:name="__DdeLink__31273_2042017647"/>
            <w:r>
              <w:rPr>
                <w:rFonts w:ascii="Times New Roman" w:hAnsi="Times New Roman"/>
                <w:sz w:val="23"/>
                <w:szCs w:val="23"/>
              </w:rPr>
              <w:t>Повышение</w:t>
            </w:r>
            <w:bookmarkEnd w:id="37"/>
            <w:r>
              <w:rPr>
                <w:rFonts w:ascii="Times New Roman" w:hAnsi="Times New Roman"/>
                <w:sz w:val="23"/>
                <w:szCs w:val="23"/>
              </w:rPr>
              <w:t xml:space="preserve"> престижа педагогической профессии «педагог»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августовского совещания педагогической общественности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МКУ ДПО ЦРО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6.3.2.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1302,0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1302,0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ДЮСШ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7.Обеспечение  функционирования модели персонифицированного финансирования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38" w:name="__DdeLink__40862_2415631234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  <w:bookmarkEnd w:id="38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77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83749,9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98774,4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13981,8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Задача 8. Организация полезной занятости детей и подростков</w:t>
            </w:r>
          </w:p>
        </w:tc>
      </w:tr>
      <w:tr>
        <w:trPr>
          <w:trHeight w:val="103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3971,1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3837,0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9" w:name="__DdeLink__49311_1733465047"/>
            <w:r>
              <w:rPr>
                <w:rFonts w:ascii="Times New Roman" w:hAnsi="Times New Roman"/>
                <w:sz w:val="24"/>
                <w:szCs w:val="24"/>
              </w:rPr>
              <w:t>134,1</w:t>
            </w:r>
            <w:bookmarkEnd w:id="39"/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 счет средств краевого бюджета двухразового горячего питания: в 2021 году – 1632 человек; в 2022 году – 1632 человек; в 2023 году – 1634 человек; Организация за счет средств муниципального бюджета двухразового горячего питания (приобретение продуктов питания и оплата услуг по приготовлению блюд):в 2021 году – 179 человек;в 2022 году – 181 человек;в 2023 году – 183 человека;</w:t>
            </w:r>
          </w:p>
          <w:p>
            <w:pPr>
              <w:pStyle w:val="Style84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4117,5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519,3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4122,5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en-US" w:eastAsia="en-US" w:bidi="ar-SA"/>
              </w:rPr>
              <w:t>12211,1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1043,6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11033,4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134,1</w:t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Обеспечение отдыха детей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bookmarkStart w:id="40" w:name="__DdeLink__33096_1873260238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  <w:bookmarkEnd w:id="40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</w:rPr>
              <w:t>Организация двухразового горячего питания:в 2021 году – 370 человек;в 2022 году – 372 человек;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2023 году – 374 человек;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  <w:bookmarkStart w:id="41" w:name="__DdeLink__22117_3207084330"/>
            <w:bookmarkEnd w:id="41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bookmarkStart w:id="42" w:name="__DdeLink__10443_224787518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  <w:bookmarkEnd w:id="42"/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964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оздоровительных площадок на базе учреждений дополнительного образования (приобретение спортивно-игрового инвентаря, канцелярских товаров, спортивной формы и наградного материала)</w:t>
            </w:r>
          </w:p>
          <w:p>
            <w:pPr>
              <w:pStyle w:val="Style84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  <w:bookmarkStart w:id="43" w:name="__DdeLink__112781_1948613294"/>
            <w:bookmarkEnd w:id="43"/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казачий,   туристический,  культурно-просветительский: в 2021 году – 232 ребенка, 41 педагог; в 2022 году – 234 ребенка, 41 педагог;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 – 236 детей, 41 педагог;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дизентерийной вакцинации сотрудников образовательных организаций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Вакцинация дизентерийная сотрудников общеобразовательных организаций и ОДО: в 2021 году – 6 человек;в 2022 году – 6 человек;в 2023 году – 6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бесконтактных термометров, антисептических средств и иных средств индивидуальной защиты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Приобретение:в 2021 году: бесконтактные термометры – 19 штук, дезинфицирующее средство – 25 штук, дозатор – 25 штук; в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году: бесконтактные термометры – 19 штук, дезинфицирующее средство – 25 штук, дозатор – 25 штук; в 2023 году: бесконтактные термометры – 19 штук, дезинфицирующее средство – 25 штук, дозатор – 25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  <w:bookmarkStart w:id="44" w:name="__DdeLink__22114_3207084330"/>
            <w:bookmarkEnd w:id="44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подготовка воспитателей оздоровительных лагерей, лагерей труда и отдыха, палаточных лагерей по теме: «Современные педагогические технологии в организации летнего воспитательного процесса»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Курсы повышения квалификации по теме «Современные педагогические технологии в организации летнего воспитательного процесса» для педагогов на базе ст-цы Ленинградской: в 2021 году – 49 человек;в 2022 году – 49 человек;в 2023 году – 49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 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1522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9. Организация мероприятий, направленная на профилактику безнадзорности и правонарушений несовершеннолетних</w:t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 технического оборудования, комплектующих наборов деталей, программного оборудования и др.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набора деталей и комплектующих для организаций дополнительного образо вания – 4 единицы;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набора деталей и комплектующих для организаций дополнительного образования – 4 единицы; в 2023 году: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набора деталей и комплектующих для организаций дополнительного образования – 4 единицы;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bookmarkStart w:id="45" w:name="__DdeLink__9804_1450321539"/>
            <w:r>
              <w:rPr>
                <w:rFonts w:ascii="Times New Roman" w:hAnsi="Times New Roman"/>
                <w:sz w:val="24"/>
                <w:szCs w:val="24"/>
              </w:rPr>
              <w:t>Приобретение наг</w:t>
            </w:r>
            <w:r>
              <w:rPr>
                <w:rFonts w:ascii="Times New Roman" w:hAnsi="Times New Roman"/>
                <w:sz w:val="26"/>
                <w:szCs w:val="26"/>
              </w:rPr>
              <w:t>радно</w:t>
            </w:r>
            <w:r>
              <w:rPr>
                <w:rFonts w:ascii="Times New Roman" w:hAnsi="Times New Roman"/>
                <w:sz w:val="22"/>
                <w:szCs w:val="22"/>
              </w:rPr>
              <w:t>го материала в                                             рамках проведения   направленных на профилактику безнадзорности и правонарушений                             несовершенно          летних (дипломы, рамки для дипломов,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медали)</w:t>
            </w:r>
            <w:bookmarkEnd w:id="45"/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70 штук, дипломы – 56штук;в 2022 году: медали – 120 штук, рамки – 70 штук, дипломы – 56 штук; в 2023 году: медали – 120 штук, рамки – 70 штук, дипломы – 56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 е организации, под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285" w:leader="none"/>
              </w:tabs>
              <w:suppressAutoHyphens w:val="false"/>
              <w:bidi w:val="0"/>
              <w:spacing w:lineRule="auto" w:line="276" w:before="0" w:after="200"/>
              <w:ind w:left="0" w:right="-57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Итого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397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 xml:space="preserve">1 114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53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8,9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400 066,78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663 424,0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50 914,1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134,1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1 174 941,99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476 842,49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40 279,50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53 159,4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103 823,80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47 223,6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599 572,0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52 367,6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3 393304,77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1 324 132,8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1 903 275,5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156 441,1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9 455,3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</w:tbl>
    <w:p>
      <w:pPr>
        <w:pStyle w:val="Normal"/>
        <w:rPr/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                                                                                           »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Заместитель н</w:t>
      </w:r>
      <w:r>
        <w:rPr>
          <w:rFonts w:ascii="Times New Roman" w:hAnsi="Times New Roman"/>
          <w:sz w:val="26"/>
          <w:szCs w:val="26"/>
        </w:rPr>
        <w:t>ачальника управления образования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</w:p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spacing w:lineRule="auto" w:line="240" w:before="0" w:after="0"/>
        <w:ind w:right="-550" w:hanging="0"/>
        <w:rPr/>
      </w:pPr>
      <w:r>
        <w:rPr>
          <w:rFonts w:ascii="Times New Roman" w:hAnsi="Times New Roman"/>
          <w:sz w:val="26"/>
          <w:szCs w:val="26"/>
        </w:rPr>
        <w:t>Ленинградский район</w:t>
        <w:tab/>
        <w:tab/>
        <w:tab/>
        <w:tab/>
        <w:tab/>
        <w:tab/>
        <w:tab/>
        <w:tab/>
        <w:tab/>
        <w:tab/>
        <w:tab/>
        <w:tab/>
        <w:t xml:space="preserve">                       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О</w:t>
      </w:r>
      <w:r>
        <w:rPr>
          <w:rFonts w:ascii="Times New Roman" w:hAnsi="Times New Roman"/>
          <w:sz w:val="26"/>
          <w:szCs w:val="26"/>
        </w:rPr>
        <w:t xml:space="preserve">.В.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Казимир</w:t>
      </w:r>
    </w:p>
    <w:p>
      <w:pPr>
        <w:pStyle w:val="Normal"/>
        <w:spacing w:lineRule="auto" w:line="240" w:before="0" w:after="0"/>
        <w:ind w:left="5812" w:hanging="0"/>
        <w:rPr/>
      </w:pPr>
      <w:r>
        <w:rPr/>
      </w:r>
    </w:p>
    <w:sectPr>
      <w:headerReference w:type="default" r:id="rId2"/>
      <w:type w:val="nextPage"/>
      <w:pgSz w:w="11906" w:h="16838"/>
      <w:pgMar w:left="1701" w:right="624" w:header="709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14b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de1a48"/>
    <w:pPr>
      <w:spacing w:lineRule="auto" w:line="240"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link w:val="Heading2Char1"/>
    <w:uiPriority w:val="99"/>
    <w:qFormat/>
    <w:locked/>
    <w:rsid w:val="00310d40"/>
    <w:pPr>
      <w:widowControl w:val="false"/>
      <w:outlineLvl w:val="1"/>
    </w:pPr>
    <w:rPr>
      <w:rFonts w:eastAsia="Calibri"/>
      <w:bCs w:val="false"/>
      <w:szCs w:val="20"/>
      <w:lang w:eastAsia="ru-RU"/>
    </w:rPr>
  </w:style>
  <w:style w:type="paragraph" w:styleId="3">
    <w:name w:val="Heading 3"/>
    <w:basedOn w:val="2"/>
    <w:next w:val="Normal"/>
    <w:link w:val="Heading3Char1"/>
    <w:uiPriority w:val="99"/>
    <w:qFormat/>
    <w:locked/>
    <w:rsid w:val="00310d40"/>
    <w:pPr>
      <w:outlineLvl w:val="2"/>
    </w:pPr>
    <w:rPr/>
  </w:style>
  <w:style w:type="paragraph" w:styleId="4">
    <w:name w:val="Heading 4"/>
    <w:basedOn w:val="3"/>
    <w:next w:val="Normal"/>
    <w:link w:val="Heading4Char1"/>
    <w:uiPriority w:val="99"/>
    <w:qFormat/>
    <w:locked/>
    <w:rsid w:val="00310d40"/>
    <w:pPr>
      <w:outlineLvl w:val="3"/>
    </w:pPr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de1a48"/>
    <w:rPr>
      <w:rFonts w:ascii="Arial" w:hAnsi="Arial" w:cs="Times New Roman"/>
      <w:b/>
      <w:bCs/>
      <w:color w:val="26282F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b81e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b81e9b"/>
    <w:rPr>
      <w:rFonts w:ascii="Cambria" w:hAnsi="Cambria" w:cs="Times New Roman"/>
      <w:b/>
      <w:bCs/>
      <w:sz w:val="26"/>
      <w:szCs w:val="26"/>
      <w:lang w:eastAsia="en-US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b81e9b"/>
    <w:rPr>
      <w:rFonts w:ascii="Calibri" w:hAnsi="Calibri" w:cs="Times New Roman"/>
      <w:b/>
      <w:bCs/>
      <w:sz w:val="28"/>
      <w:szCs w:val="28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de3718"/>
    <w:rPr>
      <w:rFonts w:ascii="Calibri" w:hAnsi="Calibri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22a18"/>
    <w:rPr>
      <w:rFonts w:eastAsia="Times New Roman" w:cs="Times New Roman"/>
      <w:sz w:val="22"/>
      <w:szCs w:val="22"/>
      <w:lang w:eastAsia="en-US"/>
    </w:rPr>
  </w:style>
  <w:style w:type="character" w:styleId="Style10" w:customStyle="1">
    <w:name w:val="Цветовое выделение"/>
    <w:uiPriority w:val="99"/>
    <w:qFormat/>
    <w:rsid w:val="00310d40"/>
    <w:rPr>
      <w:b/>
      <w:color w:val="26282F"/>
    </w:rPr>
  </w:style>
  <w:style w:type="character" w:styleId="Style11" w:customStyle="1">
    <w:name w:val="Гипертекстовая ссылка"/>
    <w:uiPriority w:val="99"/>
    <w:qFormat/>
    <w:rsid w:val="00310d40"/>
    <w:rPr>
      <w:b/>
      <w:color w:val="106BBE"/>
    </w:rPr>
  </w:style>
  <w:style w:type="character" w:styleId="Style12" w:customStyle="1">
    <w:name w:val="Активная гипертекстовая ссылка"/>
    <w:uiPriority w:val="99"/>
    <w:qFormat/>
    <w:rsid w:val="00310d40"/>
    <w:rPr>
      <w:b/>
      <w:color w:val="106BBE"/>
      <w:u w:val="single"/>
    </w:rPr>
  </w:style>
  <w:style w:type="character" w:styleId="Style13" w:customStyle="1">
    <w:name w:val="Выделение для Базового Поиска"/>
    <w:uiPriority w:val="99"/>
    <w:qFormat/>
    <w:rsid w:val="00310d40"/>
    <w:rPr>
      <w:b/>
      <w:color w:val="0058A9"/>
    </w:rPr>
  </w:style>
  <w:style w:type="character" w:styleId="Style14" w:customStyle="1">
    <w:name w:val="Выделение для Базового Поиска (курсив)"/>
    <w:uiPriority w:val="99"/>
    <w:qFormat/>
    <w:rsid w:val="00310d40"/>
    <w:rPr>
      <w:b/>
      <w:i/>
      <w:color w:val="0058A9"/>
    </w:rPr>
  </w:style>
  <w:style w:type="character" w:styleId="6" w:customStyle="1">
    <w:name w:val="Знак Знак6"/>
    <w:uiPriority w:val="99"/>
    <w:qFormat/>
    <w:rsid w:val="00310d40"/>
    <w:rPr>
      <w:rFonts w:ascii="Cambria" w:hAnsi="Cambria"/>
      <w:b/>
      <w:kern w:val="2"/>
      <w:sz w:val="32"/>
    </w:rPr>
  </w:style>
  <w:style w:type="character" w:styleId="Heading2Char1" w:customStyle="1">
    <w:name w:val="Heading 2 Char1"/>
    <w:link w:val="Heading2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3Char1" w:customStyle="1">
    <w:name w:val="Heading 3 Char1"/>
    <w:link w:val="Heading3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4Char1" w:customStyle="1">
    <w:name w:val="Heading 4 Char1"/>
    <w:link w:val="Heading4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Style15" w:customStyle="1">
    <w:name w:val="Заголовок своего сообщения"/>
    <w:basedOn w:val="Style10"/>
    <w:uiPriority w:val="99"/>
    <w:qFormat/>
    <w:rsid w:val="00310d40"/>
    <w:rPr>
      <w:rFonts w:cs="Times New Roman"/>
      <w:bCs/>
    </w:rPr>
  </w:style>
  <w:style w:type="character" w:styleId="Style16" w:customStyle="1">
    <w:name w:val="Заголовок чужого сообщения"/>
    <w:uiPriority w:val="99"/>
    <w:qFormat/>
    <w:rsid w:val="00310d40"/>
    <w:rPr>
      <w:b/>
      <w:color w:val="FF0000"/>
    </w:rPr>
  </w:style>
  <w:style w:type="character" w:styleId="Style17" w:customStyle="1">
    <w:name w:val="Найденные слова"/>
    <w:uiPriority w:val="99"/>
    <w:qFormat/>
    <w:rsid w:val="00310d40"/>
    <w:rPr>
      <w:color w:val="26282F"/>
      <w:shd w:fill="FFF580" w:val="clear"/>
    </w:rPr>
  </w:style>
  <w:style w:type="character" w:styleId="Style18" w:customStyle="1">
    <w:name w:val="Не вступил в силу"/>
    <w:uiPriority w:val="99"/>
    <w:qFormat/>
    <w:rsid w:val="00310d40"/>
    <w:rPr>
      <w:color w:val="000000"/>
      <w:shd w:fill="D8EDE8" w:val="clear"/>
    </w:rPr>
  </w:style>
  <w:style w:type="character" w:styleId="Style19" w:customStyle="1">
    <w:name w:val="Опечатки"/>
    <w:uiPriority w:val="99"/>
    <w:qFormat/>
    <w:rsid w:val="00310d40"/>
    <w:rPr>
      <w:color w:val="FF0000"/>
    </w:rPr>
  </w:style>
  <w:style w:type="character" w:styleId="Style20" w:customStyle="1">
    <w:name w:val="Продолжение ссылки"/>
    <w:basedOn w:val="Style11"/>
    <w:uiPriority w:val="99"/>
    <w:qFormat/>
    <w:rsid w:val="00310d40"/>
    <w:rPr>
      <w:rFonts w:cs="Times New Roman"/>
      <w:bCs/>
    </w:rPr>
  </w:style>
  <w:style w:type="character" w:styleId="Style21" w:customStyle="1">
    <w:name w:val="Сравнение редакций"/>
    <w:basedOn w:val="Style10"/>
    <w:uiPriority w:val="99"/>
    <w:qFormat/>
    <w:rsid w:val="00310d40"/>
    <w:rPr>
      <w:rFonts w:cs="Times New Roman"/>
      <w:bCs/>
    </w:rPr>
  </w:style>
  <w:style w:type="character" w:styleId="Style22" w:customStyle="1">
    <w:name w:val="Сравнение редакций. Добавленный фрагмент"/>
    <w:uiPriority w:val="99"/>
    <w:qFormat/>
    <w:rsid w:val="00310d40"/>
    <w:rPr>
      <w:color w:val="000000"/>
      <w:shd w:fill="C1D7FF" w:val="clear"/>
    </w:rPr>
  </w:style>
  <w:style w:type="character" w:styleId="Style23" w:customStyle="1">
    <w:name w:val="Сравнение редакций. Удаленный фрагмент"/>
    <w:uiPriority w:val="99"/>
    <w:qFormat/>
    <w:rsid w:val="00310d40"/>
    <w:rPr>
      <w:color w:val="000000"/>
      <w:shd w:fill="C4C413" w:val="clear"/>
    </w:rPr>
  </w:style>
  <w:style w:type="character" w:styleId="Style24" w:customStyle="1">
    <w:name w:val="Утратил силу"/>
    <w:uiPriority w:val="99"/>
    <w:qFormat/>
    <w:rsid w:val="00310d40"/>
    <w:rPr>
      <w:b/>
      <w:strike/>
      <w:color w:val="666600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FontStyle50" w:customStyle="1">
    <w:name w:val="Font Style50"/>
    <w:uiPriority w:val="99"/>
    <w:qFormat/>
    <w:rsid w:val="00310d40"/>
    <w:rPr>
      <w:rFonts w:ascii="Times New Roman" w:hAnsi="Times New Roman"/>
      <w:sz w:val="16"/>
    </w:rPr>
  </w:style>
  <w:style w:type="character" w:styleId="21" w:customStyle="1">
    <w:name w:val="Знак Знак2"/>
    <w:uiPriority w:val="99"/>
    <w:qFormat/>
    <w:rsid w:val="00310d40"/>
    <w:rPr>
      <w:rFonts w:ascii="Arial" w:hAnsi="Arial"/>
      <w:sz w:val="24"/>
    </w:rPr>
  </w:style>
  <w:style w:type="character" w:styleId="11" w:customStyle="1">
    <w:name w:val="Знак Знак1"/>
    <w:uiPriority w:val="99"/>
    <w:qFormat/>
    <w:rsid w:val="00310d40"/>
    <w:rPr>
      <w:rFonts w:ascii="Arial" w:hAnsi="Arial"/>
      <w:sz w:val="24"/>
    </w:rPr>
  </w:style>
  <w:style w:type="character" w:styleId="22" w:customStyle="1">
    <w:name w:val="Основной текст (2) + Не полужирный"/>
    <w:uiPriority w:val="99"/>
    <w:qFormat/>
    <w:rsid w:val="00310d40"/>
    <w:rPr>
      <w:rFonts w:ascii="Times New Roman" w:hAnsi="Times New Roman"/>
      <w:b/>
      <w:spacing w:val="0"/>
      <w:sz w:val="17"/>
      <w:lang w:val="ru-RU" w:eastAsia="ar-SA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81e9b"/>
    <w:rPr>
      <w:rFonts w:ascii="Times New Roman" w:hAnsi="Times New Roman" w:cs="Times New Roman"/>
      <w:sz w:val="2"/>
      <w:lang w:eastAsia="en-US"/>
    </w:rPr>
  </w:style>
  <w:style w:type="character" w:styleId="BalloonTextChar1" w:customStyle="1">
    <w:name w:val="Balloon Text Char1"/>
    <w:link w:val="BalloonText"/>
    <w:uiPriority w:val="99"/>
    <w:semiHidden/>
    <w:qFormat/>
    <w:locked/>
    <w:rsid w:val="00310d40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qFormat/>
    <w:rsid w:val="00a436cc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5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6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8">
    <w:name w:val="Body Text"/>
    <w:basedOn w:val="Normal"/>
    <w:link w:val="BodyTextChar"/>
    <w:uiPriority w:val="99"/>
    <w:rsid w:val="00310d40"/>
    <w:pPr>
      <w:spacing w:lineRule="auto" w:line="240" w:before="0" w:after="120"/>
    </w:pPr>
    <w:rPr>
      <w:rFonts w:ascii="Arial" w:hAnsi="Arial" w:eastAsia="Calibri" w:cs="Arial"/>
      <w:sz w:val="24"/>
      <w:szCs w:val="24"/>
      <w:lang w:eastAsia="ru-RU"/>
    </w:rPr>
  </w:style>
  <w:style w:type="paragraph" w:styleId="Style29">
    <w:name w:val="List"/>
    <w:basedOn w:val="Style28"/>
    <w:pPr/>
    <w:rPr>
      <w:rFonts w:cs="Mang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Mangal"/>
    </w:rPr>
  </w:style>
  <w:style w:type="paragraph" w:styleId="Style32" w:customStyle="1">
    <w:name w:val="Нормальный (таблица)"/>
    <w:basedOn w:val="Normal"/>
    <w:next w:val="Normal"/>
    <w:uiPriority w:val="99"/>
    <w:qFormat/>
    <w:rsid w:val="00de1a48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33" w:customStyle="1">
    <w:name w:val="Знак"/>
    <w:basedOn w:val="Normal"/>
    <w:uiPriority w:val="99"/>
    <w:qFormat/>
    <w:rsid w:val="00de1a48"/>
    <w:pPr>
      <w:spacing w:lineRule="exact" w:line="240" w:before="0" w:after="160"/>
    </w:pPr>
    <w:rPr>
      <w:rFonts w:ascii="Verdana" w:hAnsi="Verdana"/>
      <w:sz w:val="24"/>
      <w:szCs w:val="24"/>
      <w:lang w:val="en-US"/>
    </w:rPr>
  </w:style>
  <w:style w:type="paragraph" w:styleId="Style34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link w:val="HeaderChar"/>
    <w:uiPriority w:val="99"/>
    <w:rsid w:val="00de37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36">
    <w:name w:val="Footer"/>
    <w:basedOn w:val="Normal"/>
    <w:link w:val="FooterChar"/>
    <w:uiPriority w:val="99"/>
    <w:rsid w:val="00422a1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7" w:customStyle="1">
    <w:name w:val="Внимание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38" w:customStyle="1">
    <w:name w:val="Внимание: криминал!!"/>
    <w:basedOn w:val="Style37"/>
    <w:next w:val="Normal"/>
    <w:uiPriority w:val="99"/>
    <w:qFormat/>
    <w:rsid w:val="00310d40"/>
    <w:pPr/>
    <w:rPr/>
  </w:style>
  <w:style w:type="paragraph" w:styleId="Style39" w:customStyle="1">
    <w:name w:val="Внимание: недобросовестность!"/>
    <w:basedOn w:val="Style37"/>
    <w:next w:val="Normal"/>
    <w:uiPriority w:val="99"/>
    <w:qFormat/>
    <w:rsid w:val="00310d40"/>
    <w:pPr/>
    <w:rPr/>
  </w:style>
  <w:style w:type="paragraph" w:styleId="Style40" w:customStyle="1">
    <w:name w:val="Дочерний элемент списк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both"/>
    </w:pPr>
    <w:rPr>
      <w:rFonts w:ascii="Arial" w:hAnsi="Arial" w:eastAsia="Calibri" w:cs="Arial"/>
      <w:color w:val="868381"/>
      <w:sz w:val="20"/>
      <w:szCs w:val="20"/>
      <w:lang w:eastAsia="ru-RU"/>
    </w:rPr>
  </w:style>
  <w:style w:type="paragraph" w:styleId="Style41" w:customStyle="1">
    <w:name w:val="Основное меню (преемственное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Verdana" w:hAnsi="Verdana" w:eastAsia="Calibri" w:cs="Verdana"/>
      <w:lang w:eastAsia="ru-RU"/>
    </w:rPr>
  </w:style>
  <w:style w:type="paragraph" w:styleId="12" w:customStyle="1">
    <w:name w:val="Заголовок1"/>
    <w:basedOn w:val="Style41"/>
    <w:next w:val="Normal"/>
    <w:uiPriority w:val="99"/>
    <w:qFormat/>
    <w:rsid w:val="00310d40"/>
    <w:pPr/>
    <w:rPr>
      <w:b/>
      <w:bCs/>
      <w:color w:val="0058A9"/>
      <w:shd w:fill="F0F0F0" w:val="clear"/>
    </w:rPr>
  </w:style>
  <w:style w:type="paragraph" w:styleId="Style42" w:customStyle="1">
    <w:name w:val="Заголовок группы контролов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000000"/>
      <w:sz w:val="24"/>
      <w:szCs w:val="24"/>
      <w:lang w:eastAsia="ru-RU"/>
    </w:rPr>
  </w:style>
  <w:style w:type="paragraph" w:styleId="Style43" w:customStyle="1">
    <w:name w:val="Заголовок для информации об изменениях"/>
    <w:basedOn w:val="1"/>
    <w:next w:val="Normal"/>
    <w:uiPriority w:val="99"/>
    <w:qFormat/>
    <w:rsid w:val="00310d40"/>
    <w:pPr>
      <w:widowControl w:val="false"/>
      <w:spacing w:before="0" w:after="108"/>
    </w:pPr>
    <w:rPr>
      <w:rFonts w:eastAsia="Calibri" w:cs="Arial"/>
      <w:b w:val="false"/>
      <w:bCs w:val="false"/>
      <w:sz w:val="18"/>
      <w:szCs w:val="18"/>
      <w:shd w:fill="FFFFFF" w:val="clear"/>
      <w:lang w:eastAsia="ru-RU"/>
    </w:rPr>
  </w:style>
  <w:style w:type="paragraph" w:styleId="Style44" w:customStyle="1">
    <w:name w:val="Заголовок распахивающейся части диалог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i/>
      <w:iCs/>
      <w:color w:val="000080"/>
      <w:lang w:eastAsia="ru-RU"/>
    </w:rPr>
  </w:style>
  <w:style w:type="paragraph" w:styleId="Style45" w:customStyle="1">
    <w:name w:val="Заголовок статьи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612" w:hanging="892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46" w:customStyle="1">
    <w:name w:val="Заголовок ЭР (ле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  <w:lang w:eastAsia="ru-RU"/>
    </w:rPr>
  </w:style>
  <w:style w:type="paragraph" w:styleId="Style47" w:customStyle="1">
    <w:name w:val="Заголовок ЭР (правое окно)"/>
    <w:basedOn w:val="Style46"/>
    <w:next w:val="Normal"/>
    <w:uiPriority w:val="99"/>
    <w:qFormat/>
    <w:rsid w:val="00310d40"/>
    <w:pPr>
      <w:spacing w:before="300" w:after="0"/>
      <w:jc w:val="left"/>
    </w:pPr>
    <w:rPr/>
  </w:style>
  <w:style w:type="paragraph" w:styleId="Style48" w:customStyle="1">
    <w:name w:val="Интерактивный заголовок"/>
    <w:basedOn w:val="12"/>
    <w:next w:val="Normal"/>
    <w:uiPriority w:val="99"/>
    <w:qFormat/>
    <w:rsid w:val="00310d40"/>
    <w:pPr/>
    <w:rPr>
      <w:u w:val="single"/>
    </w:rPr>
  </w:style>
  <w:style w:type="paragraph" w:styleId="Style49" w:customStyle="1">
    <w:name w:val="Текст информации об изменениях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color w:val="353842"/>
      <w:sz w:val="18"/>
      <w:szCs w:val="18"/>
      <w:lang w:eastAsia="ru-RU"/>
    </w:rPr>
  </w:style>
  <w:style w:type="paragraph" w:styleId="Style50" w:customStyle="1">
    <w:name w:val="Информация об изменениях"/>
    <w:basedOn w:val="Style49"/>
    <w:next w:val="Normal"/>
    <w:uiPriority w:val="99"/>
    <w:qFormat/>
    <w:rsid w:val="00310d40"/>
    <w:pPr>
      <w:spacing w:before="180" w:after="0"/>
      <w:ind w:left="360" w:right="360" w:hanging="0"/>
    </w:pPr>
    <w:rPr>
      <w:shd w:fill="EAEFED" w:val="clear"/>
    </w:rPr>
  </w:style>
  <w:style w:type="paragraph" w:styleId="Style51" w:customStyle="1">
    <w:name w:val="Текст (справка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70" w:right="170" w:hanging="0"/>
    </w:pPr>
    <w:rPr>
      <w:rFonts w:ascii="Arial" w:hAnsi="Arial" w:eastAsia="Calibri" w:cs="Arial"/>
      <w:sz w:val="24"/>
      <w:szCs w:val="24"/>
      <w:lang w:eastAsia="ru-RU"/>
    </w:rPr>
  </w:style>
  <w:style w:type="paragraph" w:styleId="Style52" w:customStyle="1">
    <w:name w:val="Комментарий"/>
    <w:basedOn w:val="Style51"/>
    <w:next w:val="Normal"/>
    <w:uiPriority w:val="99"/>
    <w:qFormat/>
    <w:rsid w:val="00310d40"/>
    <w:pPr>
      <w:spacing w:before="75" w:after="0"/>
      <w:ind w:left="170" w:right="0" w:hanging="0"/>
      <w:jc w:val="both"/>
    </w:pPr>
    <w:rPr>
      <w:color w:val="353842"/>
      <w:shd w:fill="F0F0F0" w:val="clear"/>
    </w:rPr>
  </w:style>
  <w:style w:type="paragraph" w:styleId="Style53" w:customStyle="1">
    <w:name w:val="Информация об изменениях документа"/>
    <w:basedOn w:val="Style52"/>
    <w:next w:val="Normal"/>
    <w:uiPriority w:val="99"/>
    <w:qFormat/>
    <w:rsid w:val="00310d40"/>
    <w:pPr/>
    <w:rPr>
      <w:i/>
      <w:iCs/>
    </w:rPr>
  </w:style>
  <w:style w:type="paragraph" w:styleId="Style54" w:customStyle="1">
    <w:name w:val="Текст (ле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55" w:customStyle="1">
    <w:name w:val="Колонтитул (левый)"/>
    <w:basedOn w:val="Style54"/>
    <w:next w:val="Normal"/>
    <w:uiPriority w:val="99"/>
    <w:qFormat/>
    <w:rsid w:val="00310d40"/>
    <w:pPr/>
    <w:rPr>
      <w:sz w:val="14"/>
      <w:szCs w:val="14"/>
    </w:rPr>
  </w:style>
  <w:style w:type="paragraph" w:styleId="Style56" w:customStyle="1">
    <w:name w:val="Текст (пра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right"/>
    </w:pPr>
    <w:rPr>
      <w:rFonts w:ascii="Arial" w:hAnsi="Arial" w:eastAsia="Calibri" w:cs="Arial"/>
      <w:sz w:val="24"/>
      <w:szCs w:val="24"/>
      <w:lang w:eastAsia="ru-RU"/>
    </w:rPr>
  </w:style>
  <w:style w:type="paragraph" w:styleId="Style57" w:customStyle="1">
    <w:name w:val="Колонтитул (правый)"/>
    <w:basedOn w:val="Style56"/>
    <w:next w:val="Normal"/>
    <w:uiPriority w:val="99"/>
    <w:qFormat/>
    <w:rsid w:val="00310d40"/>
    <w:pPr/>
    <w:rPr>
      <w:sz w:val="14"/>
      <w:szCs w:val="14"/>
    </w:rPr>
  </w:style>
  <w:style w:type="paragraph" w:styleId="Style58" w:customStyle="1">
    <w:name w:val="Комментарий пользователя"/>
    <w:basedOn w:val="Style52"/>
    <w:next w:val="Normal"/>
    <w:uiPriority w:val="99"/>
    <w:qFormat/>
    <w:rsid w:val="00310d40"/>
    <w:pPr>
      <w:jc w:val="left"/>
    </w:pPr>
    <w:rPr>
      <w:shd w:fill="FFDFE0" w:val="clear"/>
    </w:rPr>
  </w:style>
  <w:style w:type="paragraph" w:styleId="Style59" w:customStyle="1">
    <w:name w:val="Куда обратиться?"/>
    <w:basedOn w:val="Style37"/>
    <w:next w:val="Normal"/>
    <w:uiPriority w:val="99"/>
    <w:qFormat/>
    <w:rsid w:val="00310d40"/>
    <w:pPr/>
    <w:rPr/>
  </w:style>
  <w:style w:type="paragraph" w:styleId="Style60" w:customStyle="1">
    <w:name w:val="Моноширинны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1" w:customStyle="1">
    <w:name w:val="Необходимые документы"/>
    <w:basedOn w:val="Style37"/>
    <w:next w:val="Normal"/>
    <w:uiPriority w:val="99"/>
    <w:qFormat/>
    <w:rsid w:val="00310d40"/>
    <w:pPr>
      <w:ind w:left="420" w:right="420" w:firstLine="118"/>
    </w:pPr>
    <w:rPr/>
  </w:style>
  <w:style w:type="paragraph" w:styleId="Style62" w:customStyle="1">
    <w:name w:val="Таблицы (моноширинный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3" w:customStyle="1">
    <w:name w:val="Оглавление"/>
    <w:basedOn w:val="Style62"/>
    <w:next w:val="Normal"/>
    <w:uiPriority w:val="99"/>
    <w:qFormat/>
    <w:rsid w:val="00310d40"/>
    <w:pPr>
      <w:ind w:left="140" w:hanging="0"/>
    </w:pPr>
    <w:rPr/>
  </w:style>
  <w:style w:type="paragraph" w:styleId="Style64" w:customStyle="1">
    <w:name w:val="Переменная часть"/>
    <w:basedOn w:val="Style41"/>
    <w:next w:val="Normal"/>
    <w:uiPriority w:val="99"/>
    <w:qFormat/>
    <w:rsid w:val="00310d40"/>
    <w:pPr/>
    <w:rPr>
      <w:sz w:val="18"/>
      <w:szCs w:val="18"/>
    </w:rPr>
  </w:style>
  <w:style w:type="paragraph" w:styleId="Style65" w:customStyle="1">
    <w:name w:val="Подвал для информации об изменениях"/>
    <w:basedOn w:val="1"/>
    <w:next w:val="Normal"/>
    <w:uiPriority w:val="99"/>
    <w:qFormat/>
    <w:rsid w:val="00310d40"/>
    <w:pPr>
      <w:widowControl w:val="false"/>
    </w:pPr>
    <w:rPr>
      <w:rFonts w:eastAsia="Calibri" w:cs="Arial"/>
      <w:b w:val="false"/>
      <w:bCs w:val="false"/>
      <w:sz w:val="18"/>
      <w:szCs w:val="18"/>
      <w:lang w:eastAsia="ru-RU"/>
    </w:rPr>
  </w:style>
  <w:style w:type="paragraph" w:styleId="Style66" w:customStyle="1">
    <w:name w:val="Подзаголовок для информации об изменениях"/>
    <w:basedOn w:val="Style49"/>
    <w:next w:val="Normal"/>
    <w:uiPriority w:val="99"/>
    <w:qFormat/>
    <w:rsid w:val="00310d40"/>
    <w:pPr/>
    <w:rPr>
      <w:b/>
      <w:bCs/>
    </w:rPr>
  </w:style>
  <w:style w:type="paragraph" w:styleId="Style67" w:customStyle="1">
    <w:name w:val="Подчёркнуный текст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68" w:customStyle="1">
    <w:name w:val="Постоянная часть"/>
    <w:basedOn w:val="Style41"/>
    <w:next w:val="Normal"/>
    <w:uiPriority w:val="99"/>
    <w:qFormat/>
    <w:rsid w:val="00310d40"/>
    <w:pPr/>
    <w:rPr>
      <w:sz w:val="20"/>
      <w:szCs w:val="20"/>
    </w:rPr>
  </w:style>
  <w:style w:type="paragraph" w:styleId="Style69" w:customStyle="1">
    <w:name w:val="Прижатый влево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70" w:customStyle="1">
    <w:name w:val="Пример."/>
    <w:basedOn w:val="Style37"/>
    <w:next w:val="Normal"/>
    <w:uiPriority w:val="99"/>
    <w:qFormat/>
    <w:rsid w:val="00310d40"/>
    <w:pPr/>
    <w:rPr/>
  </w:style>
  <w:style w:type="paragraph" w:styleId="Style71" w:customStyle="1">
    <w:name w:val="Примечание."/>
    <w:basedOn w:val="Style37"/>
    <w:next w:val="Normal"/>
    <w:uiPriority w:val="99"/>
    <w:qFormat/>
    <w:rsid w:val="00310d40"/>
    <w:pPr/>
    <w:rPr/>
  </w:style>
  <w:style w:type="paragraph" w:styleId="Style72" w:customStyle="1">
    <w:name w:val="Словарная статья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right="118" w:hanging="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3" w:customStyle="1">
    <w:name w:val="Ссылка на официальную публикацию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4" w:customStyle="1">
    <w:name w:val="Текст в таблице"/>
    <w:basedOn w:val="Style32"/>
    <w:next w:val="Normal"/>
    <w:uiPriority w:val="99"/>
    <w:qFormat/>
    <w:rsid w:val="00310d40"/>
    <w:pPr>
      <w:widowControl w:val="false"/>
      <w:ind w:firstLine="500"/>
    </w:pPr>
    <w:rPr>
      <w:rFonts w:eastAsia="Calibri"/>
      <w:lang w:eastAsia="ru-RU"/>
    </w:rPr>
  </w:style>
  <w:style w:type="paragraph" w:styleId="Style75" w:customStyle="1">
    <w:name w:val="Текст ЭР (см. также)"/>
    <w:basedOn w:val="Normal"/>
    <w:next w:val="Normal"/>
    <w:uiPriority w:val="99"/>
    <w:qFormat/>
    <w:rsid w:val="00310d40"/>
    <w:pPr>
      <w:widowControl w:val="false"/>
      <w:spacing w:lineRule="auto" w:line="240" w:before="200" w:after="0"/>
    </w:pPr>
    <w:rPr>
      <w:rFonts w:ascii="Arial" w:hAnsi="Arial" w:eastAsia="Calibri" w:cs="Arial"/>
      <w:sz w:val="20"/>
      <w:szCs w:val="20"/>
      <w:lang w:eastAsia="ru-RU"/>
    </w:rPr>
  </w:style>
  <w:style w:type="paragraph" w:styleId="Style76" w:customStyle="1">
    <w:name w:val="Технический комментари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color w:val="463F31"/>
      <w:sz w:val="24"/>
      <w:szCs w:val="24"/>
      <w:shd w:fill="FFFFA6" w:val="clear"/>
      <w:lang w:eastAsia="ru-RU"/>
    </w:rPr>
  </w:style>
  <w:style w:type="paragraph" w:styleId="Style77" w:customStyle="1">
    <w:name w:val="Формула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78" w:customStyle="1">
    <w:name w:val="Центрированный (таблица)"/>
    <w:basedOn w:val="Style32"/>
    <w:next w:val="Normal"/>
    <w:uiPriority w:val="99"/>
    <w:qFormat/>
    <w:rsid w:val="00310d40"/>
    <w:pPr>
      <w:widowControl w:val="false"/>
      <w:jc w:val="center"/>
    </w:pPr>
    <w:rPr>
      <w:rFonts w:eastAsia="Calibri"/>
      <w:lang w:eastAsia="ru-RU"/>
    </w:rPr>
  </w:style>
  <w:style w:type="paragraph" w:styleId="Style79" w:customStyle="1">
    <w:name w:val="ЭР-содержание (пра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qFormat/>
    <w:rsid w:val="00310d40"/>
    <w:pPr>
      <w:spacing w:lineRule="auto" w:line="240" w:before="0" w:after="0"/>
      <w:jc w:val="both"/>
    </w:pPr>
    <w:rPr>
      <w:rFonts w:ascii="Arial" w:hAnsi="Arial" w:eastAsia="Calibri" w:cs="Arial"/>
      <w:sz w:val="28"/>
      <w:szCs w:val="28"/>
      <w:lang w:eastAsia="ru-RU"/>
    </w:rPr>
  </w:style>
  <w:style w:type="paragraph" w:styleId="Style710" w:customStyle="1">
    <w:name w:val="Style7"/>
    <w:basedOn w:val="Normal"/>
    <w:uiPriority w:val="99"/>
    <w:qFormat/>
    <w:rsid w:val="00310d40"/>
    <w:pPr>
      <w:widowControl w:val="false"/>
      <w:spacing w:lineRule="exact" w:line="211" w:before="0" w:after="0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d40"/>
    <w:pPr>
      <w:spacing w:before="0" w:after="200"/>
      <w:ind w:left="720" w:hanging="0"/>
      <w:contextualSpacing/>
    </w:pPr>
    <w:rPr>
      <w:rFonts w:eastAsia="Calibri"/>
    </w:rPr>
  </w:style>
  <w:style w:type="paragraph" w:styleId="23" w:customStyle="1">
    <w:name w:val="Основной текст (2)"/>
    <w:basedOn w:val="Normal"/>
    <w:uiPriority w:val="99"/>
    <w:qFormat/>
    <w:rsid w:val="00310d40"/>
    <w:pPr>
      <w:shd w:val="clear" w:color="auto" w:fill="FFFFFF"/>
      <w:suppressAutoHyphens w:val="true"/>
      <w:spacing w:lineRule="exact" w:line="182" w:before="120" w:after="120"/>
      <w:jc w:val="center"/>
    </w:pPr>
    <w:rPr>
      <w:rFonts w:ascii="Times New Roman" w:hAnsi="Times New Roman"/>
      <w:b/>
      <w:bCs/>
      <w:sz w:val="17"/>
      <w:szCs w:val="17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Tahoma" w:hAnsi="Tahoma" w:eastAsia="Calibri"/>
      <w:sz w:val="16"/>
      <w:szCs w:val="20"/>
      <w:lang w:eastAsia="ru-RU"/>
    </w:rPr>
  </w:style>
  <w:style w:type="paragraph" w:styleId="13" w:customStyle="1">
    <w:name w:val="Абзац списка1"/>
    <w:basedOn w:val="Normal"/>
    <w:uiPriority w:val="99"/>
    <w:qFormat/>
    <w:rsid w:val="00b30a12"/>
    <w:pPr>
      <w:spacing w:before="0" w:after="200"/>
      <w:ind w:left="720" w:hanging="0"/>
      <w:contextualSpacing/>
    </w:pPr>
    <w:rPr/>
  </w:style>
  <w:style w:type="paragraph" w:styleId="Style80">
    <w:name w:val="Footnote Text"/>
    <w:basedOn w:val="Normal"/>
    <w:link w:val="Foot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1">
    <w:name w:val="Endnote Text"/>
    <w:basedOn w:val="Normal"/>
    <w:link w:val="End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2">
    <w:name w:val="Содержимое таблицы"/>
    <w:basedOn w:val="Normal"/>
    <w:qFormat/>
    <w:pPr>
      <w:suppressLineNumbers/>
    </w:pPr>
    <w:rPr/>
  </w:style>
  <w:style w:type="paragraph" w:styleId="Style83">
    <w:name w:val="Заголовок таблицы"/>
    <w:basedOn w:val="Style82"/>
    <w:qFormat/>
    <w:pPr>
      <w:suppressLineNumbers/>
      <w:jc w:val="center"/>
    </w:pPr>
    <w:rPr>
      <w:b/>
      <w:bCs/>
    </w:rPr>
  </w:style>
  <w:style w:type="paragraph" w:styleId="Style84">
    <w:name w:val="Body Text Indent"/>
    <w:basedOn w:val="Normal"/>
    <w:pPr>
      <w:ind w:left="360" w:hanging="0"/>
      <w:jc w:val="both"/>
    </w:pPr>
    <w:rPr>
      <w:rFonts w:ascii="Calibri" w:hAnsi="Calibri" w:eastAsia="Calibri"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de1a48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2640</TotalTime>
  <Application>LibreOffice/6.3.3.2$Windows_X86_64 LibreOffice_project/a64200df03143b798afd1ec74a12ab50359878ed</Application>
  <Pages>55</Pages>
  <Words>5583</Words>
  <Characters>32694</Characters>
  <CharactersWithSpaces>36457</CharactersWithSpaces>
  <Paragraphs>2416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2020-10-28T06:25:00Z</dcterms:created>
  <dc:creator>Darwin</dc:creator>
  <dc:description/>
  <dc:language>ru-RU</dc:language>
  <cp:lastModifiedBy/>
  <cp:lastPrinted>2021-12-01T09:59:51Z</cp:lastPrinted>
  <dcterms:modified xsi:type="dcterms:W3CDTF">2021-12-09T08:16:57Z</dcterms:modified>
  <cp:revision>449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