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952" w:rsidRDefault="008E3952">
      <w:pPr>
        <w:spacing w:before="72"/>
        <w:ind w:right="480"/>
        <w:jc w:val="right"/>
        <w:rPr>
          <w:sz w:val="14"/>
        </w:rPr>
      </w:pPr>
      <w:r>
        <w:rPr>
          <w:sz w:val="14"/>
        </w:rPr>
        <w:t>(вред.ПриказаМинфинаРоссииот30.11.2018№</w:t>
      </w:r>
      <w:r>
        <w:rPr>
          <w:spacing w:val="-2"/>
          <w:sz w:val="14"/>
        </w:rPr>
        <w:t>243н)</w:t>
      </w:r>
    </w:p>
    <w:p w:rsidR="008E3952" w:rsidRDefault="008E3952">
      <w:pPr>
        <w:pStyle w:val="BodyText"/>
        <w:spacing w:before="14"/>
        <w:rPr>
          <w:sz w:val="14"/>
        </w:rPr>
      </w:pPr>
    </w:p>
    <w:p w:rsidR="008E3952" w:rsidRDefault="008E3952">
      <w:pPr>
        <w:pStyle w:val="Heading1"/>
        <w:spacing w:line="249" w:lineRule="auto"/>
        <w:ind w:left="4979" w:right="3615" w:firstLine="368"/>
        <w:jc w:val="left"/>
      </w:pPr>
      <w:r>
        <w:t xml:space="preserve">РАЗДЕЛИТЕЛЬНЫЙ (ЛИКВИДАЦИОННЫЙ) БАЛАНС </w:t>
      </w:r>
      <w:r>
        <w:rPr>
          <w:spacing w:val="-2"/>
        </w:rPr>
        <w:t>ГОСУДАРСТВЕННОГО (МУНИЦИПАЛЬНОГО) УЧРЕЖДЕНИЯ</w:t>
      </w:r>
    </w:p>
    <w:p w:rsidR="008E3952" w:rsidRDefault="008E3952">
      <w:pPr>
        <w:pStyle w:val="BodyText"/>
        <w:spacing w:before="100"/>
        <w:rPr>
          <w:rFonts w:ascii="Arial"/>
          <w:b/>
        </w:rPr>
      </w:pPr>
    </w:p>
    <w:p w:rsidR="008E3952" w:rsidRDefault="008E3952">
      <w:pPr>
        <w:pStyle w:val="BodyText"/>
        <w:ind w:right="1745"/>
        <w:jc w:val="right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6" type="#_x0000_t202" style="position:absolute;left:0;text-align:left;margin-left:750.1pt;margin-top:-14.2pt;width:64.5pt;height:165.35pt;z-index:251649024;mso-position-horizontal-relative:page" filled="f" stroked="f">
            <v:textbox inset="0,0,0,0">
              <w:txbxContent>
                <w:tbl>
                  <w:tblPr>
                    <w:tblW w:w="0" w:type="auto"/>
                    <w:tblInd w:w="82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134"/>
                  </w:tblGrid>
                  <w:tr w:rsidR="008E3952" w:rsidTr="00025E2C">
                    <w:trPr>
                      <w:trHeight w:val="187"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E3952" w:rsidRDefault="008E3952">
                        <w:pPr>
                          <w:pStyle w:val="TableParagraph"/>
                          <w:spacing w:line="168" w:lineRule="exact"/>
                          <w:ind w:left="36" w:right="1"/>
                          <w:rPr>
                            <w:sz w:val="16"/>
                          </w:rPr>
                        </w:pPr>
                        <w:r>
                          <w:rPr>
                            <w:spacing w:val="-4"/>
                            <w:sz w:val="16"/>
                          </w:rPr>
                          <w:t>КОДЫ</w:t>
                        </w:r>
                      </w:p>
                    </w:tc>
                  </w:tr>
                  <w:tr w:rsidR="008E3952" w:rsidTr="00025E2C">
                    <w:trPr>
                      <w:trHeight w:val="215"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E3952" w:rsidRDefault="008E3952">
                        <w:pPr>
                          <w:pStyle w:val="TableParagraph"/>
                          <w:spacing w:before="13"/>
                          <w:ind w:left="36" w:right="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0503830</w:t>
                        </w:r>
                      </w:p>
                    </w:tc>
                  </w:tr>
                  <w:tr w:rsidR="008E3952" w:rsidTr="00025E2C">
                    <w:trPr>
                      <w:trHeight w:val="215"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E3952" w:rsidRDefault="008E3952">
                        <w:pPr>
                          <w:pStyle w:val="TableParagraph"/>
                          <w:spacing w:before="18" w:line="178" w:lineRule="exact"/>
                          <w:ind w:left="36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20.12.2024</w:t>
                        </w:r>
                      </w:p>
                    </w:tc>
                  </w:tr>
                  <w:tr w:rsidR="008E3952" w:rsidTr="00025E2C">
                    <w:trPr>
                      <w:trHeight w:val="211"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E3952" w:rsidRDefault="008E3952">
                        <w:pPr>
                          <w:pStyle w:val="TableParagraph"/>
                          <w:spacing w:before="13" w:line="178" w:lineRule="exact"/>
                          <w:ind w:left="36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84.11.35</w:t>
                        </w:r>
                      </w:p>
                    </w:tc>
                  </w:tr>
                  <w:tr w:rsidR="008E3952" w:rsidTr="00025E2C">
                    <w:trPr>
                      <w:trHeight w:val="215"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E3952" w:rsidRDefault="008E3952">
                        <w:pPr>
                          <w:pStyle w:val="TableParagraph"/>
                          <w:spacing w:before="13"/>
                          <w:ind w:left="36" w:right="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79564488</w:t>
                        </w:r>
                      </w:p>
                    </w:tc>
                  </w:tr>
                  <w:tr w:rsidR="008E3952" w:rsidTr="00025E2C">
                    <w:trPr>
                      <w:trHeight w:val="283"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E3952" w:rsidRDefault="008E3952">
                        <w:pPr>
                          <w:pStyle w:val="TableParagraph"/>
                          <w:spacing w:before="81"/>
                          <w:ind w:left="36" w:right="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2341012458</w:t>
                        </w:r>
                      </w:p>
                    </w:tc>
                  </w:tr>
                  <w:tr w:rsidR="008E3952" w:rsidTr="00025E2C">
                    <w:trPr>
                      <w:trHeight w:val="283"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E3952" w:rsidRDefault="008E3952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8E3952" w:rsidTr="00025E2C">
                    <w:trPr>
                      <w:trHeight w:val="283"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E3952" w:rsidRDefault="008E3952">
                        <w:pPr>
                          <w:pStyle w:val="TableParagraph"/>
                          <w:spacing w:before="81"/>
                          <w:ind w:left="36" w:right="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03632413</w:t>
                        </w:r>
                      </w:p>
                    </w:tc>
                  </w:tr>
                  <w:tr w:rsidR="008E3952" w:rsidTr="00025E2C">
                    <w:trPr>
                      <w:trHeight w:val="341"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E3952" w:rsidRDefault="008E3952">
                        <w:pPr>
                          <w:pStyle w:val="TableParagraph"/>
                          <w:spacing w:before="113"/>
                          <w:ind w:left="36" w:right="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04089712</w:t>
                        </w:r>
                      </w:p>
                    </w:tc>
                  </w:tr>
                  <w:tr w:rsidR="008E3952" w:rsidTr="00025E2C">
                    <w:trPr>
                      <w:trHeight w:val="254"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E3952" w:rsidRDefault="008E3952">
                        <w:pPr>
                          <w:pStyle w:val="TableParagraph"/>
                          <w:spacing w:before="52"/>
                          <w:ind w:left="36" w:right="1"/>
                          <w:rPr>
                            <w:sz w:val="16"/>
                          </w:rPr>
                        </w:pPr>
                        <w:r>
                          <w:rPr>
                            <w:spacing w:val="-5"/>
                            <w:sz w:val="16"/>
                          </w:rPr>
                          <w:t>992</w:t>
                        </w:r>
                      </w:p>
                    </w:tc>
                  </w:tr>
                  <w:tr w:rsidR="008E3952" w:rsidTr="00025E2C">
                    <w:trPr>
                      <w:trHeight w:val="220"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E3952" w:rsidRDefault="008E3952">
                        <w:pPr>
                          <w:pStyle w:val="TableParagraph"/>
                          <w:spacing w:before="18"/>
                          <w:ind w:left="36" w:right="1"/>
                          <w:rPr>
                            <w:sz w:val="16"/>
                          </w:rPr>
                        </w:pPr>
                        <w:r>
                          <w:rPr>
                            <w:spacing w:val="-5"/>
                            <w:sz w:val="16"/>
                          </w:rPr>
                          <w:t>90</w:t>
                        </w:r>
                      </w:p>
                    </w:tc>
                  </w:tr>
                  <w:tr w:rsidR="008E3952" w:rsidTr="00025E2C">
                    <w:trPr>
                      <w:trHeight w:val="215"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E3952" w:rsidRDefault="008E3952">
                        <w:pPr>
                          <w:pStyle w:val="TableParagraph"/>
                          <w:spacing w:before="18" w:line="177" w:lineRule="exact"/>
                          <w:ind w:left="13"/>
                          <w:rPr>
                            <w:sz w:val="16"/>
                          </w:rPr>
                        </w:pPr>
                        <w:r>
                          <w:rPr>
                            <w:spacing w:val="-5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8E3952" w:rsidRDefault="008E3952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spacing w:val="-2"/>
        </w:rPr>
        <w:t xml:space="preserve">Форма по </w:t>
      </w:r>
      <w:r>
        <w:rPr>
          <w:spacing w:val="-4"/>
        </w:rPr>
        <w:t>ОКУД</w:t>
      </w:r>
    </w:p>
    <w:p w:rsidR="008E3952" w:rsidRDefault="008E3952">
      <w:pPr>
        <w:pStyle w:val="BodyText"/>
        <w:tabs>
          <w:tab w:val="left" w:pos="7150"/>
          <w:tab w:val="left" w:pos="8751"/>
          <w:tab w:val="left" w:pos="14169"/>
        </w:tabs>
        <w:spacing w:before="7"/>
        <w:ind w:left="5237"/>
      </w:pPr>
      <w:r>
        <w:rPr>
          <w:noProof/>
          <w:lang w:eastAsia="ru-RU"/>
        </w:rPr>
        <w:pict>
          <v:group id="docshapegroup2" o:spid="_x0000_s1027" style="position:absolute;left:0;text-align:left;margin-left:309pt;margin-top:13pt;width:14.2pt;height:1pt;z-index:-251663360;mso-wrap-distance-left:0;mso-wrap-distance-right:0;mso-position-horizontal-relative:page" coordorigin="6180,260" coordsize="284,20">
            <v:rect id="docshape3" o:spid="_x0000_s1028" style="position:absolute;left:6179;top:259;width:284;height:20" fillcolor="black" stroked="f"/>
            <v:rect id="docshape4" o:spid="_x0000_s1029" style="position:absolute;left:6179;top:259;width:284;height:20" fillcolor="black" stroked="f"/>
            <w10:wrap type="topAndBottom" anchorx="page"/>
          </v:group>
        </w:pict>
      </w:r>
      <w:r>
        <w:rPr>
          <w:noProof/>
          <w:lang w:eastAsia="ru-RU"/>
        </w:rPr>
        <w:pict>
          <v:group id="docshapegroup5" o:spid="_x0000_s1030" style="position:absolute;left:0;text-align:left;margin-left:337.3pt;margin-top:13pt;width:113.4pt;height:1pt;z-index:-251662336;mso-wrap-distance-left:0;mso-wrap-distance-right:0;mso-position-horizontal-relative:page" coordorigin="6746,260" coordsize="2268,20">
            <v:rect id="docshape6" o:spid="_x0000_s1031" style="position:absolute;left:6746;top:259;width:2268;height:20" fillcolor="black" stroked="f"/>
            <v:rect id="docshape7" o:spid="_x0000_s1032" style="position:absolute;left:6746;top:259;width:2268;height:20" fillcolor="black" stroked="f"/>
            <w10:wrap type="topAndBottom" anchorx="page"/>
          </v:group>
        </w:pict>
      </w:r>
      <w:r>
        <w:rPr>
          <w:noProof/>
          <w:lang w:eastAsia="ru-RU"/>
        </w:rPr>
        <w:pict>
          <v:group id="docshapegroup8" o:spid="_x0000_s1033" style="position:absolute;left:0;text-align:left;margin-left:470.55pt;margin-top:13pt;width:14.2pt;height:1pt;z-index:-251661312;mso-wrap-distance-left:0;mso-wrap-distance-right:0;mso-position-horizontal-relative:page" coordorigin="9411,260" coordsize="284,20">
            <v:rect id="docshape9" o:spid="_x0000_s1034" style="position:absolute;left:9410;top:259;width:284;height:20" fillcolor="black" stroked="f"/>
            <v:rect id="docshape10" o:spid="_x0000_s1035" style="position:absolute;left:9410;top:259;width:284;height:20" fillcolor="black" stroked="f"/>
            <w10:wrap type="topAndBottom" anchorx="page"/>
          </v:group>
        </w:pict>
      </w:r>
      <w:r>
        <w:t xml:space="preserve">     на    20                       декабря                                </w:t>
      </w:r>
      <w:smartTag w:uri="urn:schemas-microsoft-com:office:smarttags" w:element="metricconverter">
        <w:smartTagPr>
          <w:attr w:name="ProductID" w:val="2024 г"/>
        </w:smartTagPr>
        <w:r>
          <w:t>2024 г</w:t>
        </w:r>
      </w:smartTag>
      <w:r>
        <w:t>.</w:t>
      </w:r>
    </w:p>
    <w:p w:rsidR="008E3952" w:rsidRDefault="008E3952">
      <w:pPr>
        <w:pStyle w:val="BodyText"/>
        <w:spacing w:before="44"/>
        <w:ind w:right="1745"/>
        <w:jc w:val="right"/>
      </w:pPr>
      <w:r>
        <w:rPr>
          <w:spacing w:val="-2"/>
        </w:rPr>
        <w:t>ОКВЭД</w:t>
      </w:r>
    </w:p>
    <w:p w:rsidR="008E3952" w:rsidRDefault="008E3952">
      <w:pPr>
        <w:pStyle w:val="BodyText"/>
        <w:spacing w:before="67"/>
        <w:ind w:right="1745"/>
        <w:jc w:val="right"/>
      </w:pPr>
      <w:r>
        <w:t>по</w:t>
      </w:r>
      <w:r>
        <w:rPr>
          <w:spacing w:val="-4"/>
        </w:rPr>
        <w:t xml:space="preserve"> ОКПО</w:t>
      </w:r>
    </w:p>
    <w:p w:rsidR="008E3952" w:rsidRDefault="008E3952">
      <w:pPr>
        <w:pStyle w:val="BodyText"/>
        <w:tabs>
          <w:tab w:val="left" w:pos="4829"/>
          <w:tab w:val="left" w:pos="14177"/>
        </w:tabs>
        <w:spacing w:before="93" w:line="364" w:lineRule="auto"/>
        <w:ind w:left="28" w:right="1745"/>
      </w:pPr>
      <w:r>
        <w:rPr>
          <w:noProof/>
          <w:lang w:eastAsia="ru-RU"/>
        </w:rPr>
        <w:pict>
          <v:group id="docshapegroup11" o:spid="_x0000_s1036" style="position:absolute;left:0;text-align:left;margin-left:150.25pt;margin-top:15.75pt;width:496.1pt;height:1pt;z-index:-251666432;mso-position-horizontal-relative:page" coordorigin="3005,315" coordsize="9922,20">
            <v:rect id="docshape12" o:spid="_x0000_s1037" style="position:absolute;left:3004;top:314;width:2892;height:20" fillcolor="black" stroked="f"/>
            <v:rect id="docshape13" o:spid="_x0000_s1038" style="position:absolute;left:5896;top:314;width:284;height:20" fillcolor="black" stroked="f"/>
            <v:rect id="docshape14" o:spid="_x0000_s1039" style="position:absolute;left:6179;top:314;width:284;height:20" fillcolor="black" stroked="f"/>
            <v:rect id="docshape15" o:spid="_x0000_s1040" style="position:absolute;left:6462;top:314;width:284;height:20" fillcolor="black" stroked="f"/>
            <v:rect id="docshape16" o:spid="_x0000_s1041" style="position:absolute;left:6746;top:314;width:2268;height:20" fillcolor="black" stroked="f"/>
            <v:rect id="docshape17" o:spid="_x0000_s1042" style="position:absolute;left:9014;top:314;width:397;height:20" fillcolor="black" stroked="f"/>
            <v:rect id="docshape18" o:spid="_x0000_s1043" style="position:absolute;left:9410;top:314;width:284;height:20" fillcolor="black" stroked="f"/>
            <v:rect id="docshape19" o:spid="_x0000_s1044" style="position:absolute;left:9694;top:314;width:3232;height:20" fillcolor="black" stroked="f"/>
            <v:rect id="docshape20" o:spid="_x0000_s1045" style="position:absolute;left:3004;top:314;width:2892;height:20" fillcolor="black" stroked="f"/>
            <v:rect id="docshape21" o:spid="_x0000_s1046" style="position:absolute;left:5896;top:314;width:284;height:20" fillcolor="black" stroked="f"/>
            <v:rect id="docshape22" o:spid="_x0000_s1047" style="position:absolute;left:6179;top:314;width:284;height:20" fillcolor="black" stroked="f"/>
            <v:rect id="docshape23" o:spid="_x0000_s1048" style="position:absolute;left:6462;top:314;width:284;height:20" fillcolor="black" stroked="f"/>
            <v:rect id="docshape24" o:spid="_x0000_s1049" style="position:absolute;left:6746;top:314;width:2268;height:20" fillcolor="black" stroked="f"/>
            <v:rect id="docshape25" o:spid="_x0000_s1050" style="position:absolute;left:9014;top:314;width:397;height:20" fillcolor="black" stroked="f"/>
            <v:rect id="docshape26" o:spid="_x0000_s1051" style="position:absolute;left:9410;top:314;width:284;height:20" fillcolor="black" stroked="f"/>
            <v:rect id="docshape27" o:spid="_x0000_s1052" style="position:absolute;left:9694;top:314;width:3232;height:20" fillcolor="black" stroked="f"/>
            <w10:wrap anchorx="page"/>
          </v:group>
        </w:pict>
      </w:r>
      <w:r>
        <w:rPr>
          <w:noProof/>
          <w:lang w:eastAsia="ru-RU"/>
        </w:rPr>
        <w:pict>
          <v:group id="docshapegroup28" o:spid="_x0000_s1053" style="position:absolute;left:0;text-align:left;margin-left:150.25pt;margin-top:30.9pt;width:496.1pt;height:1pt;z-index:251644928;mso-position-horizontal-relative:page" coordorigin="3005,618" coordsize="9922,20">
            <v:rect id="docshape29" o:spid="_x0000_s1054" style="position:absolute;left:3004;top:618;width:2892;height:20" fillcolor="black" stroked="f"/>
            <v:rect id="docshape30" o:spid="_x0000_s1055" style="position:absolute;left:5896;top:618;width:284;height:20" fillcolor="black" stroked="f"/>
            <v:rect id="docshape31" o:spid="_x0000_s1056" style="position:absolute;left:6179;top:618;width:284;height:20" fillcolor="black" stroked="f"/>
            <v:rect id="docshape32" o:spid="_x0000_s1057" style="position:absolute;left:6462;top:618;width:284;height:20" fillcolor="black" stroked="f"/>
            <v:rect id="docshape33" o:spid="_x0000_s1058" style="position:absolute;left:6746;top:618;width:2268;height:20" fillcolor="black" stroked="f"/>
            <v:rect id="docshape34" o:spid="_x0000_s1059" style="position:absolute;left:9014;top:618;width:397;height:20" fillcolor="black" stroked="f"/>
            <v:rect id="docshape35" o:spid="_x0000_s1060" style="position:absolute;left:9410;top:618;width:284;height:20" fillcolor="black" stroked="f"/>
            <v:rect id="docshape36" o:spid="_x0000_s1061" style="position:absolute;left:9694;top:618;width:3232;height:20" fillcolor="black" stroked="f"/>
            <v:rect id="docshape37" o:spid="_x0000_s1062" style="position:absolute;left:3004;top:618;width:2892;height:20" fillcolor="black" stroked="f"/>
            <v:rect id="docshape38" o:spid="_x0000_s1063" style="position:absolute;left:5896;top:618;width:284;height:20" fillcolor="black" stroked="f"/>
            <v:rect id="docshape39" o:spid="_x0000_s1064" style="position:absolute;left:6179;top:618;width:284;height:20" fillcolor="black" stroked="f"/>
            <v:rect id="docshape40" o:spid="_x0000_s1065" style="position:absolute;left:6462;top:618;width:284;height:20" fillcolor="black" stroked="f"/>
            <v:rect id="docshape41" o:spid="_x0000_s1066" style="position:absolute;left:6746;top:618;width:2268;height:20" fillcolor="black" stroked="f"/>
            <v:rect id="docshape42" o:spid="_x0000_s1067" style="position:absolute;left:9014;top:618;width:397;height:20" fillcolor="black" stroked="f"/>
            <v:rect id="docshape43" o:spid="_x0000_s1068" style="position:absolute;left:9410;top:618;width:284;height:20" fillcolor="black" stroked="f"/>
            <v:rect id="docshape44" o:spid="_x0000_s1069" style="position:absolute;left:9694;top:618;width:3232;height:20" fillcolor="black" stroked="f"/>
            <w10:wrap anchorx="page"/>
          </v:group>
        </w:pict>
      </w:r>
      <w:r>
        <w:rPr>
          <w:spacing w:val="-2"/>
          <w:position w:val="3"/>
        </w:rPr>
        <w:t>Учреждение</w:t>
      </w:r>
      <w:r>
        <w:rPr>
          <w:position w:val="3"/>
        </w:rPr>
        <w:tab/>
      </w:r>
      <w:r>
        <w:rPr>
          <w:position w:val="1"/>
        </w:rPr>
        <w:t>Совет Новоплатнировского сельского поселения Ленинградского района</w:t>
      </w:r>
      <w:r>
        <w:rPr>
          <w:position w:val="1"/>
        </w:rPr>
        <w:tab/>
      </w:r>
      <w:r>
        <w:rPr>
          <w:spacing w:val="-4"/>
        </w:rPr>
        <w:t>ИНН</w:t>
      </w:r>
      <w:r>
        <w:t xml:space="preserve"> Обособленное подразделение</w:t>
      </w:r>
    </w:p>
    <w:p w:rsidR="008E3952" w:rsidRDefault="008E3952">
      <w:pPr>
        <w:pStyle w:val="BodyText"/>
        <w:tabs>
          <w:tab w:val="left" w:pos="5361"/>
          <w:tab w:val="left" w:pos="13731"/>
        </w:tabs>
        <w:spacing w:before="26"/>
        <w:ind w:left="28"/>
      </w:pPr>
      <w:r>
        <w:rPr>
          <w:noProof/>
          <w:lang w:eastAsia="ru-RU"/>
        </w:rPr>
        <w:pict>
          <v:group id="docshapegroup45" o:spid="_x0000_s1070" style="position:absolute;left:0;text-align:left;margin-left:150.25pt;margin-top:12.4pt;width:496.1pt;height:1pt;z-index:251645952;mso-position-horizontal-relative:page" coordorigin="3005,248" coordsize="9922,20">
            <v:rect id="docshape46" o:spid="_x0000_s1071" style="position:absolute;left:3004;top:248;width:2892;height:20" fillcolor="black" stroked="f"/>
            <v:rect id="docshape47" o:spid="_x0000_s1072" style="position:absolute;left:5896;top:248;width:284;height:20" fillcolor="black" stroked="f"/>
            <v:rect id="docshape48" o:spid="_x0000_s1073" style="position:absolute;left:6179;top:248;width:284;height:20" fillcolor="black" stroked="f"/>
            <v:rect id="docshape49" o:spid="_x0000_s1074" style="position:absolute;left:6462;top:248;width:284;height:20" fillcolor="black" stroked="f"/>
            <v:rect id="docshape50" o:spid="_x0000_s1075" style="position:absolute;left:6746;top:248;width:2268;height:20" fillcolor="black" stroked="f"/>
            <v:rect id="docshape51" o:spid="_x0000_s1076" style="position:absolute;left:9014;top:248;width:397;height:20" fillcolor="black" stroked="f"/>
            <v:rect id="docshape52" o:spid="_x0000_s1077" style="position:absolute;left:9410;top:248;width:284;height:20" fillcolor="black" stroked="f"/>
            <v:rect id="docshape53" o:spid="_x0000_s1078" style="position:absolute;left:9694;top:248;width:3232;height:20" fillcolor="black" stroked="f"/>
            <v:rect id="docshape54" o:spid="_x0000_s1079" style="position:absolute;left:3004;top:248;width:2892;height:20" fillcolor="black" stroked="f"/>
            <v:rect id="docshape55" o:spid="_x0000_s1080" style="position:absolute;left:5896;top:248;width:284;height:20" fillcolor="black" stroked="f"/>
            <v:rect id="docshape56" o:spid="_x0000_s1081" style="position:absolute;left:6179;top:248;width:284;height:20" fillcolor="black" stroked="f"/>
            <v:rect id="docshape57" o:spid="_x0000_s1082" style="position:absolute;left:6462;top:248;width:284;height:20" fillcolor="black" stroked="f"/>
            <v:rect id="docshape58" o:spid="_x0000_s1083" style="position:absolute;left:6746;top:248;width:2268;height:20" fillcolor="black" stroked="f"/>
            <v:rect id="docshape59" o:spid="_x0000_s1084" style="position:absolute;left:9014;top:248;width:397;height:20" fillcolor="black" stroked="f"/>
            <v:rect id="docshape60" o:spid="_x0000_s1085" style="position:absolute;left:9410;top:248;width:284;height:20" fillcolor="black" stroked="f"/>
            <v:rect id="docshape61" o:spid="_x0000_s1086" style="position:absolute;left:9694;top:248;width:3232;height:20" fillcolor="black" stroked="f"/>
            <w10:wrap anchorx="page"/>
          </v:group>
        </w:pict>
      </w:r>
      <w:r>
        <w:rPr>
          <w:spacing w:val="-2"/>
          <w:position w:val="3"/>
        </w:rPr>
        <w:t>Учредитель</w:t>
      </w:r>
      <w:r>
        <w:rPr>
          <w:position w:val="3"/>
        </w:rPr>
        <w:tab/>
      </w:r>
      <w:r>
        <w:rPr>
          <w:spacing w:val="-2"/>
          <w:position w:val="1"/>
        </w:rPr>
        <w:t>Администрация Новоплатнировского сельского поселения</w:t>
      </w:r>
      <w:r>
        <w:rPr>
          <w:position w:val="1"/>
        </w:rPr>
        <w:tab/>
      </w:r>
      <w:r>
        <w:t xml:space="preserve">по </w:t>
      </w:r>
      <w:r>
        <w:rPr>
          <w:spacing w:val="-2"/>
        </w:rPr>
        <w:t>ОКТМО</w:t>
      </w:r>
    </w:p>
    <w:p w:rsidR="008E3952" w:rsidRDefault="008E3952">
      <w:pPr>
        <w:pStyle w:val="BodyText"/>
        <w:sectPr w:rsidR="008E3952">
          <w:type w:val="continuous"/>
          <w:pgSz w:w="16840" w:h="11910" w:orient="landscape"/>
          <w:pgMar w:top="480" w:right="141" w:bottom="280" w:left="425" w:header="720" w:footer="720" w:gutter="0"/>
          <w:cols w:space="720"/>
        </w:sectPr>
      </w:pPr>
    </w:p>
    <w:p w:rsidR="008E3952" w:rsidRDefault="008E3952">
      <w:pPr>
        <w:pStyle w:val="BodyText"/>
        <w:spacing w:before="11" w:line="292" w:lineRule="auto"/>
        <w:ind w:left="28"/>
      </w:pPr>
      <w:r>
        <w:rPr>
          <w:spacing w:val="-2"/>
        </w:rPr>
        <w:t>Наименование органа, осуществляющего</w:t>
      </w:r>
    </w:p>
    <w:p w:rsidR="008E3952" w:rsidRDefault="008E3952">
      <w:pPr>
        <w:pStyle w:val="BodyText"/>
        <w:spacing w:before="11"/>
        <w:ind w:right="1745"/>
        <w:jc w:val="right"/>
      </w:pPr>
      <w:r>
        <w:br w:type="column"/>
        <w:t>по</w:t>
      </w:r>
      <w:r>
        <w:rPr>
          <w:spacing w:val="-4"/>
        </w:rPr>
        <w:t xml:space="preserve"> ОКПО</w:t>
      </w:r>
    </w:p>
    <w:p w:rsidR="008E3952" w:rsidRDefault="008E3952">
      <w:pPr>
        <w:pStyle w:val="BodyText"/>
        <w:spacing w:before="11"/>
        <w:ind w:right="1745"/>
        <w:jc w:val="right"/>
      </w:pPr>
      <w:r>
        <w:rPr>
          <w:spacing w:val="-5"/>
        </w:rPr>
        <w:t>ИНН</w:t>
      </w:r>
    </w:p>
    <w:p w:rsidR="008E3952" w:rsidRDefault="008E3952">
      <w:pPr>
        <w:pStyle w:val="BodyText"/>
        <w:jc w:val="right"/>
        <w:sectPr w:rsidR="008E3952">
          <w:type w:val="continuous"/>
          <w:pgSz w:w="16840" w:h="11910" w:orient="landscape"/>
          <w:pgMar w:top="480" w:right="141" w:bottom="280" w:left="425" w:header="720" w:footer="720" w:gutter="0"/>
          <w:cols w:num="2" w:space="720" w:equalWidth="0">
            <w:col w:w="1725" w:space="12094"/>
            <w:col w:w="2455"/>
          </w:cols>
        </w:sectPr>
      </w:pPr>
    </w:p>
    <w:p w:rsidR="008E3952" w:rsidRDefault="008E3952">
      <w:pPr>
        <w:pStyle w:val="BodyText"/>
        <w:tabs>
          <w:tab w:val="left" w:pos="5361"/>
          <w:tab w:val="left" w:pos="13629"/>
        </w:tabs>
        <w:spacing w:line="280" w:lineRule="auto"/>
        <w:ind w:left="28" w:right="1745"/>
      </w:pPr>
      <w:r>
        <w:rPr>
          <w:noProof/>
          <w:lang w:eastAsia="ru-RU"/>
        </w:rPr>
        <w:pict>
          <v:group id="docshapegroup62" o:spid="_x0000_s1087" style="position:absolute;left:0;text-align:left;margin-left:150.25pt;margin-top:10.95pt;width:496.1pt;height:1pt;z-index:251646976;mso-position-horizontal-relative:page" coordorigin="3005,219" coordsize="9922,20">
            <v:rect id="docshape63" o:spid="_x0000_s1088" style="position:absolute;left:3004;top:219;width:2892;height:20" fillcolor="black" stroked="f"/>
            <v:rect id="docshape64" o:spid="_x0000_s1089" style="position:absolute;left:5896;top:219;width:284;height:20" fillcolor="black" stroked="f"/>
            <v:rect id="docshape65" o:spid="_x0000_s1090" style="position:absolute;left:6179;top:219;width:284;height:20" fillcolor="black" stroked="f"/>
            <v:rect id="docshape66" o:spid="_x0000_s1091" style="position:absolute;left:6462;top:219;width:284;height:20" fillcolor="black" stroked="f"/>
            <v:rect id="docshape67" o:spid="_x0000_s1092" style="position:absolute;left:6746;top:219;width:2268;height:20" fillcolor="black" stroked="f"/>
            <v:rect id="docshape68" o:spid="_x0000_s1093" style="position:absolute;left:9014;top:219;width:397;height:20" fillcolor="black" stroked="f"/>
            <v:rect id="docshape69" o:spid="_x0000_s1094" style="position:absolute;left:9410;top:219;width:284;height:20" fillcolor="black" stroked="f"/>
            <v:rect id="docshape70" o:spid="_x0000_s1095" style="position:absolute;left:9694;top:219;width:3232;height:20" fillcolor="black" stroked="f"/>
            <v:rect id="docshape71" o:spid="_x0000_s1096" style="position:absolute;left:3004;top:219;width:2892;height:20" fillcolor="black" stroked="f"/>
            <v:rect id="docshape72" o:spid="_x0000_s1097" style="position:absolute;left:5896;top:219;width:284;height:20" fillcolor="black" stroked="f"/>
            <v:rect id="docshape73" o:spid="_x0000_s1098" style="position:absolute;left:6179;top:219;width:284;height:20" fillcolor="black" stroked="f"/>
            <v:rect id="docshape74" o:spid="_x0000_s1099" style="position:absolute;left:6462;top:219;width:284;height:20" fillcolor="black" stroked="f"/>
            <v:rect id="docshape75" o:spid="_x0000_s1100" style="position:absolute;left:6746;top:219;width:2268;height:20" fillcolor="black" stroked="f"/>
            <v:rect id="docshape76" o:spid="_x0000_s1101" style="position:absolute;left:9014;top:219;width:397;height:20" fillcolor="black" stroked="f"/>
            <v:rect id="docshape77" o:spid="_x0000_s1102" style="position:absolute;left:9410;top:219;width:284;height:20" fillcolor="black" stroked="f"/>
            <v:rect id="docshape78" o:spid="_x0000_s1103" style="position:absolute;left:9694;top:219;width:3232;height:20" fillcolor="black" stroked="f"/>
            <w10:wrap anchorx="page"/>
          </v:group>
        </w:pict>
      </w:r>
      <w:r>
        <w:rPr>
          <w:position w:val="3"/>
        </w:rPr>
        <w:t>полномочия учредителя</w:t>
      </w:r>
      <w:r>
        <w:rPr>
          <w:position w:val="3"/>
        </w:rPr>
        <w:tab/>
      </w:r>
      <w:r>
        <w:rPr>
          <w:position w:val="1"/>
        </w:rPr>
        <w:t>Администрация Новоплатнировского сельского поселения</w:t>
      </w:r>
      <w:r>
        <w:rPr>
          <w:position w:val="1"/>
        </w:rPr>
        <w:tab/>
      </w:r>
      <w:r>
        <w:rPr>
          <w:spacing w:val="-2"/>
        </w:rPr>
        <w:t xml:space="preserve">Глава по БК </w:t>
      </w:r>
      <w:r>
        <w:t>Периодичность: на нерегулярной основе (на дату ликвидации/реорганизации/изменения типа учреждения)</w:t>
      </w:r>
    </w:p>
    <w:p w:rsidR="008E3952" w:rsidRDefault="008E3952">
      <w:pPr>
        <w:pStyle w:val="BodyText"/>
        <w:tabs>
          <w:tab w:val="left" w:pos="13865"/>
        </w:tabs>
        <w:spacing w:before="34"/>
        <w:ind w:left="28"/>
        <w:rPr>
          <w:position w:val="-2"/>
        </w:rPr>
      </w:pPr>
      <w:r>
        <w:rPr>
          <w:noProof/>
          <w:lang w:eastAsia="ru-RU"/>
        </w:rPr>
        <w:pict>
          <v:shape id="docshape79" o:spid="_x0000_s1104" style="position:absolute;left:0;text-align:left;margin-left:809.8pt;margin-top:.8pt;width:1.8pt;height:13.35pt;z-index:251648000;mso-position-horizontal-relative:page" coordorigin="16196,16" coordsize="36,267" path="m16232,282r-36,-36l16196,26r18,-10l16232,16r,266xe" fillcolor="black" stroked="f">
            <v:path arrowok="t"/>
            <w10:wrap anchorx="page"/>
          </v:shape>
        </w:pict>
      </w:r>
      <w:r>
        <w:rPr>
          <w:spacing w:val="-2"/>
        </w:rPr>
        <w:t xml:space="preserve">Единица измерения: </w:t>
      </w:r>
      <w:r>
        <w:rPr>
          <w:spacing w:val="-4"/>
        </w:rPr>
        <w:t>руб.</w:t>
      </w:r>
      <w:r>
        <w:tab/>
      </w:r>
      <w:r>
        <w:rPr>
          <w:position w:val="-2"/>
        </w:rPr>
        <w:t>по</w:t>
      </w:r>
      <w:r>
        <w:rPr>
          <w:spacing w:val="-4"/>
          <w:position w:val="-2"/>
        </w:rPr>
        <w:t xml:space="preserve"> ОКЕИ</w:t>
      </w:r>
    </w:p>
    <w:p w:rsidR="008E3952" w:rsidRDefault="008E3952">
      <w:pPr>
        <w:pStyle w:val="BodyText"/>
        <w:spacing w:before="66"/>
        <w:rPr>
          <w:sz w:val="20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13"/>
        <w:gridCol w:w="624"/>
        <w:gridCol w:w="1191"/>
        <w:gridCol w:w="1191"/>
        <w:gridCol w:w="1191"/>
        <w:gridCol w:w="1191"/>
        <w:gridCol w:w="1191"/>
        <w:gridCol w:w="1191"/>
        <w:gridCol w:w="1191"/>
        <w:gridCol w:w="1191"/>
      </w:tblGrid>
      <w:tr w:rsidR="008E3952" w:rsidTr="00DF7044">
        <w:trPr>
          <w:trHeight w:val="192"/>
        </w:trPr>
        <w:tc>
          <w:tcPr>
            <w:tcW w:w="5613" w:type="dxa"/>
            <w:vMerge w:val="restart"/>
          </w:tcPr>
          <w:p w:rsidR="008E3952" w:rsidRDefault="008E3952">
            <w:pPr>
              <w:pStyle w:val="TableParagraph"/>
              <w:spacing w:before="106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5"/>
              <w:rPr>
                <w:sz w:val="16"/>
              </w:rPr>
            </w:pPr>
            <w:r>
              <w:rPr>
                <w:sz w:val="16"/>
              </w:rPr>
              <w:t>АКТИ</w:t>
            </w:r>
            <w:r>
              <w:rPr>
                <w:spacing w:val="-10"/>
                <w:sz w:val="16"/>
              </w:rPr>
              <w:t>В</w:t>
            </w:r>
          </w:p>
        </w:tc>
        <w:tc>
          <w:tcPr>
            <w:tcW w:w="624" w:type="dxa"/>
            <w:vMerge w:val="restart"/>
          </w:tcPr>
          <w:p w:rsidR="008E3952" w:rsidRDefault="008E3952">
            <w:pPr>
              <w:pStyle w:val="TableParagraph"/>
              <w:spacing w:before="96" w:line="254" w:lineRule="auto"/>
              <w:ind w:left="127" w:right="90"/>
              <w:rPr>
                <w:sz w:val="16"/>
              </w:rPr>
            </w:pPr>
            <w:r>
              <w:rPr>
                <w:spacing w:val="-4"/>
                <w:sz w:val="16"/>
              </w:rPr>
              <w:t>Код</w:t>
            </w:r>
            <w:r>
              <w:rPr>
                <w:spacing w:val="-2"/>
                <w:sz w:val="16"/>
              </w:rPr>
              <w:t xml:space="preserve"> стро- </w:t>
            </w:r>
            <w:r>
              <w:rPr>
                <w:spacing w:val="-6"/>
                <w:sz w:val="16"/>
              </w:rPr>
              <w:t>ки</w:t>
            </w:r>
          </w:p>
        </w:tc>
        <w:tc>
          <w:tcPr>
            <w:tcW w:w="4764" w:type="dxa"/>
            <w:gridSpan w:val="4"/>
          </w:tcPr>
          <w:p w:rsidR="008E3952" w:rsidRDefault="008E3952">
            <w:pPr>
              <w:pStyle w:val="TableParagraph"/>
              <w:spacing w:line="171" w:lineRule="exact"/>
              <w:ind w:left="32"/>
              <w:rPr>
                <w:sz w:val="16"/>
              </w:rPr>
            </w:pPr>
            <w:r>
              <w:rPr>
                <w:sz w:val="16"/>
              </w:rPr>
              <w:t xml:space="preserve">На начало </w:t>
            </w:r>
            <w:r>
              <w:rPr>
                <w:spacing w:val="-4"/>
                <w:sz w:val="16"/>
              </w:rPr>
              <w:t>года</w:t>
            </w:r>
          </w:p>
        </w:tc>
        <w:tc>
          <w:tcPr>
            <w:tcW w:w="4764" w:type="dxa"/>
            <w:gridSpan w:val="4"/>
          </w:tcPr>
          <w:p w:rsidR="008E3952" w:rsidRDefault="008E3952">
            <w:pPr>
              <w:pStyle w:val="TableParagraph"/>
              <w:spacing w:line="171" w:lineRule="exact"/>
              <w:ind w:left="1332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На конец отчетного периода</w:t>
            </w:r>
          </w:p>
        </w:tc>
      </w:tr>
      <w:tr w:rsidR="008E3952" w:rsidTr="00DF7044">
        <w:trPr>
          <w:trHeight w:val="576"/>
        </w:trPr>
        <w:tc>
          <w:tcPr>
            <w:tcW w:w="5613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9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деятельность</w:t>
            </w:r>
          </w:p>
          <w:p w:rsidR="008E3952" w:rsidRDefault="008E3952">
            <w:pPr>
              <w:pStyle w:val="TableParagraph"/>
              <w:spacing w:before="2" w:line="190" w:lineRule="atLeast"/>
              <w:ind w:left="166" w:right="122" w:hanging="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с целевыми средствами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 w:line="261" w:lineRule="auto"/>
              <w:ind w:left="39" w:right="4"/>
              <w:rPr>
                <w:sz w:val="14"/>
              </w:rPr>
            </w:pPr>
            <w:r>
              <w:rPr>
                <w:sz w:val="14"/>
              </w:rPr>
              <w:t xml:space="preserve">Деятельность по </w:t>
            </w:r>
            <w:r>
              <w:rPr>
                <w:spacing w:val="-2"/>
                <w:sz w:val="14"/>
              </w:rPr>
              <w:t>государственно</w:t>
            </w:r>
            <w:r>
              <w:rPr>
                <w:sz w:val="14"/>
              </w:rPr>
              <w:t>му заданию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6"/>
              <w:rPr>
                <w:sz w:val="16"/>
              </w:rPr>
            </w:pPr>
            <w:r>
              <w:rPr>
                <w:spacing w:val="-2"/>
                <w:sz w:val="16"/>
              </w:rPr>
              <w:t>приносящая</w:t>
            </w:r>
          </w:p>
          <w:p w:rsidR="008E3952" w:rsidRDefault="008E3952">
            <w:pPr>
              <w:pStyle w:val="TableParagraph"/>
              <w:spacing w:before="2" w:line="190" w:lineRule="atLeast"/>
              <w:ind w:left="38" w:right="4"/>
              <w:rPr>
                <w:sz w:val="16"/>
              </w:rPr>
            </w:pPr>
            <w:r>
              <w:rPr>
                <w:spacing w:val="-2"/>
                <w:sz w:val="16"/>
              </w:rPr>
              <w:t>доход деятельность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7" w:right="6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93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деятельность</w:t>
            </w:r>
          </w:p>
          <w:p w:rsidR="008E3952" w:rsidRDefault="008E3952">
            <w:pPr>
              <w:pStyle w:val="TableParagraph"/>
              <w:spacing w:before="2" w:line="190" w:lineRule="atLeast"/>
              <w:ind w:left="164" w:right="124" w:hanging="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с целевыми средствами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 w:line="261" w:lineRule="auto"/>
              <w:ind w:left="37" w:right="6"/>
              <w:rPr>
                <w:sz w:val="14"/>
              </w:rPr>
            </w:pPr>
            <w:r>
              <w:rPr>
                <w:sz w:val="14"/>
              </w:rPr>
              <w:t xml:space="preserve">деятельность по </w:t>
            </w:r>
            <w:r>
              <w:rPr>
                <w:spacing w:val="-2"/>
                <w:sz w:val="14"/>
              </w:rPr>
              <w:t>государственно</w:t>
            </w:r>
            <w:r>
              <w:rPr>
                <w:sz w:val="14"/>
              </w:rPr>
              <w:t>му заданию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9"/>
              <w:rPr>
                <w:sz w:val="16"/>
              </w:rPr>
            </w:pPr>
            <w:r>
              <w:rPr>
                <w:spacing w:val="-2"/>
                <w:sz w:val="16"/>
              </w:rPr>
              <w:t>приносящая</w:t>
            </w:r>
          </w:p>
          <w:p w:rsidR="008E3952" w:rsidRDefault="008E3952">
            <w:pPr>
              <w:pStyle w:val="TableParagraph"/>
              <w:spacing w:before="2" w:line="190" w:lineRule="atLeast"/>
              <w:ind w:left="37" w:right="7"/>
              <w:rPr>
                <w:sz w:val="16"/>
              </w:rPr>
            </w:pPr>
            <w:r>
              <w:rPr>
                <w:spacing w:val="-2"/>
                <w:sz w:val="16"/>
              </w:rPr>
              <w:t>доход деятельность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</w:p>
        </w:tc>
      </w:tr>
      <w:tr w:rsidR="008E3952" w:rsidTr="00DF7044">
        <w:trPr>
          <w:trHeight w:val="187"/>
        </w:trPr>
        <w:tc>
          <w:tcPr>
            <w:tcW w:w="5613" w:type="dxa"/>
          </w:tcPr>
          <w:p w:rsidR="008E3952" w:rsidRDefault="008E3952">
            <w:pPr>
              <w:pStyle w:val="TableParagraph"/>
              <w:spacing w:line="168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line="16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27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8E3952" w:rsidTr="00DF7044">
        <w:trPr>
          <w:trHeight w:val="505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59"/>
              <w:ind w:left="1818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I. Нефинансовые </w:t>
            </w:r>
            <w:r>
              <w:rPr>
                <w:rFonts w:ascii="Arial" w:hAnsi="Arial"/>
                <w:b/>
                <w:spacing w:val="-2"/>
                <w:sz w:val="16"/>
              </w:rPr>
              <w:t>активы</w:t>
            </w:r>
          </w:p>
          <w:p w:rsidR="008E3952" w:rsidRDefault="008E3952">
            <w:pPr>
              <w:pStyle w:val="TableParagraph"/>
              <w:spacing w:before="67" w:line="175" w:lineRule="exact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Основные средства(балансоваястоимость,010100000)*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010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40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145" w:line="175" w:lineRule="exact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Уменьшение стоимости основных средств**,всего</w:t>
            </w:r>
            <w:r>
              <w:rPr>
                <w:spacing w:val="-10"/>
                <w:sz w:val="16"/>
              </w:rPr>
              <w:t>*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38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020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453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9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Из </w:t>
            </w:r>
            <w:r>
              <w:rPr>
                <w:spacing w:val="-4"/>
                <w:sz w:val="16"/>
              </w:rPr>
              <w:t>них:</w:t>
            </w:r>
          </w:p>
          <w:p w:rsidR="008E3952" w:rsidRDefault="008E3952">
            <w:pPr>
              <w:pStyle w:val="TableParagraph"/>
              <w:spacing w:before="68" w:line="175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Амортизация основных средств</w:t>
            </w:r>
            <w:r>
              <w:rPr>
                <w:spacing w:val="-10"/>
                <w:sz w:val="16"/>
              </w:rPr>
              <w:t>*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021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40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145" w:line="175" w:lineRule="exact"/>
              <w:ind w:left="74"/>
              <w:jc w:val="left"/>
              <w:rPr>
                <w:sz w:val="16"/>
              </w:rPr>
            </w:pPr>
            <w:r>
              <w:rPr>
                <w:sz w:val="16"/>
              </w:rPr>
              <w:t>Основные средства(остаточнаястоимость,стр.010-стр.</w:t>
            </w:r>
            <w:r>
              <w:rPr>
                <w:spacing w:val="-4"/>
                <w:sz w:val="16"/>
              </w:rPr>
              <w:t>020)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38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030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40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145" w:line="175" w:lineRule="exact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Нематериальные активы(балансоваястоимость,010200000)*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38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040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226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31" w:line="175" w:lineRule="exact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Уменьшение стоимости нематериальных активов**,всего</w:t>
            </w:r>
            <w:r>
              <w:rPr>
                <w:spacing w:val="-10"/>
                <w:sz w:val="16"/>
              </w:rPr>
              <w:t>*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24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050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453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10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Из </w:t>
            </w:r>
            <w:r>
              <w:rPr>
                <w:spacing w:val="-4"/>
                <w:sz w:val="16"/>
              </w:rPr>
              <w:t>них:</w:t>
            </w:r>
          </w:p>
          <w:p w:rsidR="008E3952" w:rsidRDefault="008E3952">
            <w:pPr>
              <w:pStyle w:val="TableParagraph"/>
              <w:spacing w:before="67" w:line="175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Амортизация нематериальных активов</w:t>
            </w:r>
            <w:r>
              <w:rPr>
                <w:spacing w:val="-10"/>
                <w:sz w:val="16"/>
              </w:rPr>
              <w:t>*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051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226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31" w:line="175" w:lineRule="exact"/>
              <w:ind w:left="74"/>
              <w:jc w:val="left"/>
              <w:rPr>
                <w:sz w:val="16"/>
              </w:rPr>
            </w:pPr>
            <w:r>
              <w:rPr>
                <w:sz w:val="16"/>
              </w:rPr>
              <w:t>Нематериальные активы(остаточнаястоимость,стр.040-стр.</w:t>
            </w:r>
            <w:r>
              <w:rPr>
                <w:spacing w:val="-4"/>
                <w:sz w:val="16"/>
              </w:rPr>
              <w:t>050)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24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060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40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145" w:line="175" w:lineRule="exact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Не произведенные активы(010300000)**(остаточная стоимость)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38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070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40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145" w:line="175" w:lineRule="exact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Материальные запасы(010500000),</w:t>
            </w:r>
            <w:r>
              <w:rPr>
                <w:spacing w:val="-4"/>
                <w:sz w:val="16"/>
              </w:rPr>
              <w:t>всего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38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080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454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10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Из </w:t>
            </w:r>
            <w:r>
              <w:rPr>
                <w:spacing w:val="-4"/>
                <w:sz w:val="16"/>
              </w:rPr>
              <w:t>них:</w:t>
            </w:r>
          </w:p>
          <w:p w:rsidR="008E3952" w:rsidRDefault="008E3952">
            <w:pPr>
              <w:pStyle w:val="TableParagraph"/>
              <w:spacing w:before="67" w:line="176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внеоборотные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081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</w:tbl>
    <w:p w:rsidR="008E3952" w:rsidRDefault="008E3952">
      <w:pPr>
        <w:pStyle w:val="TableParagraph"/>
        <w:rPr>
          <w:sz w:val="16"/>
        </w:rPr>
        <w:sectPr w:rsidR="008E3952">
          <w:type w:val="continuous"/>
          <w:pgSz w:w="16840" w:h="11910" w:orient="landscape"/>
          <w:pgMar w:top="480" w:right="141" w:bottom="280" w:left="425" w:header="720" w:footer="720" w:gutter="0"/>
          <w:cols w:space="720"/>
        </w:sect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13"/>
        <w:gridCol w:w="624"/>
        <w:gridCol w:w="1191"/>
        <w:gridCol w:w="1191"/>
        <w:gridCol w:w="1191"/>
        <w:gridCol w:w="1191"/>
        <w:gridCol w:w="1191"/>
        <w:gridCol w:w="1191"/>
        <w:gridCol w:w="1191"/>
        <w:gridCol w:w="1191"/>
      </w:tblGrid>
      <w:tr w:rsidR="008E3952" w:rsidTr="00DF7044">
        <w:trPr>
          <w:trHeight w:val="191"/>
        </w:trPr>
        <w:tc>
          <w:tcPr>
            <w:tcW w:w="5613" w:type="dxa"/>
            <w:vMerge w:val="restart"/>
          </w:tcPr>
          <w:p w:rsidR="008E3952" w:rsidRDefault="008E3952">
            <w:pPr>
              <w:pStyle w:val="TableParagraph"/>
              <w:spacing w:before="106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5"/>
              <w:rPr>
                <w:sz w:val="16"/>
              </w:rPr>
            </w:pPr>
            <w:r>
              <w:rPr>
                <w:sz w:val="16"/>
              </w:rPr>
              <w:t>АКТИ</w:t>
            </w:r>
            <w:r>
              <w:rPr>
                <w:spacing w:val="-10"/>
                <w:sz w:val="16"/>
              </w:rPr>
              <w:t>В</w:t>
            </w:r>
          </w:p>
        </w:tc>
        <w:tc>
          <w:tcPr>
            <w:tcW w:w="624" w:type="dxa"/>
            <w:vMerge w:val="restart"/>
          </w:tcPr>
          <w:p w:rsidR="008E3952" w:rsidRDefault="008E3952">
            <w:pPr>
              <w:pStyle w:val="TableParagraph"/>
              <w:spacing w:before="96" w:line="254" w:lineRule="auto"/>
              <w:ind w:left="127" w:right="90"/>
              <w:rPr>
                <w:sz w:val="16"/>
              </w:rPr>
            </w:pPr>
            <w:r>
              <w:rPr>
                <w:spacing w:val="-4"/>
                <w:sz w:val="16"/>
              </w:rPr>
              <w:t>Код</w:t>
            </w:r>
            <w:r>
              <w:rPr>
                <w:spacing w:val="-2"/>
                <w:sz w:val="16"/>
              </w:rPr>
              <w:t xml:space="preserve"> стро- </w:t>
            </w:r>
            <w:r>
              <w:rPr>
                <w:spacing w:val="-6"/>
                <w:sz w:val="16"/>
              </w:rPr>
              <w:t>ки</w:t>
            </w:r>
          </w:p>
        </w:tc>
        <w:tc>
          <w:tcPr>
            <w:tcW w:w="4764" w:type="dxa"/>
            <w:gridSpan w:val="4"/>
          </w:tcPr>
          <w:p w:rsidR="008E3952" w:rsidRDefault="008E3952">
            <w:pPr>
              <w:pStyle w:val="TableParagraph"/>
              <w:spacing w:line="171" w:lineRule="exact"/>
              <w:ind w:left="32"/>
              <w:rPr>
                <w:sz w:val="16"/>
              </w:rPr>
            </w:pPr>
            <w:r>
              <w:rPr>
                <w:sz w:val="16"/>
              </w:rPr>
              <w:t xml:space="preserve">На начало </w:t>
            </w:r>
            <w:r>
              <w:rPr>
                <w:spacing w:val="-4"/>
                <w:sz w:val="16"/>
              </w:rPr>
              <w:t>года</w:t>
            </w:r>
          </w:p>
        </w:tc>
        <w:tc>
          <w:tcPr>
            <w:tcW w:w="4764" w:type="dxa"/>
            <w:gridSpan w:val="4"/>
          </w:tcPr>
          <w:p w:rsidR="008E3952" w:rsidRDefault="008E3952">
            <w:pPr>
              <w:pStyle w:val="TableParagraph"/>
              <w:spacing w:line="171" w:lineRule="exact"/>
              <w:ind w:left="1332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На конец отчетного периода</w:t>
            </w:r>
          </w:p>
        </w:tc>
      </w:tr>
      <w:tr w:rsidR="008E3952" w:rsidTr="00DF7044">
        <w:trPr>
          <w:trHeight w:val="576"/>
        </w:trPr>
        <w:tc>
          <w:tcPr>
            <w:tcW w:w="5613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9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деятельность</w:t>
            </w:r>
          </w:p>
          <w:p w:rsidR="008E3952" w:rsidRDefault="008E3952">
            <w:pPr>
              <w:pStyle w:val="TableParagraph"/>
              <w:spacing w:before="2" w:line="190" w:lineRule="atLeast"/>
              <w:ind w:left="166" w:right="122" w:hanging="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с целевыми средствами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 w:line="261" w:lineRule="auto"/>
              <w:ind w:left="39" w:right="4"/>
              <w:rPr>
                <w:sz w:val="14"/>
              </w:rPr>
            </w:pPr>
            <w:r>
              <w:rPr>
                <w:sz w:val="14"/>
              </w:rPr>
              <w:t xml:space="preserve">Деятельность по </w:t>
            </w:r>
            <w:r>
              <w:rPr>
                <w:spacing w:val="-2"/>
                <w:sz w:val="14"/>
              </w:rPr>
              <w:t>государственно</w:t>
            </w:r>
            <w:r>
              <w:rPr>
                <w:sz w:val="14"/>
              </w:rPr>
              <w:t>му заданию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6"/>
              <w:rPr>
                <w:sz w:val="16"/>
              </w:rPr>
            </w:pPr>
            <w:r>
              <w:rPr>
                <w:spacing w:val="-2"/>
                <w:sz w:val="16"/>
              </w:rPr>
              <w:t>приносящая</w:t>
            </w:r>
          </w:p>
          <w:p w:rsidR="008E3952" w:rsidRDefault="008E3952">
            <w:pPr>
              <w:pStyle w:val="TableParagraph"/>
              <w:spacing w:before="2" w:line="190" w:lineRule="atLeast"/>
              <w:ind w:left="38" w:right="4"/>
              <w:rPr>
                <w:sz w:val="16"/>
              </w:rPr>
            </w:pPr>
            <w:r>
              <w:rPr>
                <w:spacing w:val="-2"/>
                <w:sz w:val="16"/>
              </w:rPr>
              <w:t>доход деятельность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7" w:right="6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93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деятельность</w:t>
            </w:r>
          </w:p>
          <w:p w:rsidR="008E3952" w:rsidRDefault="008E3952">
            <w:pPr>
              <w:pStyle w:val="TableParagraph"/>
              <w:spacing w:before="2" w:line="190" w:lineRule="atLeast"/>
              <w:ind w:left="164" w:right="124" w:hanging="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с целевыми средствами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 w:line="261" w:lineRule="auto"/>
              <w:ind w:left="37" w:right="6"/>
              <w:rPr>
                <w:sz w:val="14"/>
              </w:rPr>
            </w:pPr>
            <w:r>
              <w:rPr>
                <w:sz w:val="14"/>
              </w:rPr>
              <w:t xml:space="preserve">Деятельность по </w:t>
            </w:r>
            <w:r>
              <w:rPr>
                <w:spacing w:val="-2"/>
                <w:sz w:val="14"/>
              </w:rPr>
              <w:t>государственно</w:t>
            </w:r>
            <w:r>
              <w:rPr>
                <w:sz w:val="14"/>
              </w:rPr>
              <w:t>му заданию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9"/>
              <w:rPr>
                <w:sz w:val="16"/>
              </w:rPr>
            </w:pPr>
            <w:r>
              <w:rPr>
                <w:spacing w:val="-2"/>
                <w:sz w:val="16"/>
              </w:rPr>
              <w:t>приносящая</w:t>
            </w:r>
          </w:p>
          <w:p w:rsidR="008E3952" w:rsidRDefault="008E3952">
            <w:pPr>
              <w:pStyle w:val="TableParagraph"/>
              <w:spacing w:before="2" w:line="190" w:lineRule="atLeast"/>
              <w:ind w:left="37" w:right="7"/>
              <w:rPr>
                <w:sz w:val="16"/>
              </w:rPr>
            </w:pPr>
            <w:r>
              <w:rPr>
                <w:spacing w:val="-2"/>
                <w:sz w:val="16"/>
              </w:rPr>
              <w:t>доход деятельность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</w:p>
        </w:tc>
      </w:tr>
      <w:tr w:rsidR="008E3952" w:rsidTr="00DF7044">
        <w:trPr>
          <w:trHeight w:val="192"/>
        </w:trPr>
        <w:tc>
          <w:tcPr>
            <w:tcW w:w="5613" w:type="dxa"/>
          </w:tcPr>
          <w:p w:rsidR="008E3952" w:rsidRDefault="008E3952">
            <w:pPr>
              <w:pStyle w:val="TableParagraph"/>
              <w:spacing w:line="17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line="17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27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8E3952" w:rsidTr="00DF7044">
        <w:trPr>
          <w:trHeight w:val="376"/>
        </w:trPr>
        <w:tc>
          <w:tcPr>
            <w:tcW w:w="5613" w:type="dxa"/>
          </w:tcPr>
          <w:p w:rsidR="008E3952" w:rsidRDefault="008E3952">
            <w:pPr>
              <w:pStyle w:val="TableParagraph"/>
              <w:spacing w:line="171" w:lineRule="exact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Права пользования активами(011100000)**(остаточная</w:t>
            </w:r>
          </w:p>
          <w:p w:rsidR="008E3952" w:rsidRDefault="008E3952">
            <w:pPr>
              <w:pStyle w:val="TableParagraph"/>
              <w:spacing w:before="11" w:line="175" w:lineRule="exact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стоимость),всего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75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100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75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75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75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75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75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75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75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75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453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9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Из </w:t>
            </w:r>
            <w:r>
              <w:rPr>
                <w:spacing w:val="-4"/>
                <w:sz w:val="16"/>
              </w:rPr>
              <w:t>них:</w:t>
            </w:r>
          </w:p>
          <w:p w:rsidR="008E3952" w:rsidRDefault="008E3952">
            <w:pPr>
              <w:pStyle w:val="TableParagraph"/>
              <w:spacing w:before="68" w:line="175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долгосрочные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101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40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145" w:line="175" w:lineRule="exact"/>
              <w:ind w:left="74"/>
              <w:jc w:val="left"/>
              <w:rPr>
                <w:sz w:val="16"/>
              </w:rPr>
            </w:pPr>
            <w:r>
              <w:rPr>
                <w:sz w:val="16"/>
              </w:rPr>
              <w:t>Вложения в нефинансовые активы(010600000),</w:t>
            </w:r>
            <w:r>
              <w:rPr>
                <w:spacing w:val="-4"/>
                <w:sz w:val="16"/>
              </w:rPr>
              <w:t>всего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38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120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453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10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Из </w:t>
            </w:r>
            <w:r>
              <w:rPr>
                <w:spacing w:val="-4"/>
                <w:sz w:val="16"/>
              </w:rPr>
              <w:t>них:</w:t>
            </w:r>
          </w:p>
          <w:p w:rsidR="008E3952" w:rsidRDefault="008E3952">
            <w:pPr>
              <w:pStyle w:val="TableParagraph"/>
              <w:spacing w:before="67" w:line="175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внеоборотные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121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40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145" w:line="175" w:lineRule="exact"/>
              <w:ind w:left="74"/>
              <w:jc w:val="left"/>
              <w:rPr>
                <w:sz w:val="16"/>
              </w:rPr>
            </w:pPr>
            <w:r>
              <w:rPr>
                <w:sz w:val="16"/>
              </w:rPr>
              <w:t>Нефинансовые активы в пути</w:t>
            </w:r>
            <w:r>
              <w:rPr>
                <w:spacing w:val="-2"/>
                <w:sz w:val="16"/>
              </w:rPr>
              <w:t>(010700000)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38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130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453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53" w:line="190" w:lineRule="atLeast"/>
              <w:ind w:left="74" w:right="6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Затраты на изготовление готовой продукции, выполнение работ, </w:t>
            </w:r>
            <w:r>
              <w:rPr>
                <w:sz w:val="16"/>
              </w:rPr>
              <w:t>услуг (010900000)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150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35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146" w:line="170" w:lineRule="exact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Расходы будущих периодов(040150000)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38" w:line="178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160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 w:line="17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 w:line="17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 w:line="178" w:lineRule="exact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 w:line="178" w:lineRule="exact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 w:line="178" w:lineRule="exact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 w:line="178" w:lineRule="exact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 w:line="178" w:lineRule="exact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 w:line="178" w:lineRule="exact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559"/>
        </w:trPr>
        <w:tc>
          <w:tcPr>
            <w:tcW w:w="5613" w:type="dxa"/>
          </w:tcPr>
          <w:p w:rsidR="008E3952" w:rsidRDefault="008E3952">
            <w:pPr>
              <w:pStyle w:val="TableParagraph"/>
              <w:spacing w:line="159" w:lineRule="exact"/>
              <w:ind w:left="74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Итого по разделу </w:t>
            </w:r>
            <w:r>
              <w:rPr>
                <w:rFonts w:ascii="Arial" w:hAnsi="Arial"/>
                <w:b/>
                <w:spacing w:val="-10"/>
                <w:sz w:val="16"/>
              </w:rPr>
              <w:t>I</w:t>
            </w:r>
          </w:p>
          <w:p w:rsidR="008E3952" w:rsidRDefault="008E3952">
            <w:pPr>
              <w:pStyle w:val="TableParagraph"/>
              <w:spacing w:before="10"/>
              <w:ind w:left="74"/>
              <w:jc w:val="left"/>
              <w:rPr>
                <w:sz w:val="16"/>
              </w:rPr>
            </w:pPr>
            <w:r>
              <w:rPr>
                <w:sz w:val="16"/>
              </w:rPr>
              <w:t xml:space="preserve">(стр.030+стр.060+ стр.070+стр.080+ стр.100+стр.120 </w:t>
            </w:r>
            <w:r>
              <w:rPr>
                <w:spacing w:val="-10"/>
                <w:sz w:val="16"/>
              </w:rPr>
              <w:t>+</w:t>
            </w:r>
          </w:p>
          <w:p w:rsidR="008E3952" w:rsidRDefault="008E3952">
            <w:pPr>
              <w:pStyle w:val="TableParagraph"/>
              <w:spacing w:before="11" w:line="178" w:lineRule="exact"/>
              <w:ind w:left="74"/>
              <w:jc w:val="left"/>
              <w:rPr>
                <w:sz w:val="16"/>
              </w:rPr>
            </w:pPr>
            <w:r>
              <w:rPr>
                <w:sz w:val="16"/>
              </w:rPr>
              <w:t xml:space="preserve">стр.130+стр.150+стр. </w:t>
            </w:r>
            <w:r>
              <w:rPr>
                <w:spacing w:val="-4"/>
                <w:sz w:val="16"/>
              </w:rPr>
              <w:t>160)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8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190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8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8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8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8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8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8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8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8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505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59"/>
              <w:ind w:left="1900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II. Финансовые </w:t>
            </w:r>
            <w:r>
              <w:rPr>
                <w:rFonts w:ascii="Arial" w:hAnsi="Arial"/>
                <w:b/>
                <w:spacing w:val="-2"/>
                <w:sz w:val="16"/>
              </w:rPr>
              <w:t>активы</w:t>
            </w:r>
          </w:p>
          <w:p w:rsidR="008E3952" w:rsidRDefault="008E3952">
            <w:pPr>
              <w:pStyle w:val="TableParagraph"/>
              <w:spacing w:before="67" w:line="175" w:lineRule="exact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Денежные средства учреждения(020100000),</w:t>
            </w:r>
            <w:r>
              <w:rPr>
                <w:spacing w:val="-4"/>
                <w:sz w:val="16"/>
              </w:rPr>
              <w:t>всего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200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22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618"/>
        </w:trPr>
        <w:tc>
          <w:tcPr>
            <w:tcW w:w="5613" w:type="dxa"/>
          </w:tcPr>
          <w:p w:rsidR="008E3952" w:rsidRDefault="008E3952">
            <w:pPr>
              <w:pStyle w:val="TableParagraph"/>
              <w:spacing w:line="164" w:lineRule="exact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в том </w:t>
            </w:r>
            <w:r>
              <w:rPr>
                <w:spacing w:val="-2"/>
                <w:sz w:val="16"/>
              </w:rPr>
              <w:t>числе:</w:t>
            </w:r>
          </w:p>
          <w:p w:rsidR="008E3952" w:rsidRDefault="008E3952">
            <w:pPr>
              <w:pStyle w:val="TableParagraph"/>
              <w:spacing w:before="54" w:line="190" w:lineRule="atLeast"/>
              <w:ind w:left="528" w:right="614"/>
              <w:jc w:val="left"/>
              <w:rPr>
                <w:sz w:val="16"/>
              </w:rPr>
            </w:pPr>
            <w:r>
              <w:rPr>
                <w:sz w:val="16"/>
              </w:rPr>
              <w:t xml:space="preserve">на лицевых счетах учреждения в органе казначейства </w:t>
            </w:r>
            <w:r>
              <w:rPr>
                <w:spacing w:val="-2"/>
                <w:sz w:val="16"/>
              </w:rPr>
              <w:t>(020110000)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201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226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31" w:line="175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В кредитной организации(020120000),</w:t>
            </w:r>
            <w:r>
              <w:rPr>
                <w:spacing w:val="-4"/>
                <w:sz w:val="16"/>
              </w:rPr>
              <w:t>всего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24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203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96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9"/>
              <w:ind w:left="69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Из </w:t>
            </w:r>
            <w:r>
              <w:rPr>
                <w:spacing w:val="-4"/>
                <w:sz w:val="16"/>
              </w:rPr>
              <w:t>них:</w:t>
            </w:r>
          </w:p>
          <w:p w:rsidR="008E3952" w:rsidRDefault="008E3952">
            <w:pPr>
              <w:pStyle w:val="TableParagraph"/>
              <w:spacing w:before="11" w:line="175" w:lineRule="exact"/>
              <w:ind w:left="698"/>
              <w:jc w:val="left"/>
              <w:rPr>
                <w:sz w:val="16"/>
              </w:rPr>
            </w:pPr>
            <w:r>
              <w:rPr>
                <w:sz w:val="16"/>
              </w:rPr>
              <w:t>На депозитах(020122000),</w:t>
            </w:r>
            <w:r>
              <w:rPr>
                <w:spacing w:val="-2"/>
                <w:sz w:val="16"/>
              </w:rPr>
              <w:t>всего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204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96"/>
        </w:trPr>
        <w:tc>
          <w:tcPr>
            <w:tcW w:w="5613" w:type="dxa"/>
          </w:tcPr>
          <w:p w:rsidR="008E3952" w:rsidRDefault="008E3952">
            <w:pPr>
              <w:pStyle w:val="TableParagraph"/>
              <w:spacing w:line="192" w:lineRule="exact"/>
              <w:ind w:left="868" w:right="3666"/>
              <w:jc w:val="left"/>
              <w:rPr>
                <w:sz w:val="16"/>
              </w:rPr>
            </w:pPr>
            <w:r>
              <w:rPr>
                <w:sz w:val="16"/>
              </w:rPr>
              <w:t xml:space="preserve">из них: </w:t>
            </w:r>
            <w:r>
              <w:rPr>
                <w:spacing w:val="-2"/>
                <w:sz w:val="16"/>
              </w:rPr>
              <w:t>долгосрочные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205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226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31" w:line="175" w:lineRule="exact"/>
              <w:ind w:left="698"/>
              <w:jc w:val="left"/>
              <w:rPr>
                <w:sz w:val="16"/>
              </w:rPr>
            </w:pPr>
            <w:r>
              <w:rPr>
                <w:sz w:val="16"/>
              </w:rPr>
              <w:t>В иностранной валюте</w:t>
            </w:r>
            <w:r>
              <w:rPr>
                <w:spacing w:val="-2"/>
                <w:sz w:val="16"/>
              </w:rPr>
              <w:t>(020127000)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24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206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226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31" w:line="175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В кассе учреждения(020130000)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24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207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283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88" w:line="175" w:lineRule="exact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Финансовые вложения(020400000),</w:t>
            </w:r>
            <w:r>
              <w:rPr>
                <w:spacing w:val="-4"/>
                <w:sz w:val="16"/>
              </w:rPr>
              <w:t>всего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81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240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453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10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Из </w:t>
            </w:r>
            <w:r>
              <w:rPr>
                <w:spacing w:val="-4"/>
                <w:sz w:val="16"/>
              </w:rPr>
              <w:t>них:</w:t>
            </w:r>
          </w:p>
          <w:p w:rsidR="008E3952" w:rsidRDefault="008E3952">
            <w:pPr>
              <w:pStyle w:val="TableParagraph"/>
              <w:spacing w:before="67" w:line="175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долгосрочные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241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69"/>
        </w:trPr>
        <w:tc>
          <w:tcPr>
            <w:tcW w:w="5613" w:type="dxa"/>
          </w:tcPr>
          <w:p w:rsidR="008E3952" w:rsidRDefault="008E3952">
            <w:pPr>
              <w:pStyle w:val="TableParagraph"/>
              <w:spacing w:line="164" w:lineRule="exact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Дебиторская задолженность по доходам (020500000,</w:t>
            </w:r>
          </w:p>
          <w:p w:rsidR="008E3952" w:rsidRDefault="008E3952">
            <w:pPr>
              <w:pStyle w:val="TableParagraph"/>
              <w:spacing w:before="11" w:line="175" w:lineRule="exact"/>
              <w:ind w:left="74"/>
              <w:jc w:val="left"/>
              <w:rPr>
                <w:sz w:val="16"/>
              </w:rPr>
            </w:pPr>
            <w:r>
              <w:rPr>
                <w:sz w:val="16"/>
              </w:rPr>
              <w:t>020900000),</w:t>
            </w:r>
            <w:r>
              <w:rPr>
                <w:spacing w:val="-4"/>
                <w:sz w:val="16"/>
              </w:rPr>
              <w:t>всего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68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250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6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6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68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68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68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68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68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68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454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10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Из </w:t>
            </w:r>
            <w:r>
              <w:rPr>
                <w:spacing w:val="-4"/>
                <w:sz w:val="16"/>
              </w:rPr>
              <w:t>них:</w:t>
            </w:r>
          </w:p>
          <w:p w:rsidR="008E3952" w:rsidRDefault="008E3952">
            <w:pPr>
              <w:pStyle w:val="TableParagraph"/>
              <w:spacing w:before="67" w:line="176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долгосрочная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251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</w:tbl>
    <w:p w:rsidR="008E3952" w:rsidRDefault="008E3952">
      <w:pPr>
        <w:pStyle w:val="TableParagraph"/>
        <w:rPr>
          <w:sz w:val="16"/>
        </w:rPr>
        <w:sectPr w:rsidR="008E3952">
          <w:headerReference w:type="default" r:id="rId6"/>
          <w:pgSz w:w="16840" w:h="11910" w:orient="landscape"/>
          <w:pgMar w:top="840" w:right="141" w:bottom="280" w:left="425" w:header="652" w:footer="0" w:gutter="0"/>
          <w:cols w:space="720"/>
        </w:sect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13"/>
        <w:gridCol w:w="624"/>
        <w:gridCol w:w="1191"/>
        <w:gridCol w:w="1191"/>
        <w:gridCol w:w="1191"/>
        <w:gridCol w:w="1191"/>
        <w:gridCol w:w="1191"/>
        <w:gridCol w:w="1191"/>
        <w:gridCol w:w="1191"/>
        <w:gridCol w:w="1191"/>
      </w:tblGrid>
      <w:tr w:rsidR="008E3952" w:rsidTr="00DF7044">
        <w:trPr>
          <w:trHeight w:val="191"/>
        </w:trPr>
        <w:tc>
          <w:tcPr>
            <w:tcW w:w="5613" w:type="dxa"/>
            <w:vMerge w:val="restart"/>
          </w:tcPr>
          <w:p w:rsidR="008E3952" w:rsidRDefault="008E3952">
            <w:pPr>
              <w:pStyle w:val="TableParagraph"/>
              <w:spacing w:before="106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5"/>
              <w:rPr>
                <w:sz w:val="16"/>
              </w:rPr>
            </w:pPr>
            <w:r>
              <w:rPr>
                <w:sz w:val="16"/>
              </w:rPr>
              <w:t>АКТИ</w:t>
            </w:r>
            <w:r>
              <w:rPr>
                <w:spacing w:val="-10"/>
                <w:sz w:val="16"/>
              </w:rPr>
              <w:t>В</w:t>
            </w:r>
          </w:p>
        </w:tc>
        <w:tc>
          <w:tcPr>
            <w:tcW w:w="624" w:type="dxa"/>
            <w:vMerge w:val="restart"/>
          </w:tcPr>
          <w:p w:rsidR="008E3952" w:rsidRDefault="008E3952">
            <w:pPr>
              <w:pStyle w:val="TableParagraph"/>
              <w:spacing w:before="96" w:line="254" w:lineRule="auto"/>
              <w:ind w:left="127" w:right="90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Код </w:t>
            </w:r>
            <w:r>
              <w:rPr>
                <w:spacing w:val="-2"/>
                <w:sz w:val="16"/>
              </w:rPr>
              <w:t xml:space="preserve"> стро- </w:t>
            </w:r>
            <w:r>
              <w:rPr>
                <w:spacing w:val="-6"/>
                <w:sz w:val="16"/>
              </w:rPr>
              <w:t>ки</w:t>
            </w:r>
          </w:p>
        </w:tc>
        <w:tc>
          <w:tcPr>
            <w:tcW w:w="4764" w:type="dxa"/>
            <w:gridSpan w:val="4"/>
          </w:tcPr>
          <w:p w:rsidR="008E3952" w:rsidRDefault="008E3952">
            <w:pPr>
              <w:pStyle w:val="TableParagraph"/>
              <w:spacing w:line="171" w:lineRule="exact"/>
              <w:ind w:left="32"/>
              <w:rPr>
                <w:sz w:val="16"/>
              </w:rPr>
            </w:pPr>
            <w:r>
              <w:rPr>
                <w:sz w:val="16"/>
              </w:rPr>
              <w:t xml:space="preserve">На начало </w:t>
            </w:r>
            <w:r>
              <w:rPr>
                <w:spacing w:val="-4"/>
                <w:sz w:val="16"/>
              </w:rPr>
              <w:t>года</w:t>
            </w:r>
          </w:p>
        </w:tc>
        <w:tc>
          <w:tcPr>
            <w:tcW w:w="4764" w:type="dxa"/>
            <w:gridSpan w:val="4"/>
          </w:tcPr>
          <w:p w:rsidR="008E3952" w:rsidRDefault="008E3952">
            <w:pPr>
              <w:pStyle w:val="TableParagraph"/>
              <w:spacing w:line="171" w:lineRule="exact"/>
              <w:ind w:left="1332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На конец отчетного периода</w:t>
            </w:r>
          </w:p>
        </w:tc>
      </w:tr>
      <w:tr w:rsidR="008E3952" w:rsidTr="00DF7044">
        <w:trPr>
          <w:trHeight w:val="576"/>
        </w:trPr>
        <w:tc>
          <w:tcPr>
            <w:tcW w:w="5613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9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деятельность</w:t>
            </w:r>
          </w:p>
          <w:p w:rsidR="008E3952" w:rsidRDefault="008E3952">
            <w:pPr>
              <w:pStyle w:val="TableParagraph"/>
              <w:spacing w:before="2" w:line="190" w:lineRule="atLeast"/>
              <w:ind w:left="166" w:right="122" w:hanging="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с целевыми средствами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 w:line="261" w:lineRule="auto"/>
              <w:ind w:left="39" w:right="4"/>
              <w:rPr>
                <w:sz w:val="14"/>
              </w:rPr>
            </w:pPr>
            <w:r>
              <w:rPr>
                <w:sz w:val="14"/>
              </w:rPr>
              <w:t>Деятельность по</w:t>
            </w:r>
            <w:r>
              <w:rPr>
                <w:spacing w:val="-2"/>
                <w:sz w:val="14"/>
              </w:rPr>
              <w:t xml:space="preserve"> государственно</w:t>
            </w:r>
            <w:r>
              <w:rPr>
                <w:sz w:val="14"/>
              </w:rPr>
              <w:t>му заданию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6"/>
              <w:rPr>
                <w:sz w:val="16"/>
              </w:rPr>
            </w:pPr>
            <w:r>
              <w:rPr>
                <w:spacing w:val="-2"/>
                <w:sz w:val="16"/>
              </w:rPr>
              <w:t>приносящая</w:t>
            </w:r>
          </w:p>
          <w:p w:rsidR="008E3952" w:rsidRDefault="008E3952">
            <w:pPr>
              <w:pStyle w:val="TableParagraph"/>
              <w:spacing w:before="2" w:line="190" w:lineRule="atLeast"/>
              <w:ind w:left="38" w:right="4"/>
              <w:rPr>
                <w:sz w:val="16"/>
              </w:rPr>
            </w:pPr>
            <w:r>
              <w:rPr>
                <w:spacing w:val="-2"/>
                <w:sz w:val="16"/>
              </w:rPr>
              <w:t>доход деятельность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7" w:right="6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93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деятельность</w:t>
            </w:r>
          </w:p>
          <w:p w:rsidR="008E3952" w:rsidRDefault="008E3952">
            <w:pPr>
              <w:pStyle w:val="TableParagraph"/>
              <w:spacing w:before="2" w:line="190" w:lineRule="atLeast"/>
              <w:ind w:left="164" w:right="124" w:hanging="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с целевыми средствами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 w:line="261" w:lineRule="auto"/>
              <w:ind w:left="37" w:right="6"/>
              <w:rPr>
                <w:sz w:val="14"/>
              </w:rPr>
            </w:pPr>
            <w:r>
              <w:rPr>
                <w:sz w:val="14"/>
              </w:rPr>
              <w:t xml:space="preserve">Деятельность по </w:t>
            </w:r>
            <w:r>
              <w:rPr>
                <w:spacing w:val="-2"/>
                <w:sz w:val="14"/>
              </w:rPr>
              <w:t>государственно</w:t>
            </w:r>
            <w:r>
              <w:rPr>
                <w:sz w:val="14"/>
              </w:rPr>
              <w:t>му заданию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9"/>
              <w:rPr>
                <w:sz w:val="16"/>
              </w:rPr>
            </w:pPr>
            <w:r>
              <w:rPr>
                <w:spacing w:val="-2"/>
                <w:sz w:val="16"/>
              </w:rPr>
              <w:t>приносящая</w:t>
            </w:r>
          </w:p>
          <w:p w:rsidR="008E3952" w:rsidRDefault="008E3952">
            <w:pPr>
              <w:pStyle w:val="TableParagraph"/>
              <w:spacing w:before="2" w:line="190" w:lineRule="atLeast"/>
              <w:ind w:left="37" w:right="7"/>
              <w:rPr>
                <w:sz w:val="16"/>
              </w:rPr>
            </w:pPr>
            <w:r>
              <w:rPr>
                <w:spacing w:val="-2"/>
                <w:sz w:val="16"/>
              </w:rPr>
              <w:t>доход деятельность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</w:p>
        </w:tc>
      </w:tr>
      <w:tr w:rsidR="008E3952" w:rsidTr="00DF7044">
        <w:trPr>
          <w:trHeight w:val="192"/>
        </w:trPr>
        <w:tc>
          <w:tcPr>
            <w:tcW w:w="5613" w:type="dxa"/>
          </w:tcPr>
          <w:p w:rsidR="008E3952" w:rsidRDefault="008E3952">
            <w:pPr>
              <w:pStyle w:val="TableParagraph"/>
              <w:spacing w:line="171" w:lineRule="exact"/>
              <w:ind w:left="35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line="17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27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8E3952" w:rsidTr="00DF7044">
        <w:trPr>
          <w:trHeight w:val="376"/>
        </w:trPr>
        <w:tc>
          <w:tcPr>
            <w:tcW w:w="5613" w:type="dxa"/>
          </w:tcPr>
          <w:p w:rsidR="008E3952" w:rsidRDefault="008E3952">
            <w:pPr>
              <w:pStyle w:val="TableParagraph"/>
              <w:spacing w:line="171" w:lineRule="exact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Дебиторская задолженность по выплатам (020600000,</w:t>
            </w:r>
          </w:p>
          <w:p w:rsidR="008E3952" w:rsidRDefault="008E3952">
            <w:pPr>
              <w:pStyle w:val="TableParagraph"/>
              <w:spacing w:before="11" w:line="175" w:lineRule="exact"/>
              <w:ind w:left="74"/>
              <w:jc w:val="left"/>
              <w:rPr>
                <w:sz w:val="16"/>
              </w:rPr>
            </w:pPr>
            <w:r>
              <w:rPr>
                <w:sz w:val="16"/>
              </w:rPr>
              <w:t>020800000,030300000),</w:t>
            </w:r>
            <w:r>
              <w:rPr>
                <w:spacing w:val="-4"/>
                <w:sz w:val="16"/>
              </w:rPr>
              <w:t>всего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75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260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75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75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75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75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75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75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75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75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453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9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Из </w:t>
            </w:r>
            <w:r>
              <w:rPr>
                <w:spacing w:val="-4"/>
                <w:sz w:val="16"/>
              </w:rPr>
              <w:t>них:</w:t>
            </w:r>
          </w:p>
          <w:p w:rsidR="008E3952" w:rsidRDefault="008E3952">
            <w:pPr>
              <w:pStyle w:val="TableParagraph"/>
              <w:spacing w:before="68" w:line="175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долгосрочная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261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40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145" w:line="175" w:lineRule="exact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Расчеты по займам(ссудам)(020700000),</w:t>
            </w:r>
            <w:r>
              <w:rPr>
                <w:spacing w:val="-4"/>
                <w:sz w:val="16"/>
              </w:rPr>
              <w:t>всего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38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270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453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9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>Из</w:t>
            </w:r>
            <w:r>
              <w:rPr>
                <w:spacing w:val="-4"/>
                <w:sz w:val="16"/>
              </w:rPr>
              <w:t xml:space="preserve"> их:</w:t>
            </w:r>
          </w:p>
          <w:p w:rsidR="008E3952" w:rsidRDefault="008E3952">
            <w:pPr>
              <w:pStyle w:val="TableParagraph"/>
              <w:spacing w:before="68" w:line="175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долгосрочные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271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40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145" w:line="175" w:lineRule="exact"/>
              <w:ind w:left="74"/>
              <w:jc w:val="left"/>
              <w:rPr>
                <w:sz w:val="16"/>
              </w:rPr>
            </w:pPr>
            <w:r>
              <w:rPr>
                <w:sz w:val="16"/>
              </w:rPr>
              <w:t>Прочие расчеты с дебиторами(021000000),</w:t>
            </w:r>
            <w:r>
              <w:rPr>
                <w:spacing w:val="-4"/>
                <w:sz w:val="16"/>
              </w:rPr>
              <w:t>всего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38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280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426"/>
        </w:trPr>
        <w:tc>
          <w:tcPr>
            <w:tcW w:w="5613" w:type="dxa"/>
          </w:tcPr>
          <w:p w:rsidR="008E3952" w:rsidRDefault="008E3952">
            <w:pPr>
              <w:pStyle w:val="TableParagraph"/>
              <w:spacing w:line="164" w:lineRule="exact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Из </w:t>
            </w:r>
            <w:r>
              <w:rPr>
                <w:spacing w:val="-4"/>
                <w:sz w:val="16"/>
              </w:rPr>
              <w:t>них:</w:t>
            </w:r>
          </w:p>
          <w:p w:rsidR="008E3952" w:rsidRDefault="008E3952">
            <w:pPr>
              <w:pStyle w:val="TableParagraph"/>
              <w:spacing w:before="67" w:line="175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Расчеты по налоговым вычетам по НДС(021010000)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4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282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4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4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4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4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4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4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4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4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35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146" w:line="170" w:lineRule="exact"/>
              <w:ind w:left="74"/>
              <w:jc w:val="left"/>
              <w:rPr>
                <w:sz w:val="16"/>
              </w:rPr>
            </w:pPr>
            <w:r>
              <w:rPr>
                <w:sz w:val="16"/>
              </w:rPr>
              <w:t>Вложения в финансовые активы</w:t>
            </w:r>
            <w:r>
              <w:rPr>
                <w:spacing w:val="-2"/>
                <w:sz w:val="16"/>
              </w:rPr>
              <w:t>(021500000)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138" w:line="178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290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 w:line="17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 w:line="17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 w:line="178" w:lineRule="exact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 w:line="178" w:lineRule="exact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 w:line="178" w:lineRule="exact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 w:line="178" w:lineRule="exact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 w:line="178" w:lineRule="exact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 w:line="178" w:lineRule="exact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444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44" w:line="190" w:lineRule="atLeast"/>
              <w:ind w:left="74" w:right="614"/>
              <w:jc w:val="left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Итого по разделу II</w:t>
            </w:r>
            <w:r>
              <w:rPr>
                <w:sz w:val="16"/>
              </w:rPr>
              <w:t>(стр.200+стр.240+стр.250+стр.260+ стр. 270 + стр. 280 + стр. 290)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65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 w:line="178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340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65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 w:line="17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65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 w:line="17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65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 w:line="178" w:lineRule="exact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65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 w:line="178" w:lineRule="exact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65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 w:line="178" w:lineRule="exact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65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 w:line="178" w:lineRule="exact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65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 w:line="178" w:lineRule="exact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65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 w:line="178" w:lineRule="exact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87"/>
        </w:trPr>
        <w:tc>
          <w:tcPr>
            <w:tcW w:w="5613" w:type="dxa"/>
          </w:tcPr>
          <w:p w:rsidR="008E3952" w:rsidRDefault="008E3952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9" w:lineRule="exact"/>
              <w:ind w:left="74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БАЛАНС(стр.190+стр.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340)</w:t>
            </w:r>
          </w:p>
        </w:tc>
        <w:tc>
          <w:tcPr>
            <w:tcW w:w="624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350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</w:tbl>
    <w:p w:rsidR="008E3952" w:rsidRDefault="008E3952">
      <w:pPr>
        <w:pStyle w:val="TableParagraph"/>
        <w:spacing w:line="177" w:lineRule="exact"/>
        <w:rPr>
          <w:sz w:val="16"/>
        </w:rPr>
        <w:sectPr w:rsidR="008E3952">
          <w:headerReference w:type="default" r:id="rId7"/>
          <w:pgSz w:w="16840" w:h="11910" w:orient="landscape"/>
          <w:pgMar w:top="1300" w:right="141" w:bottom="280" w:left="425" w:header="1105" w:footer="0" w:gutter="0"/>
          <w:pgNumType w:start="3"/>
          <w:cols w:space="720"/>
        </w:sect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09"/>
        <w:gridCol w:w="628"/>
        <w:gridCol w:w="1191"/>
        <w:gridCol w:w="1191"/>
        <w:gridCol w:w="1191"/>
        <w:gridCol w:w="1191"/>
        <w:gridCol w:w="1191"/>
        <w:gridCol w:w="1191"/>
        <w:gridCol w:w="1191"/>
        <w:gridCol w:w="1191"/>
      </w:tblGrid>
      <w:tr w:rsidR="008E3952" w:rsidTr="00DF7044">
        <w:trPr>
          <w:trHeight w:val="191"/>
        </w:trPr>
        <w:tc>
          <w:tcPr>
            <w:tcW w:w="5609" w:type="dxa"/>
            <w:vMerge w:val="restart"/>
          </w:tcPr>
          <w:p w:rsidR="008E3952" w:rsidRDefault="008E3952">
            <w:pPr>
              <w:pStyle w:val="TableParagraph"/>
              <w:spacing w:before="106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9"/>
              <w:rPr>
                <w:sz w:val="16"/>
              </w:rPr>
            </w:pPr>
            <w:r>
              <w:rPr>
                <w:sz w:val="16"/>
              </w:rPr>
              <w:t xml:space="preserve">П АС СИ </w:t>
            </w:r>
            <w:r>
              <w:rPr>
                <w:spacing w:val="-10"/>
                <w:sz w:val="16"/>
              </w:rPr>
              <w:t>В</w:t>
            </w:r>
          </w:p>
        </w:tc>
        <w:tc>
          <w:tcPr>
            <w:tcW w:w="628" w:type="dxa"/>
            <w:vMerge w:val="restart"/>
          </w:tcPr>
          <w:p w:rsidR="008E3952" w:rsidRDefault="008E3952">
            <w:pPr>
              <w:pStyle w:val="TableParagraph"/>
              <w:spacing w:before="96" w:line="254" w:lineRule="auto"/>
              <w:ind w:left="131" w:right="90"/>
              <w:rPr>
                <w:sz w:val="16"/>
              </w:rPr>
            </w:pPr>
            <w:r>
              <w:rPr>
                <w:spacing w:val="-4"/>
                <w:sz w:val="16"/>
              </w:rPr>
              <w:t>Код</w:t>
            </w:r>
            <w:r>
              <w:rPr>
                <w:spacing w:val="-2"/>
                <w:sz w:val="16"/>
              </w:rPr>
              <w:t xml:space="preserve"> стро- </w:t>
            </w:r>
            <w:r>
              <w:rPr>
                <w:spacing w:val="-6"/>
                <w:sz w:val="16"/>
              </w:rPr>
              <w:t>ки</w:t>
            </w:r>
          </w:p>
        </w:tc>
        <w:tc>
          <w:tcPr>
            <w:tcW w:w="4764" w:type="dxa"/>
            <w:gridSpan w:val="4"/>
          </w:tcPr>
          <w:p w:rsidR="008E3952" w:rsidRDefault="008E3952">
            <w:pPr>
              <w:pStyle w:val="TableParagraph"/>
              <w:spacing w:line="171" w:lineRule="exact"/>
              <w:ind w:left="32"/>
              <w:rPr>
                <w:sz w:val="16"/>
              </w:rPr>
            </w:pPr>
            <w:r>
              <w:rPr>
                <w:sz w:val="16"/>
              </w:rPr>
              <w:t xml:space="preserve">На начало </w:t>
            </w:r>
            <w:r>
              <w:rPr>
                <w:spacing w:val="-4"/>
                <w:sz w:val="16"/>
              </w:rPr>
              <w:t>года</w:t>
            </w:r>
          </w:p>
        </w:tc>
        <w:tc>
          <w:tcPr>
            <w:tcW w:w="4764" w:type="dxa"/>
            <w:gridSpan w:val="4"/>
          </w:tcPr>
          <w:p w:rsidR="008E3952" w:rsidRDefault="008E3952">
            <w:pPr>
              <w:pStyle w:val="TableParagraph"/>
              <w:spacing w:line="171" w:lineRule="exact"/>
              <w:ind w:left="1332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На конец отчетного периода</w:t>
            </w:r>
          </w:p>
        </w:tc>
      </w:tr>
      <w:tr w:rsidR="008E3952" w:rsidTr="00DF7044">
        <w:trPr>
          <w:trHeight w:val="576"/>
        </w:trPr>
        <w:tc>
          <w:tcPr>
            <w:tcW w:w="5609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628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9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деятельность</w:t>
            </w:r>
          </w:p>
          <w:p w:rsidR="008E3952" w:rsidRDefault="008E3952">
            <w:pPr>
              <w:pStyle w:val="TableParagraph"/>
              <w:spacing w:before="2" w:line="190" w:lineRule="atLeast"/>
              <w:ind w:left="166" w:right="122" w:hanging="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с целевыми средствами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 w:line="261" w:lineRule="auto"/>
              <w:ind w:left="39" w:right="4"/>
              <w:rPr>
                <w:sz w:val="14"/>
              </w:rPr>
            </w:pPr>
            <w:r>
              <w:rPr>
                <w:sz w:val="14"/>
              </w:rPr>
              <w:t>Деятельность по</w:t>
            </w:r>
            <w:r>
              <w:rPr>
                <w:spacing w:val="-2"/>
                <w:sz w:val="14"/>
              </w:rPr>
              <w:t xml:space="preserve"> государственно</w:t>
            </w:r>
            <w:r>
              <w:rPr>
                <w:sz w:val="14"/>
              </w:rPr>
              <w:t>му заданию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6"/>
              <w:rPr>
                <w:sz w:val="16"/>
              </w:rPr>
            </w:pPr>
            <w:r>
              <w:rPr>
                <w:spacing w:val="-2"/>
                <w:sz w:val="16"/>
              </w:rPr>
              <w:t>приносящая</w:t>
            </w:r>
          </w:p>
          <w:p w:rsidR="008E3952" w:rsidRDefault="008E3952">
            <w:pPr>
              <w:pStyle w:val="TableParagraph"/>
              <w:spacing w:before="2" w:line="190" w:lineRule="atLeast"/>
              <w:ind w:left="38" w:right="4"/>
              <w:rPr>
                <w:sz w:val="16"/>
              </w:rPr>
            </w:pPr>
            <w:r>
              <w:rPr>
                <w:spacing w:val="-2"/>
                <w:sz w:val="16"/>
              </w:rPr>
              <w:t>доход деятельность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7" w:right="6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93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деятельность</w:t>
            </w:r>
          </w:p>
          <w:p w:rsidR="008E3952" w:rsidRDefault="008E3952">
            <w:pPr>
              <w:pStyle w:val="TableParagraph"/>
              <w:spacing w:before="2" w:line="190" w:lineRule="atLeast"/>
              <w:ind w:left="164" w:right="124" w:hanging="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с целевыми средствами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 w:line="261" w:lineRule="auto"/>
              <w:ind w:left="37" w:right="6"/>
              <w:rPr>
                <w:sz w:val="14"/>
              </w:rPr>
            </w:pPr>
            <w:r>
              <w:rPr>
                <w:sz w:val="14"/>
              </w:rPr>
              <w:t xml:space="preserve">Деятельность по </w:t>
            </w:r>
            <w:r>
              <w:rPr>
                <w:spacing w:val="-2"/>
                <w:sz w:val="14"/>
              </w:rPr>
              <w:t>государственно</w:t>
            </w:r>
            <w:r>
              <w:rPr>
                <w:sz w:val="14"/>
              </w:rPr>
              <w:t>му заданию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9"/>
              <w:rPr>
                <w:sz w:val="16"/>
              </w:rPr>
            </w:pPr>
            <w:r>
              <w:rPr>
                <w:spacing w:val="-2"/>
                <w:sz w:val="16"/>
              </w:rPr>
              <w:t>приносящая</w:t>
            </w:r>
          </w:p>
          <w:p w:rsidR="008E3952" w:rsidRDefault="008E3952">
            <w:pPr>
              <w:pStyle w:val="TableParagraph"/>
              <w:spacing w:before="2" w:line="190" w:lineRule="atLeast"/>
              <w:ind w:left="37" w:right="7"/>
              <w:rPr>
                <w:sz w:val="16"/>
              </w:rPr>
            </w:pPr>
            <w:r>
              <w:rPr>
                <w:spacing w:val="-2"/>
                <w:sz w:val="16"/>
              </w:rPr>
              <w:t>доход деятельность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</w:p>
        </w:tc>
      </w:tr>
      <w:tr w:rsidR="008E3952" w:rsidTr="00DF7044">
        <w:trPr>
          <w:trHeight w:val="187"/>
        </w:trPr>
        <w:tc>
          <w:tcPr>
            <w:tcW w:w="5609" w:type="dxa"/>
          </w:tcPr>
          <w:p w:rsidR="008E3952" w:rsidRDefault="008E3952">
            <w:pPr>
              <w:pStyle w:val="TableParagraph"/>
              <w:spacing w:line="168" w:lineRule="exact"/>
              <w:ind w:left="39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line="168" w:lineRule="exact"/>
              <w:ind w:left="38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27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8E3952" w:rsidTr="00DF7044">
        <w:trPr>
          <w:trHeight w:val="613"/>
        </w:trPr>
        <w:tc>
          <w:tcPr>
            <w:tcW w:w="5609" w:type="dxa"/>
          </w:tcPr>
          <w:p w:rsidR="008E3952" w:rsidRDefault="008E3952">
            <w:pPr>
              <w:pStyle w:val="TableParagraph"/>
              <w:spacing w:line="159" w:lineRule="exact"/>
              <w:ind w:left="2104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III. </w:t>
            </w:r>
            <w:r>
              <w:rPr>
                <w:rFonts w:ascii="Arial" w:hAnsi="Arial"/>
                <w:b/>
                <w:spacing w:val="-2"/>
                <w:sz w:val="16"/>
              </w:rPr>
              <w:t>Обязательства</w:t>
            </w:r>
          </w:p>
          <w:p w:rsidR="008E3952" w:rsidRDefault="008E3952">
            <w:pPr>
              <w:pStyle w:val="TableParagraph"/>
              <w:spacing w:before="54" w:line="190" w:lineRule="atLeast"/>
              <w:ind w:left="74" w:right="6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Расчеты с кредиторами по долговым обязательствам </w:t>
            </w:r>
            <w:r>
              <w:rPr>
                <w:sz w:val="16"/>
              </w:rPr>
              <w:t>(030100000), всего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48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400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48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48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48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48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48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48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48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48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453"/>
        </w:trPr>
        <w:tc>
          <w:tcPr>
            <w:tcW w:w="5609" w:type="dxa"/>
          </w:tcPr>
          <w:p w:rsidR="008E3952" w:rsidRDefault="008E3952">
            <w:pPr>
              <w:pStyle w:val="TableParagraph"/>
              <w:spacing w:before="10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Из </w:t>
            </w:r>
            <w:r>
              <w:rPr>
                <w:spacing w:val="-4"/>
                <w:sz w:val="16"/>
              </w:rPr>
              <w:t>них:</w:t>
            </w:r>
          </w:p>
          <w:p w:rsidR="008E3952" w:rsidRDefault="008E3952">
            <w:pPr>
              <w:pStyle w:val="TableParagraph"/>
              <w:spacing w:before="67" w:line="175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долгосрочные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401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69"/>
        </w:trPr>
        <w:tc>
          <w:tcPr>
            <w:tcW w:w="5609" w:type="dxa"/>
          </w:tcPr>
          <w:p w:rsidR="008E3952" w:rsidRDefault="008E3952">
            <w:pPr>
              <w:pStyle w:val="TableParagraph"/>
              <w:spacing w:line="164" w:lineRule="exact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Кредиторская задолженность по выплатам(030200000,</w:t>
            </w:r>
          </w:p>
          <w:p w:rsidR="008E3952" w:rsidRDefault="008E3952">
            <w:pPr>
              <w:pStyle w:val="TableParagraph"/>
              <w:spacing w:before="11" w:line="175" w:lineRule="exact"/>
              <w:ind w:left="74"/>
              <w:jc w:val="left"/>
              <w:rPr>
                <w:sz w:val="16"/>
              </w:rPr>
            </w:pPr>
            <w:r>
              <w:rPr>
                <w:sz w:val="16"/>
              </w:rPr>
              <w:t>020800000,030402000,030403000),</w:t>
            </w:r>
            <w:r>
              <w:rPr>
                <w:spacing w:val="-4"/>
                <w:sz w:val="16"/>
              </w:rPr>
              <w:t>всего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168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410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6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6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68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68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68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68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68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68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453"/>
        </w:trPr>
        <w:tc>
          <w:tcPr>
            <w:tcW w:w="5609" w:type="dxa"/>
          </w:tcPr>
          <w:p w:rsidR="008E3952" w:rsidRDefault="008E3952">
            <w:pPr>
              <w:pStyle w:val="TableParagraph"/>
              <w:spacing w:before="10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Из </w:t>
            </w:r>
            <w:r>
              <w:rPr>
                <w:spacing w:val="-4"/>
                <w:sz w:val="16"/>
              </w:rPr>
              <w:t>них:</w:t>
            </w:r>
          </w:p>
          <w:p w:rsidR="008E3952" w:rsidRDefault="008E3952">
            <w:pPr>
              <w:pStyle w:val="TableParagraph"/>
              <w:spacing w:before="67" w:line="175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долгосрочная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411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7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40"/>
        </w:trPr>
        <w:tc>
          <w:tcPr>
            <w:tcW w:w="5609" w:type="dxa"/>
          </w:tcPr>
          <w:p w:rsidR="008E3952" w:rsidRDefault="008E3952">
            <w:pPr>
              <w:pStyle w:val="TableParagraph"/>
              <w:spacing w:before="145" w:line="175" w:lineRule="exact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Расчеты по платежам в бюджеты(030300000)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138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420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40"/>
        </w:trPr>
        <w:tc>
          <w:tcPr>
            <w:tcW w:w="5609" w:type="dxa"/>
          </w:tcPr>
          <w:p w:rsidR="008E3952" w:rsidRDefault="008E3952">
            <w:pPr>
              <w:pStyle w:val="TableParagraph"/>
              <w:spacing w:before="145" w:line="175" w:lineRule="exact"/>
              <w:ind w:left="74"/>
              <w:jc w:val="left"/>
              <w:rPr>
                <w:sz w:val="16"/>
              </w:rPr>
            </w:pPr>
            <w:r>
              <w:rPr>
                <w:sz w:val="16"/>
              </w:rPr>
              <w:t xml:space="preserve">Иные расчеты, </w:t>
            </w:r>
            <w:r>
              <w:rPr>
                <w:spacing w:val="-4"/>
                <w:sz w:val="16"/>
              </w:rPr>
              <w:t>всего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138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430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8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618"/>
        </w:trPr>
        <w:tc>
          <w:tcPr>
            <w:tcW w:w="5609" w:type="dxa"/>
          </w:tcPr>
          <w:p w:rsidR="008E3952" w:rsidRDefault="008E3952">
            <w:pPr>
              <w:pStyle w:val="TableParagraph"/>
              <w:spacing w:line="164" w:lineRule="exact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В том </w:t>
            </w:r>
            <w:r>
              <w:rPr>
                <w:spacing w:val="-2"/>
                <w:sz w:val="16"/>
              </w:rPr>
              <w:t>числе:</w:t>
            </w:r>
          </w:p>
          <w:p w:rsidR="008E3952" w:rsidRDefault="008E3952">
            <w:pPr>
              <w:pStyle w:val="TableParagraph"/>
              <w:spacing w:before="54" w:line="190" w:lineRule="atLeast"/>
              <w:ind w:left="528" w:right="640"/>
              <w:jc w:val="left"/>
              <w:rPr>
                <w:sz w:val="16"/>
              </w:rPr>
            </w:pPr>
            <w:r>
              <w:rPr>
                <w:sz w:val="16"/>
              </w:rPr>
              <w:t>Расчеты по средствам, полученным во временное распоряжение (030401000)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431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8" w:right="4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X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54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226"/>
        </w:trPr>
        <w:tc>
          <w:tcPr>
            <w:tcW w:w="5609" w:type="dxa"/>
          </w:tcPr>
          <w:p w:rsidR="008E3952" w:rsidRDefault="008E3952">
            <w:pPr>
              <w:pStyle w:val="TableParagraph"/>
              <w:spacing w:before="31" w:line="175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Внутриведомственные расчеты(030404000)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24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432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226"/>
        </w:trPr>
        <w:tc>
          <w:tcPr>
            <w:tcW w:w="5609" w:type="dxa"/>
          </w:tcPr>
          <w:p w:rsidR="008E3952" w:rsidRDefault="008E3952">
            <w:pPr>
              <w:pStyle w:val="TableParagraph"/>
              <w:spacing w:before="31" w:line="175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Расчеты с прочими кредиторами(030406000)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24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433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226"/>
        </w:trPr>
        <w:tc>
          <w:tcPr>
            <w:tcW w:w="5609" w:type="dxa"/>
          </w:tcPr>
          <w:p w:rsidR="008E3952" w:rsidRDefault="008E3952">
            <w:pPr>
              <w:pStyle w:val="TableParagraph"/>
              <w:spacing w:before="24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Расчеты по налоговым вычетам по НДС(021010000)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24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434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4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96"/>
        </w:trPr>
        <w:tc>
          <w:tcPr>
            <w:tcW w:w="5609" w:type="dxa"/>
          </w:tcPr>
          <w:p w:rsidR="008E3952" w:rsidRDefault="008E3952">
            <w:pPr>
              <w:pStyle w:val="TableParagraph"/>
              <w:spacing w:before="2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Кредиторская задолженность по доходам (020500000,</w:t>
            </w:r>
          </w:p>
          <w:p w:rsidR="008E3952" w:rsidRDefault="008E3952">
            <w:pPr>
              <w:pStyle w:val="TableParagraph"/>
              <w:spacing w:before="11"/>
              <w:ind w:left="74"/>
              <w:jc w:val="left"/>
              <w:rPr>
                <w:sz w:val="16"/>
              </w:rPr>
            </w:pPr>
            <w:r>
              <w:rPr>
                <w:sz w:val="16"/>
              </w:rPr>
              <w:t>020900000),</w:t>
            </w:r>
            <w:r>
              <w:rPr>
                <w:spacing w:val="-4"/>
                <w:sz w:val="16"/>
              </w:rPr>
              <w:t>всего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470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433"/>
        </w:trPr>
        <w:tc>
          <w:tcPr>
            <w:tcW w:w="5609" w:type="dxa"/>
          </w:tcPr>
          <w:p w:rsidR="008E3952" w:rsidRDefault="008E3952">
            <w:pPr>
              <w:pStyle w:val="TableParagraph"/>
              <w:spacing w:line="171" w:lineRule="exact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Из </w:t>
            </w:r>
            <w:r>
              <w:rPr>
                <w:spacing w:val="-4"/>
                <w:sz w:val="16"/>
              </w:rPr>
              <w:t>них:</w:t>
            </w:r>
          </w:p>
          <w:p w:rsidR="008E3952" w:rsidRDefault="008E3952">
            <w:pPr>
              <w:pStyle w:val="TableParagraph"/>
              <w:spacing w:before="67" w:line="175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долгосрочная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5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471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5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5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5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5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5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5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5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50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283"/>
        </w:trPr>
        <w:tc>
          <w:tcPr>
            <w:tcW w:w="5609" w:type="dxa"/>
          </w:tcPr>
          <w:p w:rsidR="008E3952" w:rsidRDefault="008E3952">
            <w:pPr>
              <w:pStyle w:val="TableParagraph"/>
              <w:spacing w:before="81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Расчеты с учредителем(021006000)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81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480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283"/>
        </w:trPr>
        <w:tc>
          <w:tcPr>
            <w:tcW w:w="5609" w:type="dxa"/>
          </w:tcPr>
          <w:p w:rsidR="008E3952" w:rsidRDefault="008E3952">
            <w:pPr>
              <w:pStyle w:val="TableParagraph"/>
              <w:spacing w:before="81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Доходы будущих периодов (040140000)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81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510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283"/>
        </w:trPr>
        <w:tc>
          <w:tcPr>
            <w:tcW w:w="5609" w:type="dxa"/>
          </w:tcPr>
          <w:p w:rsidR="008E3952" w:rsidRDefault="008E3952">
            <w:pPr>
              <w:pStyle w:val="TableParagraph"/>
              <w:spacing w:before="81"/>
              <w:ind w:left="7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Резервы предстоящих расходов(040160000)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81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520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81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91"/>
        </w:trPr>
        <w:tc>
          <w:tcPr>
            <w:tcW w:w="5609" w:type="dxa"/>
          </w:tcPr>
          <w:p w:rsidR="008E3952" w:rsidRDefault="008E3952">
            <w:pPr>
              <w:pStyle w:val="TableParagraph"/>
              <w:ind w:left="74"/>
              <w:jc w:val="left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Итого по разделу III</w:t>
            </w:r>
            <w:r>
              <w:rPr>
                <w:sz w:val="16"/>
              </w:rPr>
              <w:t>(стр.400+стр.410+стр.420+стр.430</w:t>
            </w:r>
            <w:r>
              <w:rPr>
                <w:spacing w:val="-10"/>
                <w:sz w:val="16"/>
              </w:rPr>
              <w:t>+</w:t>
            </w:r>
          </w:p>
          <w:p w:rsidR="008E3952" w:rsidRDefault="008E3952">
            <w:pPr>
              <w:pStyle w:val="TableParagraph"/>
              <w:spacing w:before="10" w:line="177" w:lineRule="exact"/>
              <w:ind w:left="74"/>
              <w:jc w:val="left"/>
              <w:rPr>
                <w:sz w:val="16"/>
              </w:rPr>
            </w:pPr>
            <w:r>
              <w:rPr>
                <w:sz w:val="16"/>
              </w:rPr>
              <w:t xml:space="preserve">стр.470+стр.480 +стр.510+стр. </w:t>
            </w:r>
            <w:r>
              <w:rPr>
                <w:spacing w:val="-4"/>
                <w:sz w:val="16"/>
              </w:rPr>
              <w:t>520)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550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1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</w:tbl>
    <w:p w:rsidR="008E3952" w:rsidRDefault="008E3952">
      <w:pPr>
        <w:pStyle w:val="TableParagraph"/>
        <w:spacing w:line="177" w:lineRule="exact"/>
        <w:rPr>
          <w:sz w:val="16"/>
        </w:rPr>
        <w:sectPr w:rsidR="008E3952">
          <w:pgSz w:w="16840" w:h="11910" w:orient="landscape"/>
          <w:pgMar w:top="1300" w:right="141" w:bottom="280" w:left="425" w:header="1105" w:footer="0" w:gutter="0"/>
          <w:cols w:space="720"/>
        </w:sect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09"/>
        <w:gridCol w:w="628"/>
        <w:gridCol w:w="1191"/>
        <w:gridCol w:w="1191"/>
        <w:gridCol w:w="1191"/>
        <w:gridCol w:w="1191"/>
        <w:gridCol w:w="1191"/>
        <w:gridCol w:w="1191"/>
        <w:gridCol w:w="1191"/>
        <w:gridCol w:w="1191"/>
      </w:tblGrid>
      <w:tr w:rsidR="008E3952" w:rsidTr="00DF7044">
        <w:trPr>
          <w:trHeight w:val="191"/>
        </w:trPr>
        <w:tc>
          <w:tcPr>
            <w:tcW w:w="5609" w:type="dxa"/>
            <w:vMerge w:val="restart"/>
          </w:tcPr>
          <w:p w:rsidR="008E3952" w:rsidRDefault="008E3952">
            <w:pPr>
              <w:pStyle w:val="TableParagraph"/>
              <w:spacing w:before="106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9"/>
              <w:rPr>
                <w:sz w:val="16"/>
              </w:rPr>
            </w:pPr>
            <w:r>
              <w:rPr>
                <w:sz w:val="16"/>
              </w:rPr>
              <w:t xml:space="preserve">П АС СИ </w:t>
            </w:r>
            <w:r>
              <w:rPr>
                <w:spacing w:val="-10"/>
                <w:sz w:val="16"/>
              </w:rPr>
              <w:t>В</w:t>
            </w:r>
          </w:p>
        </w:tc>
        <w:tc>
          <w:tcPr>
            <w:tcW w:w="628" w:type="dxa"/>
            <w:vMerge w:val="restart"/>
          </w:tcPr>
          <w:p w:rsidR="008E3952" w:rsidRDefault="008E3952">
            <w:pPr>
              <w:pStyle w:val="TableParagraph"/>
              <w:spacing w:before="96" w:line="254" w:lineRule="auto"/>
              <w:ind w:left="131" w:right="90"/>
              <w:rPr>
                <w:sz w:val="16"/>
              </w:rPr>
            </w:pPr>
            <w:r>
              <w:rPr>
                <w:spacing w:val="-4"/>
                <w:sz w:val="16"/>
              </w:rPr>
              <w:t>Код</w:t>
            </w:r>
            <w:r>
              <w:rPr>
                <w:spacing w:val="-2"/>
                <w:sz w:val="16"/>
              </w:rPr>
              <w:t xml:space="preserve"> стро- </w:t>
            </w:r>
            <w:r>
              <w:rPr>
                <w:spacing w:val="-6"/>
                <w:sz w:val="16"/>
              </w:rPr>
              <w:t>ки</w:t>
            </w:r>
          </w:p>
        </w:tc>
        <w:tc>
          <w:tcPr>
            <w:tcW w:w="4764" w:type="dxa"/>
            <w:gridSpan w:val="4"/>
          </w:tcPr>
          <w:p w:rsidR="008E3952" w:rsidRDefault="008E3952">
            <w:pPr>
              <w:pStyle w:val="TableParagraph"/>
              <w:spacing w:line="171" w:lineRule="exact"/>
              <w:ind w:left="32"/>
              <w:rPr>
                <w:sz w:val="16"/>
              </w:rPr>
            </w:pPr>
            <w:r>
              <w:rPr>
                <w:sz w:val="16"/>
              </w:rPr>
              <w:t xml:space="preserve">На начало </w:t>
            </w:r>
            <w:r>
              <w:rPr>
                <w:spacing w:val="-4"/>
                <w:sz w:val="16"/>
              </w:rPr>
              <w:t>года</w:t>
            </w:r>
          </w:p>
        </w:tc>
        <w:tc>
          <w:tcPr>
            <w:tcW w:w="4764" w:type="dxa"/>
            <w:gridSpan w:val="4"/>
          </w:tcPr>
          <w:p w:rsidR="008E3952" w:rsidRDefault="008E3952">
            <w:pPr>
              <w:pStyle w:val="TableParagraph"/>
              <w:spacing w:line="171" w:lineRule="exact"/>
              <w:ind w:left="1332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На конец отчетного периода</w:t>
            </w:r>
          </w:p>
        </w:tc>
      </w:tr>
      <w:tr w:rsidR="008E3952" w:rsidTr="00DF7044">
        <w:trPr>
          <w:trHeight w:val="576"/>
        </w:trPr>
        <w:tc>
          <w:tcPr>
            <w:tcW w:w="5609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628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9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деятельность</w:t>
            </w:r>
          </w:p>
          <w:p w:rsidR="008E3952" w:rsidRDefault="008E3952">
            <w:pPr>
              <w:pStyle w:val="TableParagraph"/>
              <w:spacing w:before="2" w:line="190" w:lineRule="atLeast"/>
              <w:ind w:left="166" w:right="122" w:hanging="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с целевыми средствами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 w:line="261" w:lineRule="auto"/>
              <w:ind w:left="39" w:right="4"/>
              <w:rPr>
                <w:sz w:val="14"/>
              </w:rPr>
            </w:pPr>
            <w:r>
              <w:rPr>
                <w:sz w:val="14"/>
              </w:rPr>
              <w:t xml:space="preserve">Деятельность по </w:t>
            </w:r>
            <w:r>
              <w:rPr>
                <w:spacing w:val="-2"/>
                <w:sz w:val="14"/>
              </w:rPr>
              <w:t>государственно</w:t>
            </w:r>
            <w:r>
              <w:rPr>
                <w:sz w:val="14"/>
              </w:rPr>
              <w:t>му заданию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6"/>
              <w:rPr>
                <w:sz w:val="16"/>
              </w:rPr>
            </w:pPr>
            <w:r>
              <w:rPr>
                <w:spacing w:val="-2"/>
                <w:sz w:val="16"/>
              </w:rPr>
              <w:t>приносящая</w:t>
            </w:r>
          </w:p>
          <w:p w:rsidR="008E3952" w:rsidRDefault="008E3952">
            <w:pPr>
              <w:pStyle w:val="TableParagraph"/>
              <w:spacing w:before="2" w:line="190" w:lineRule="atLeast"/>
              <w:ind w:left="38" w:right="4"/>
              <w:rPr>
                <w:sz w:val="16"/>
              </w:rPr>
            </w:pPr>
            <w:r>
              <w:rPr>
                <w:spacing w:val="-2"/>
                <w:sz w:val="16"/>
              </w:rPr>
              <w:t>доход деятельность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37" w:right="6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93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деятельность</w:t>
            </w:r>
          </w:p>
          <w:p w:rsidR="008E3952" w:rsidRDefault="008E3952">
            <w:pPr>
              <w:pStyle w:val="TableParagraph"/>
              <w:spacing w:before="2" w:line="190" w:lineRule="atLeast"/>
              <w:ind w:left="164" w:right="124" w:hanging="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с целевыми средствами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 w:line="261" w:lineRule="auto"/>
              <w:ind w:left="37" w:right="6"/>
              <w:rPr>
                <w:sz w:val="14"/>
              </w:rPr>
            </w:pPr>
            <w:r>
              <w:rPr>
                <w:sz w:val="14"/>
              </w:rPr>
              <w:t>Деятельность по</w:t>
            </w:r>
            <w:r>
              <w:rPr>
                <w:spacing w:val="-2"/>
                <w:sz w:val="14"/>
              </w:rPr>
              <w:t xml:space="preserve"> государственно</w:t>
            </w:r>
            <w:r>
              <w:rPr>
                <w:sz w:val="14"/>
              </w:rPr>
              <w:t>му заданию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71" w:lineRule="exact"/>
              <w:ind w:left="37" w:right="9"/>
              <w:rPr>
                <w:sz w:val="16"/>
              </w:rPr>
            </w:pPr>
            <w:r>
              <w:rPr>
                <w:spacing w:val="-2"/>
                <w:sz w:val="16"/>
              </w:rPr>
              <w:t>приносящая</w:t>
            </w:r>
          </w:p>
          <w:p w:rsidR="008E3952" w:rsidRDefault="008E3952">
            <w:pPr>
              <w:pStyle w:val="TableParagraph"/>
              <w:spacing w:before="2" w:line="190" w:lineRule="atLeast"/>
              <w:ind w:left="37" w:right="7"/>
              <w:rPr>
                <w:sz w:val="16"/>
              </w:rPr>
            </w:pPr>
            <w:r>
              <w:rPr>
                <w:spacing w:val="-2"/>
                <w:sz w:val="16"/>
              </w:rPr>
              <w:t>доход деятельность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"/>
              <w:ind w:left="27"/>
              <w:rPr>
                <w:sz w:val="16"/>
              </w:rPr>
            </w:pPr>
            <w:r>
              <w:rPr>
                <w:spacing w:val="-2"/>
                <w:sz w:val="16"/>
              </w:rPr>
              <w:t>итого</w:t>
            </w:r>
          </w:p>
        </w:tc>
      </w:tr>
      <w:tr w:rsidR="008E3952" w:rsidTr="00DF7044">
        <w:trPr>
          <w:trHeight w:val="187"/>
        </w:trPr>
        <w:tc>
          <w:tcPr>
            <w:tcW w:w="5609" w:type="dxa"/>
          </w:tcPr>
          <w:p w:rsidR="008E3952" w:rsidRDefault="008E3952">
            <w:pPr>
              <w:pStyle w:val="TableParagraph"/>
              <w:spacing w:line="168" w:lineRule="exact"/>
              <w:ind w:left="39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line="168" w:lineRule="exact"/>
              <w:ind w:left="38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line="168" w:lineRule="exact"/>
              <w:ind w:left="27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 w:rsidR="008E3952" w:rsidTr="00DF7044">
        <w:trPr>
          <w:trHeight w:val="671"/>
        </w:trPr>
        <w:tc>
          <w:tcPr>
            <w:tcW w:w="5609" w:type="dxa"/>
          </w:tcPr>
          <w:p w:rsidR="008E3952" w:rsidRDefault="008E3952">
            <w:pPr>
              <w:pStyle w:val="TableParagraph"/>
              <w:spacing w:before="56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ind w:left="1772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IV. Финансовый результат</w:t>
            </w:r>
          </w:p>
          <w:p w:rsidR="008E3952" w:rsidRDefault="008E3952">
            <w:pPr>
              <w:pStyle w:val="TableParagraph"/>
              <w:spacing w:before="67" w:line="163" w:lineRule="exact"/>
              <w:ind w:left="74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Финансовый результат экономического субъекта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1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0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570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11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11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11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11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11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11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11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before="111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401"/>
        </w:trPr>
        <w:tc>
          <w:tcPr>
            <w:tcW w:w="5609" w:type="dxa"/>
          </w:tcPr>
          <w:p w:rsidR="008E3952" w:rsidRDefault="008E3952">
            <w:pPr>
              <w:pStyle w:val="TableParagraph"/>
              <w:spacing w:line="152" w:lineRule="exact"/>
              <w:ind w:left="528"/>
              <w:jc w:val="left"/>
              <w:rPr>
                <w:sz w:val="16"/>
              </w:rPr>
            </w:pPr>
            <w:r>
              <w:rPr>
                <w:sz w:val="16"/>
              </w:rPr>
              <w:t xml:space="preserve">Из </w:t>
            </w:r>
            <w:r>
              <w:rPr>
                <w:spacing w:val="-4"/>
                <w:sz w:val="16"/>
              </w:rPr>
              <w:t>них:</w:t>
            </w:r>
          </w:p>
          <w:p w:rsidR="008E3952" w:rsidRDefault="008E3952">
            <w:pPr>
              <w:pStyle w:val="TableParagraph"/>
              <w:spacing w:before="67" w:line="163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Доходы текущего финансового года(040110000)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31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0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571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23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87"/>
        </w:trPr>
        <w:tc>
          <w:tcPr>
            <w:tcW w:w="5609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52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Расходы текущего финансового года(040120000)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572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8" w:lineRule="exact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  <w:tr w:rsidR="008E3952" w:rsidTr="00DF7044">
        <w:trPr>
          <w:trHeight w:val="386"/>
        </w:trPr>
        <w:tc>
          <w:tcPr>
            <w:tcW w:w="5609" w:type="dxa"/>
          </w:tcPr>
          <w:p w:rsidR="008E3952" w:rsidRDefault="008E3952">
            <w:pPr>
              <w:pStyle w:val="TableParagraph"/>
              <w:spacing w:before="6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9" w:lineRule="exact"/>
              <w:ind w:left="74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БАЛАНС(стр.550+стр.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570)</w:t>
            </w:r>
          </w:p>
        </w:tc>
        <w:tc>
          <w:tcPr>
            <w:tcW w:w="628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700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4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5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6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7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8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7" w:right="9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1191" w:type="dxa"/>
          </w:tcPr>
          <w:p w:rsidR="008E3952" w:rsidRDefault="008E3952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:rsidR="008E3952" w:rsidRDefault="008E3952">
            <w:pPr>
              <w:pStyle w:val="TableParagraph"/>
              <w:spacing w:line="177" w:lineRule="exact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</w:tbl>
    <w:p w:rsidR="008E3952" w:rsidRDefault="008E3952">
      <w:pPr>
        <w:spacing w:before="97"/>
        <w:ind w:left="538"/>
        <w:rPr>
          <w:sz w:val="15"/>
        </w:rPr>
      </w:pPr>
      <w:r>
        <w:rPr>
          <w:sz w:val="15"/>
        </w:rPr>
        <w:t xml:space="preserve">*Данные по этим строкам в валюту баланса не </w:t>
      </w:r>
      <w:r>
        <w:rPr>
          <w:spacing w:val="-2"/>
          <w:sz w:val="15"/>
        </w:rPr>
        <w:t>входят.</w:t>
      </w:r>
    </w:p>
    <w:p w:rsidR="008E3952" w:rsidRDefault="008E3952">
      <w:pPr>
        <w:spacing w:before="10"/>
        <w:ind w:left="538"/>
        <w:rPr>
          <w:sz w:val="15"/>
        </w:rPr>
      </w:pPr>
      <w:r>
        <w:rPr>
          <w:spacing w:val="-2"/>
          <w:sz w:val="15"/>
        </w:rPr>
        <w:t>**Данные по этим строкам приводятся с учетом амортизации (или) обесценения нефинансовых активов.</w:t>
      </w:r>
    </w:p>
    <w:p w:rsidR="008E3952" w:rsidRDefault="008E3952">
      <w:pPr>
        <w:rPr>
          <w:sz w:val="15"/>
        </w:rPr>
        <w:sectPr w:rsidR="008E3952">
          <w:pgSz w:w="16840" w:h="11910" w:orient="landscape"/>
          <w:pgMar w:top="1300" w:right="141" w:bottom="280" w:left="425" w:header="1105" w:footer="0" w:gutter="0"/>
          <w:cols w:space="720"/>
        </w:sectPr>
      </w:pPr>
    </w:p>
    <w:p w:rsidR="008E3952" w:rsidRDefault="008E3952">
      <w:pPr>
        <w:pStyle w:val="Heading1"/>
        <w:spacing w:before="65"/>
      </w:pPr>
      <w:r>
        <w:rPr>
          <w:spacing w:val="-2"/>
        </w:rPr>
        <w:t>СПРАВКА</w:t>
      </w:r>
    </w:p>
    <w:p w:rsidR="008E3952" w:rsidRDefault="008E3952">
      <w:pPr>
        <w:spacing w:before="10"/>
        <w:ind w:right="452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О наличии имущества и обязательств на забалансовых </w:t>
      </w:r>
      <w:r>
        <w:rPr>
          <w:rFonts w:ascii="Arial" w:hAnsi="Arial"/>
          <w:b/>
          <w:spacing w:val="-2"/>
          <w:sz w:val="20"/>
        </w:rPr>
        <w:t>счетах</w:t>
      </w:r>
    </w:p>
    <w:p w:rsidR="008E3952" w:rsidRDefault="008E3952">
      <w:pPr>
        <w:pStyle w:val="BodyText"/>
        <w:spacing w:before="2"/>
        <w:rPr>
          <w:rFonts w:ascii="Arial"/>
          <w:b/>
        </w:rPr>
      </w:pPr>
    </w:p>
    <w:p w:rsidR="008E3952" w:rsidRDefault="008E3952">
      <w:pPr>
        <w:pStyle w:val="BodyText"/>
        <w:spacing w:after="20"/>
        <w:ind w:right="140"/>
        <w:jc w:val="right"/>
      </w:pPr>
      <w:r>
        <w:t>Форма0503830с.</w:t>
      </w:r>
      <w:r>
        <w:rPr>
          <w:spacing w:val="-10"/>
        </w:rPr>
        <w:t>6</w:t>
      </w:r>
    </w:p>
    <w:tbl>
      <w:tblPr>
        <w:tblW w:w="0" w:type="auto"/>
        <w:tblInd w:w="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7"/>
        <w:gridCol w:w="3685"/>
        <w:gridCol w:w="567"/>
        <w:gridCol w:w="1134"/>
        <w:gridCol w:w="1701"/>
        <w:gridCol w:w="1134"/>
        <w:gridCol w:w="1134"/>
        <w:gridCol w:w="1134"/>
        <w:gridCol w:w="1701"/>
        <w:gridCol w:w="1701"/>
        <w:gridCol w:w="1134"/>
      </w:tblGrid>
      <w:tr w:rsidR="008E3952" w:rsidTr="00DF7044">
        <w:trPr>
          <w:trHeight w:val="168"/>
        </w:trPr>
        <w:tc>
          <w:tcPr>
            <w:tcW w:w="737" w:type="dxa"/>
            <w:vMerge w:val="restart"/>
          </w:tcPr>
          <w:p w:rsidR="008E3952" w:rsidRDefault="008E3952">
            <w:pPr>
              <w:pStyle w:val="TableParagraph"/>
              <w:spacing w:before="1" w:line="254" w:lineRule="auto"/>
              <w:ind w:left="91" w:right="53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Номер забалан-сового </w:t>
            </w:r>
          </w:p>
          <w:p w:rsidR="008E3952" w:rsidRDefault="008E3952">
            <w:pPr>
              <w:pStyle w:val="TableParagraph"/>
              <w:ind w:left="36"/>
              <w:rPr>
                <w:sz w:val="14"/>
              </w:rPr>
            </w:pPr>
            <w:r>
              <w:rPr>
                <w:spacing w:val="-2"/>
                <w:sz w:val="14"/>
              </w:rPr>
              <w:t>счета</w:t>
            </w:r>
          </w:p>
        </w:tc>
        <w:tc>
          <w:tcPr>
            <w:tcW w:w="3685" w:type="dxa"/>
            <w:vMerge w:val="restart"/>
          </w:tcPr>
          <w:p w:rsidR="008E3952" w:rsidRDefault="008E3952">
            <w:pPr>
              <w:pStyle w:val="TableParagraph"/>
              <w:spacing w:before="85" w:line="254" w:lineRule="auto"/>
              <w:ind w:left="925" w:right="887"/>
              <w:rPr>
                <w:sz w:val="14"/>
              </w:rPr>
            </w:pPr>
            <w:r>
              <w:rPr>
                <w:spacing w:val="-2"/>
                <w:sz w:val="14"/>
              </w:rPr>
              <w:t>Наименование забалансового счета, показателя</w:t>
            </w:r>
          </w:p>
        </w:tc>
        <w:tc>
          <w:tcPr>
            <w:tcW w:w="567" w:type="dxa"/>
            <w:vMerge w:val="restart"/>
          </w:tcPr>
          <w:p w:rsidR="008E3952" w:rsidRDefault="008E3952">
            <w:pPr>
              <w:pStyle w:val="TableParagraph"/>
              <w:spacing w:before="85" w:line="254" w:lineRule="auto"/>
              <w:ind w:left="123" w:right="85"/>
              <w:rPr>
                <w:sz w:val="14"/>
              </w:rPr>
            </w:pPr>
            <w:r>
              <w:rPr>
                <w:spacing w:val="-4"/>
                <w:sz w:val="14"/>
              </w:rPr>
              <w:t xml:space="preserve">Код </w:t>
            </w:r>
            <w:r>
              <w:rPr>
                <w:spacing w:val="-2"/>
                <w:sz w:val="14"/>
              </w:rPr>
              <w:t>стро-</w:t>
            </w:r>
            <w:r>
              <w:rPr>
                <w:spacing w:val="-6"/>
                <w:sz w:val="14"/>
              </w:rPr>
              <w:t>ки</w:t>
            </w:r>
          </w:p>
        </w:tc>
        <w:tc>
          <w:tcPr>
            <w:tcW w:w="5103" w:type="dxa"/>
            <w:gridSpan w:val="4"/>
          </w:tcPr>
          <w:p w:rsidR="008E3952" w:rsidRDefault="008E3952">
            <w:pPr>
              <w:pStyle w:val="TableParagraph"/>
              <w:spacing w:line="148" w:lineRule="exact"/>
              <w:ind w:left="35"/>
              <w:rPr>
                <w:sz w:val="14"/>
              </w:rPr>
            </w:pPr>
            <w:r>
              <w:rPr>
                <w:sz w:val="14"/>
              </w:rPr>
              <w:t xml:space="preserve">На начало </w:t>
            </w:r>
            <w:r>
              <w:rPr>
                <w:spacing w:val="-4"/>
                <w:sz w:val="14"/>
              </w:rPr>
              <w:t>года</w:t>
            </w:r>
          </w:p>
        </w:tc>
        <w:tc>
          <w:tcPr>
            <w:tcW w:w="5670" w:type="dxa"/>
            <w:gridSpan w:val="4"/>
          </w:tcPr>
          <w:p w:rsidR="008E3952" w:rsidRDefault="008E3952">
            <w:pPr>
              <w:pStyle w:val="TableParagraph"/>
              <w:spacing w:line="148" w:lineRule="exact"/>
              <w:ind w:left="33"/>
              <w:rPr>
                <w:sz w:val="14"/>
              </w:rPr>
            </w:pPr>
            <w:r>
              <w:rPr>
                <w:spacing w:val="-2"/>
                <w:sz w:val="14"/>
              </w:rPr>
              <w:t>На конец отчетного периода</w:t>
            </w:r>
          </w:p>
        </w:tc>
      </w:tr>
      <w:tr w:rsidR="008E3952" w:rsidTr="00DF7044">
        <w:trPr>
          <w:trHeight w:val="504"/>
        </w:trPr>
        <w:tc>
          <w:tcPr>
            <w:tcW w:w="737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line="150" w:lineRule="exact"/>
              <w:ind w:left="13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деятельность</w:t>
            </w:r>
          </w:p>
          <w:p w:rsidR="008E3952" w:rsidRDefault="008E3952">
            <w:pPr>
              <w:pStyle w:val="TableParagraph"/>
              <w:spacing w:before="8" w:line="160" w:lineRule="atLeast"/>
              <w:ind w:left="193" w:right="149" w:hanging="3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с целевыми средствами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22" w:line="266" w:lineRule="auto"/>
              <w:ind w:left="325" w:right="288" w:hanging="1"/>
              <w:rPr>
                <w:sz w:val="12"/>
              </w:rPr>
            </w:pPr>
            <w:r>
              <w:rPr>
                <w:w w:val="105"/>
                <w:sz w:val="12"/>
              </w:rPr>
              <w:t xml:space="preserve">Деятельность по </w:t>
            </w:r>
            <w:r>
              <w:rPr>
                <w:spacing w:val="-2"/>
                <w:w w:val="105"/>
                <w:sz w:val="12"/>
              </w:rPr>
              <w:t>государственному заданию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line="150" w:lineRule="exact"/>
              <w:ind w:left="36" w:right="2"/>
              <w:rPr>
                <w:sz w:val="14"/>
              </w:rPr>
            </w:pPr>
            <w:r>
              <w:rPr>
                <w:spacing w:val="-2"/>
                <w:sz w:val="14"/>
              </w:rPr>
              <w:t>приносящая</w:t>
            </w:r>
          </w:p>
          <w:p w:rsidR="008E3952" w:rsidRDefault="008E3952">
            <w:pPr>
              <w:pStyle w:val="TableParagraph"/>
              <w:spacing w:before="8" w:line="160" w:lineRule="atLeast"/>
              <w:ind w:left="36"/>
              <w:rPr>
                <w:sz w:val="14"/>
              </w:rPr>
            </w:pPr>
            <w:r>
              <w:rPr>
                <w:spacing w:val="-2"/>
                <w:sz w:val="14"/>
              </w:rPr>
              <w:t>доход деятельность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ind w:left="36" w:right="2"/>
              <w:rPr>
                <w:sz w:val="14"/>
              </w:rPr>
            </w:pPr>
            <w:r>
              <w:rPr>
                <w:spacing w:val="-2"/>
                <w:sz w:val="14"/>
              </w:rPr>
              <w:t>итого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line="150" w:lineRule="exact"/>
              <w:ind w:left="13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деятельность</w:t>
            </w:r>
          </w:p>
          <w:p w:rsidR="008E3952" w:rsidRDefault="008E3952">
            <w:pPr>
              <w:pStyle w:val="TableParagraph"/>
              <w:spacing w:before="8" w:line="160" w:lineRule="atLeast"/>
              <w:ind w:left="192" w:right="150" w:hanging="3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с целевыми средствами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22" w:line="266" w:lineRule="auto"/>
              <w:ind w:left="324" w:right="289" w:hanging="1"/>
              <w:rPr>
                <w:sz w:val="12"/>
              </w:rPr>
            </w:pPr>
            <w:r>
              <w:rPr>
                <w:w w:val="105"/>
                <w:sz w:val="12"/>
              </w:rPr>
              <w:t xml:space="preserve">Деятельность по </w:t>
            </w:r>
            <w:r>
              <w:rPr>
                <w:spacing w:val="-2"/>
                <w:w w:val="105"/>
                <w:sz w:val="12"/>
              </w:rPr>
              <w:t>государственному заданию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line="150" w:lineRule="exact"/>
              <w:ind w:left="253" w:right="220"/>
              <w:rPr>
                <w:sz w:val="14"/>
              </w:rPr>
            </w:pPr>
            <w:r>
              <w:rPr>
                <w:spacing w:val="-2"/>
                <w:sz w:val="14"/>
              </w:rPr>
              <w:t>приносящая</w:t>
            </w:r>
          </w:p>
          <w:p w:rsidR="008E3952" w:rsidRDefault="008E3952">
            <w:pPr>
              <w:pStyle w:val="TableParagraph"/>
              <w:spacing w:before="8" w:line="160" w:lineRule="atLeast"/>
              <w:ind w:left="253" w:right="218"/>
              <w:rPr>
                <w:sz w:val="14"/>
              </w:rPr>
            </w:pPr>
            <w:r>
              <w:rPr>
                <w:spacing w:val="-2"/>
                <w:sz w:val="14"/>
              </w:rPr>
              <w:t>доход деятельность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ind w:left="33"/>
              <w:rPr>
                <w:sz w:val="14"/>
              </w:rPr>
            </w:pPr>
            <w:r>
              <w:rPr>
                <w:spacing w:val="-2"/>
                <w:sz w:val="14"/>
              </w:rPr>
              <w:t>итого</w:t>
            </w:r>
          </w:p>
        </w:tc>
      </w:tr>
      <w:tr w:rsidR="008E3952" w:rsidTr="00DF7044">
        <w:trPr>
          <w:trHeight w:val="163"/>
        </w:trPr>
        <w:tc>
          <w:tcPr>
            <w:tcW w:w="737" w:type="dxa"/>
          </w:tcPr>
          <w:p w:rsidR="008E3952" w:rsidRDefault="008E3952">
            <w:pPr>
              <w:pStyle w:val="TableParagraph"/>
              <w:spacing w:line="143" w:lineRule="exact"/>
              <w:ind w:left="36"/>
              <w:rPr>
                <w:sz w:val="14"/>
              </w:rPr>
            </w:pPr>
            <w:r>
              <w:rPr>
                <w:spacing w:val="-10"/>
                <w:sz w:val="14"/>
              </w:rPr>
              <w:t>1</w:t>
            </w: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line="143" w:lineRule="exact"/>
              <w:ind w:left="925" w:right="889"/>
              <w:rPr>
                <w:sz w:val="14"/>
              </w:rPr>
            </w:pPr>
            <w:r>
              <w:rPr>
                <w:spacing w:val="-10"/>
                <w:sz w:val="14"/>
              </w:rPr>
              <w:t>2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line="143" w:lineRule="exact"/>
              <w:ind w:left="35"/>
              <w:rPr>
                <w:sz w:val="14"/>
              </w:rPr>
            </w:pPr>
            <w:r>
              <w:rPr>
                <w:spacing w:val="-10"/>
                <w:sz w:val="14"/>
              </w:rPr>
              <w:t>3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line="143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4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line="143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5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line="143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6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line="143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7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line="143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8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line="143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9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line="143" w:lineRule="exact"/>
              <w:ind w:left="253" w:right="220"/>
              <w:rPr>
                <w:sz w:val="14"/>
              </w:rPr>
            </w:pPr>
            <w:r>
              <w:rPr>
                <w:spacing w:val="-5"/>
                <w:sz w:val="14"/>
              </w:rPr>
              <w:t>10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line="143" w:lineRule="exact"/>
              <w:ind w:left="33"/>
              <w:rPr>
                <w:sz w:val="14"/>
              </w:rPr>
            </w:pPr>
            <w:r>
              <w:rPr>
                <w:spacing w:val="-5"/>
                <w:sz w:val="14"/>
              </w:rPr>
              <w:t>11</w:t>
            </w:r>
          </w:p>
        </w:tc>
      </w:tr>
      <w:tr w:rsidR="008E3952" w:rsidTr="00DF7044">
        <w:trPr>
          <w:trHeight w:val="449"/>
        </w:trPr>
        <w:tc>
          <w:tcPr>
            <w:tcW w:w="737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20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0" w:lineRule="exact"/>
              <w:ind w:left="126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Имущество, полученное в пользование,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before="113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010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3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3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3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3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3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3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3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3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453"/>
        </w:trPr>
        <w:tc>
          <w:tcPr>
            <w:tcW w:w="737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25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0" w:lineRule="exact"/>
              <w:ind w:left="126"/>
              <w:jc w:val="left"/>
              <w:rPr>
                <w:sz w:val="14"/>
              </w:rPr>
            </w:pPr>
            <w:r>
              <w:rPr>
                <w:sz w:val="14"/>
              </w:rPr>
              <w:t xml:space="preserve">Материальные ценности на </w:t>
            </w:r>
            <w:r>
              <w:rPr>
                <w:spacing w:val="-2"/>
                <w:sz w:val="14"/>
              </w:rPr>
              <w:t>хранении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020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283"/>
        </w:trPr>
        <w:tc>
          <w:tcPr>
            <w:tcW w:w="737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3" w:line="150" w:lineRule="exact"/>
              <w:ind w:left="126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Бланки строгой отчетности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before="106"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030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453"/>
        </w:trPr>
        <w:tc>
          <w:tcPr>
            <w:tcW w:w="737" w:type="dxa"/>
            <w:vMerge w:val="restart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07" w:line="160" w:lineRule="atLeast"/>
              <w:ind w:left="126" w:right="783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Задолженность не платежеспособных </w:t>
            </w:r>
            <w:r>
              <w:rPr>
                <w:sz w:val="14"/>
              </w:rPr>
              <w:t>дебиторов, всего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040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335"/>
        </w:trPr>
        <w:tc>
          <w:tcPr>
            <w:tcW w:w="737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line="150" w:lineRule="exact"/>
              <w:ind w:left="467"/>
              <w:jc w:val="left"/>
              <w:rPr>
                <w:sz w:val="14"/>
              </w:rPr>
            </w:pPr>
            <w:r>
              <w:rPr>
                <w:sz w:val="14"/>
              </w:rPr>
              <w:t xml:space="preserve">В том </w:t>
            </w:r>
            <w:r>
              <w:rPr>
                <w:spacing w:val="-2"/>
                <w:sz w:val="14"/>
              </w:rPr>
              <w:t>числе: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8E3952" w:rsidTr="00DF7044">
        <w:trPr>
          <w:trHeight w:val="283"/>
        </w:trPr>
        <w:tc>
          <w:tcPr>
            <w:tcW w:w="737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8E3952" w:rsidTr="00DF7044">
        <w:trPr>
          <w:trHeight w:val="453"/>
        </w:trPr>
        <w:tc>
          <w:tcPr>
            <w:tcW w:w="737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3" w:line="160" w:lineRule="atLeast"/>
              <w:ind w:left="126"/>
              <w:jc w:val="left"/>
              <w:rPr>
                <w:sz w:val="14"/>
              </w:rPr>
            </w:pPr>
            <w:r>
              <w:rPr>
                <w:sz w:val="14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050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453"/>
        </w:trPr>
        <w:tc>
          <w:tcPr>
            <w:tcW w:w="737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07" w:line="160" w:lineRule="atLeast"/>
              <w:ind w:left="126"/>
              <w:jc w:val="left"/>
              <w:rPr>
                <w:sz w:val="14"/>
              </w:rPr>
            </w:pPr>
            <w:r>
              <w:rPr>
                <w:sz w:val="14"/>
              </w:rPr>
              <w:t xml:space="preserve">Задолженность учащихся и студентов за </w:t>
            </w:r>
            <w:r>
              <w:rPr>
                <w:spacing w:val="-2"/>
                <w:sz w:val="14"/>
              </w:rPr>
              <w:t>невозвращенные материальные ценности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060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453"/>
        </w:trPr>
        <w:tc>
          <w:tcPr>
            <w:tcW w:w="737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3" w:line="160" w:lineRule="atLeast"/>
              <w:ind w:left="126" w:right="783"/>
              <w:jc w:val="left"/>
              <w:rPr>
                <w:sz w:val="14"/>
              </w:rPr>
            </w:pPr>
            <w:r>
              <w:rPr>
                <w:sz w:val="14"/>
              </w:rPr>
              <w:t xml:space="preserve">Награды, призы, кубки и ценные подарки, </w:t>
            </w:r>
            <w:r>
              <w:rPr>
                <w:spacing w:val="-2"/>
                <w:sz w:val="14"/>
              </w:rPr>
              <w:t>сувениры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070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283"/>
        </w:trPr>
        <w:tc>
          <w:tcPr>
            <w:tcW w:w="737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06" w:line="157" w:lineRule="exact"/>
              <w:ind w:left="126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Путевки неоплаченные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before="106"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080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453"/>
        </w:trPr>
        <w:tc>
          <w:tcPr>
            <w:tcW w:w="737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07" w:line="160" w:lineRule="atLeast"/>
              <w:ind w:left="126" w:right="623"/>
              <w:jc w:val="left"/>
              <w:rPr>
                <w:sz w:val="14"/>
              </w:rPr>
            </w:pPr>
            <w:r>
              <w:rPr>
                <w:sz w:val="14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090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328"/>
        </w:trPr>
        <w:tc>
          <w:tcPr>
            <w:tcW w:w="737" w:type="dxa"/>
            <w:vMerge w:val="restart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line="150" w:lineRule="exact"/>
              <w:ind w:left="126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Обеспечение исполнения обязательств</w:t>
            </w:r>
          </w:p>
          <w:p w:rsidR="008E3952" w:rsidRDefault="008E3952">
            <w:pPr>
              <w:pStyle w:val="TableParagraph"/>
              <w:spacing w:before="9" w:line="150" w:lineRule="exact"/>
              <w:ind w:left="126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всего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before="152"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52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52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52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52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52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52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52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52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396"/>
        </w:trPr>
        <w:tc>
          <w:tcPr>
            <w:tcW w:w="737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2"/>
              <w:ind w:left="467"/>
              <w:jc w:val="left"/>
              <w:rPr>
                <w:sz w:val="14"/>
              </w:rPr>
            </w:pPr>
            <w:r>
              <w:rPr>
                <w:sz w:val="14"/>
              </w:rPr>
              <w:t xml:space="preserve">В том </w:t>
            </w:r>
            <w:r>
              <w:rPr>
                <w:spacing w:val="-2"/>
                <w:sz w:val="14"/>
              </w:rPr>
              <w:t>числе:</w:t>
            </w:r>
          </w:p>
          <w:p w:rsidR="008E3952" w:rsidRDefault="008E3952">
            <w:pPr>
              <w:pStyle w:val="TableParagraph"/>
              <w:spacing w:before="66" w:line="150" w:lineRule="exact"/>
              <w:ind w:left="467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задаток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before="6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101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6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6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6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6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6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6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6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6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283"/>
        </w:trPr>
        <w:tc>
          <w:tcPr>
            <w:tcW w:w="737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3" w:line="150" w:lineRule="exact"/>
              <w:ind w:left="467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залог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before="106"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102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283"/>
        </w:trPr>
        <w:tc>
          <w:tcPr>
            <w:tcW w:w="737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3" w:line="150" w:lineRule="exact"/>
              <w:ind w:left="467"/>
              <w:jc w:val="left"/>
              <w:rPr>
                <w:sz w:val="14"/>
              </w:rPr>
            </w:pPr>
            <w:r>
              <w:rPr>
                <w:spacing w:val="-4"/>
                <w:sz w:val="14"/>
              </w:rPr>
              <w:t xml:space="preserve">Банковская </w:t>
            </w:r>
            <w:r>
              <w:rPr>
                <w:spacing w:val="-2"/>
                <w:sz w:val="14"/>
              </w:rPr>
              <w:t>гарантия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before="106"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103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283"/>
        </w:trPr>
        <w:tc>
          <w:tcPr>
            <w:tcW w:w="737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3" w:line="150" w:lineRule="exact"/>
              <w:ind w:left="467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поручительство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before="106"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104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283"/>
        </w:trPr>
        <w:tc>
          <w:tcPr>
            <w:tcW w:w="737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06" w:line="157" w:lineRule="exact"/>
              <w:ind w:left="467"/>
              <w:jc w:val="left"/>
              <w:rPr>
                <w:sz w:val="14"/>
              </w:rPr>
            </w:pPr>
            <w:r>
              <w:rPr>
                <w:sz w:val="14"/>
              </w:rPr>
              <w:t xml:space="preserve">Иное </w:t>
            </w:r>
            <w:r>
              <w:rPr>
                <w:spacing w:val="-2"/>
                <w:sz w:val="14"/>
              </w:rPr>
              <w:t>обеспечение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before="106"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105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623"/>
        </w:trPr>
        <w:tc>
          <w:tcPr>
            <w:tcW w:w="737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6" w:line="160" w:lineRule="atLeast"/>
              <w:ind w:left="126" w:right="1147"/>
              <w:jc w:val="both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Спецоборудование для выполнения научно-исследовательских работ по </w:t>
            </w:r>
            <w:r>
              <w:rPr>
                <w:sz w:val="14"/>
              </w:rPr>
              <w:t>договорам с заказчиками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29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120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29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29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29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29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29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29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29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29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283"/>
        </w:trPr>
        <w:tc>
          <w:tcPr>
            <w:tcW w:w="737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06" w:line="157" w:lineRule="exact"/>
              <w:ind w:left="126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Экспериментальные устройства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spacing w:before="106"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130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794"/>
        </w:trPr>
        <w:tc>
          <w:tcPr>
            <w:tcW w:w="737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3"/>
              <w:ind w:left="126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Расчетные документы, неоплаченные</w:t>
            </w:r>
          </w:p>
          <w:p w:rsidR="008E3952" w:rsidRDefault="008E3952">
            <w:pPr>
              <w:pStyle w:val="TableParagraph"/>
              <w:spacing w:line="170" w:lineRule="atLeast"/>
              <w:ind w:left="126" w:right="783"/>
              <w:jc w:val="left"/>
              <w:rPr>
                <w:sz w:val="14"/>
              </w:rPr>
            </w:pPr>
            <w:r>
              <w:rPr>
                <w:sz w:val="14"/>
              </w:rPr>
              <w:t>В срок из-за отсутствия средств на счете государственного(муниципального)</w:t>
            </w:r>
            <w:r>
              <w:rPr>
                <w:spacing w:val="-2"/>
                <w:sz w:val="14"/>
              </w:rPr>
              <w:t>учреждения</w:t>
            </w:r>
          </w:p>
        </w:tc>
        <w:tc>
          <w:tcPr>
            <w:tcW w:w="567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1"/>
              <w:rPr>
                <w:sz w:val="14"/>
              </w:rPr>
            </w:pPr>
            <w:r>
              <w:rPr>
                <w:spacing w:val="-5"/>
                <w:sz w:val="14"/>
              </w:rPr>
              <w:t>150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1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</w:tbl>
    <w:p w:rsidR="008E3952" w:rsidRDefault="008E3952">
      <w:pPr>
        <w:pStyle w:val="TableParagraph"/>
        <w:spacing w:line="157" w:lineRule="exact"/>
        <w:rPr>
          <w:sz w:val="14"/>
        </w:rPr>
        <w:sectPr w:rsidR="008E3952">
          <w:headerReference w:type="default" r:id="rId8"/>
          <w:pgSz w:w="16840" w:h="11910" w:orient="landscape"/>
          <w:pgMar w:top="480" w:right="141" w:bottom="280" w:left="425" w:header="0" w:footer="0" w:gutter="0"/>
          <w:cols w:space="720"/>
        </w:sectPr>
      </w:pPr>
    </w:p>
    <w:p w:rsidR="008E3952" w:rsidRDefault="008E3952">
      <w:pPr>
        <w:pStyle w:val="BodyText"/>
        <w:rPr>
          <w:sz w:val="9"/>
        </w:rPr>
      </w:pPr>
    </w:p>
    <w:tbl>
      <w:tblPr>
        <w:tblW w:w="0" w:type="auto"/>
        <w:tblInd w:w="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3"/>
        <w:gridCol w:w="3685"/>
        <w:gridCol w:w="571"/>
        <w:gridCol w:w="1134"/>
        <w:gridCol w:w="1701"/>
        <w:gridCol w:w="1134"/>
        <w:gridCol w:w="1134"/>
        <w:gridCol w:w="1134"/>
        <w:gridCol w:w="1701"/>
        <w:gridCol w:w="1701"/>
        <w:gridCol w:w="1134"/>
      </w:tblGrid>
      <w:tr w:rsidR="008E3952" w:rsidTr="00DF7044">
        <w:trPr>
          <w:trHeight w:val="168"/>
        </w:trPr>
        <w:tc>
          <w:tcPr>
            <w:tcW w:w="733" w:type="dxa"/>
            <w:vMerge w:val="restart"/>
          </w:tcPr>
          <w:p w:rsidR="008E3952" w:rsidRDefault="008E3952">
            <w:pPr>
              <w:pStyle w:val="TableParagraph"/>
              <w:spacing w:before="1" w:line="254" w:lineRule="auto"/>
              <w:ind w:left="91" w:right="49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Номер забалан-сового </w:t>
            </w:r>
          </w:p>
          <w:p w:rsidR="008E3952" w:rsidRDefault="008E3952"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sz w:val="14"/>
              </w:rPr>
              <w:t>счета</w:t>
            </w:r>
          </w:p>
        </w:tc>
        <w:tc>
          <w:tcPr>
            <w:tcW w:w="3685" w:type="dxa"/>
            <w:vMerge w:val="restart"/>
          </w:tcPr>
          <w:p w:rsidR="008E3952" w:rsidRDefault="008E3952">
            <w:pPr>
              <w:pStyle w:val="TableParagraph"/>
              <w:spacing w:before="85" w:line="254" w:lineRule="auto"/>
              <w:ind w:left="929" w:right="883"/>
              <w:rPr>
                <w:sz w:val="14"/>
              </w:rPr>
            </w:pPr>
            <w:r>
              <w:rPr>
                <w:spacing w:val="-2"/>
                <w:sz w:val="14"/>
              </w:rPr>
              <w:t>Наименование забалансового счета, показателя</w:t>
            </w:r>
          </w:p>
        </w:tc>
        <w:tc>
          <w:tcPr>
            <w:tcW w:w="571" w:type="dxa"/>
            <w:vMerge w:val="restart"/>
          </w:tcPr>
          <w:p w:rsidR="008E3952" w:rsidRDefault="008E3952">
            <w:pPr>
              <w:pStyle w:val="TableParagraph"/>
              <w:spacing w:before="85" w:line="254" w:lineRule="auto"/>
              <w:ind w:left="127" w:right="85"/>
              <w:rPr>
                <w:sz w:val="14"/>
              </w:rPr>
            </w:pPr>
            <w:r>
              <w:rPr>
                <w:spacing w:val="-4"/>
                <w:sz w:val="14"/>
              </w:rPr>
              <w:t xml:space="preserve">Код </w:t>
            </w:r>
            <w:r>
              <w:rPr>
                <w:spacing w:val="-2"/>
                <w:sz w:val="14"/>
              </w:rPr>
              <w:t>стро-</w:t>
            </w:r>
            <w:r>
              <w:rPr>
                <w:spacing w:val="-6"/>
                <w:sz w:val="14"/>
              </w:rPr>
              <w:t>ки</w:t>
            </w:r>
          </w:p>
        </w:tc>
        <w:tc>
          <w:tcPr>
            <w:tcW w:w="5103" w:type="dxa"/>
            <w:gridSpan w:val="4"/>
          </w:tcPr>
          <w:p w:rsidR="008E3952" w:rsidRDefault="008E3952">
            <w:pPr>
              <w:pStyle w:val="TableParagraph"/>
              <w:spacing w:line="148" w:lineRule="exact"/>
              <w:ind w:left="35"/>
              <w:rPr>
                <w:sz w:val="14"/>
              </w:rPr>
            </w:pPr>
            <w:r>
              <w:rPr>
                <w:sz w:val="14"/>
              </w:rPr>
              <w:t xml:space="preserve">На начало </w:t>
            </w:r>
            <w:r>
              <w:rPr>
                <w:spacing w:val="-4"/>
                <w:sz w:val="14"/>
              </w:rPr>
              <w:t>года</w:t>
            </w:r>
          </w:p>
        </w:tc>
        <w:tc>
          <w:tcPr>
            <w:tcW w:w="5670" w:type="dxa"/>
            <w:gridSpan w:val="4"/>
          </w:tcPr>
          <w:p w:rsidR="008E3952" w:rsidRDefault="008E3952">
            <w:pPr>
              <w:pStyle w:val="TableParagraph"/>
              <w:spacing w:line="148" w:lineRule="exact"/>
              <w:ind w:left="33"/>
              <w:rPr>
                <w:sz w:val="14"/>
              </w:rPr>
            </w:pPr>
            <w:r>
              <w:rPr>
                <w:spacing w:val="-2"/>
                <w:sz w:val="14"/>
              </w:rPr>
              <w:t>На конец отчетного периода</w:t>
            </w:r>
          </w:p>
        </w:tc>
      </w:tr>
      <w:tr w:rsidR="008E3952" w:rsidTr="00DF7044">
        <w:trPr>
          <w:trHeight w:val="504"/>
        </w:trPr>
        <w:tc>
          <w:tcPr>
            <w:tcW w:w="733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line="150" w:lineRule="exact"/>
              <w:ind w:left="13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деятельность</w:t>
            </w:r>
          </w:p>
          <w:p w:rsidR="008E3952" w:rsidRDefault="008E3952">
            <w:pPr>
              <w:pStyle w:val="TableParagraph"/>
              <w:spacing w:before="8" w:line="160" w:lineRule="atLeast"/>
              <w:ind w:left="193" w:right="149" w:hanging="3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с целевыми средствами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22" w:line="266" w:lineRule="auto"/>
              <w:ind w:left="325" w:right="288" w:hanging="1"/>
              <w:rPr>
                <w:sz w:val="12"/>
              </w:rPr>
            </w:pPr>
            <w:r>
              <w:rPr>
                <w:w w:val="105"/>
                <w:sz w:val="12"/>
              </w:rPr>
              <w:t>Деятельность по г</w:t>
            </w:r>
            <w:r>
              <w:rPr>
                <w:spacing w:val="-2"/>
                <w:w w:val="105"/>
                <w:sz w:val="12"/>
              </w:rPr>
              <w:t>осударственному заданию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line="150" w:lineRule="exact"/>
              <w:ind w:left="36" w:right="2"/>
              <w:rPr>
                <w:sz w:val="14"/>
              </w:rPr>
            </w:pPr>
            <w:r>
              <w:rPr>
                <w:spacing w:val="-2"/>
                <w:sz w:val="14"/>
              </w:rPr>
              <w:t>приносящая</w:t>
            </w:r>
          </w:p>
          <w:p w:rsidR="008E3952" w:rsidRDefault="008E3952">
            <w:pPr>
              <w:pStyle w:val="TableParagraph"/>
              <w:spacing w:before="8" w:line="160" w:lineRule="atLeast"/>
              <w:ind w:left="36"/>
              <w:rPr>
                <w:sz w:val="14"/>
              </w:rPr>
            </w:pPr>
            <w:r>
              <w:rPr>
                <w:spacing w:val="-2"/>
                <w:sz w:val="14"/>
              </w:rPr>
              <w:t>доход деятельность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ind w:left="36" w:right="2"/>
              <w:rPr>
                <w:sz w:val="14"/>
              </w:rPr>
            </w:pPr>
            <w:r>
              <w:rPr>
                <w:spacing w:val="-2"/>
                <w:sz w:val="14"/>
              </w:rPr>
              <w:t>итого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line="150" w:lineRule="exact"/>
              <w:ind w:left="13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деятельность</w:t>
            </w:r>
          </w:p>
          <w:p w:rsidR="008E3952" w:rsidRDefault="008E3952">
            <w:pPr>
              <w:pStyle w:val="TableParagraph"/>
              <w:spacing w:before="8" w:line="160" w:lineRule="atLeast"/>
              <w:ind w:left="192" w:right="150" w:hanging="3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с целевыми средствами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22" w:line="266" w:lineRule="auto"/>
              <w:ind w:left="324" w:right="289" w:hanging="1"/>
              <w:rPr>
                <w:sz w:val="12"/>
              </w:rPr>
            </w:pPr>
            <w:r>
              <w:rPr>
                <w:w w:val="105"/>
                <w:sz w:val="12"/>
              </w:rPr>
              <w:t>Деятельность по</w:t>
            </w:r>
            <w:r>
              <w:rPr>
                <w:spacing w:val="-2"/>
                <w:w w:val="105"/>
                <w:sz w:val="12"/>
              </w:rPr>
              <w:t xml:space="preserve"> государственному заданию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line="150" w:lineRule="exact"/>
              <w:ind w:left="253" w:right="220"/>
              <w:rPr>
                <w:sz w:val="14"/>
              </w:rPr>
            </w:pPr>
            <w:r>
              <w:rPr>
                <w:spacing w:val="-2"/>
                <w:sz w:val="14"/>
              </w:rPr>
              <w:t>приносящая</w:t>
            </w:r>
          </w:p>
          <w:p w:rsidR="008E3952" w:rsidRDefault="008E3952">
            <w:pPr>
              <w:pStyle w:val="TableParagraph"/>
              <w:spacing w:before="8" w:line="160" w:lineRule="atLeast"/>
              <w:ind w:left="253" w:right="218"/>
              <w:rPr>
                <w:sz w:val="14"/>
              </w:rPr>
            </w:pPr>
            <w:r>
              <w:rPr>
                <w:spacing w:val="-2"/>
                <w:sz w:val="14"/>
              </w:rPr>
              <w:t>доход деятельность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ind w:left="33"/>
              <w:rPr>
                <w:sz w:val="14"/>
              </w:rPr>
            </w:pPr>
            <w:r>
              <w:rPr>
                <w:spacing w:val="-2"/>
                <w:sz w:val="14"/>
              </w:rPr>
              <w:t>итого</w:t>
            </w:r>
          </w:p>
        </w:tc>
      </w:tr>
      <w:tr w:rsidR="008E3952" w:rsidTr="00DF7044">
        <w:trPr>
          <w:trHeight w:val="170"/>
        </w:trPr>
        <w:tc>
          <w:tcPr>
            <w:tcW w:w="733" w:type="dxa"/>
          </w:tcPr>
          <w:p w:rsidR="008E3952" w:rsidRDefault="008E3952">
            <w:pPr>
              <w:pStyle w:val="TableParagraph"/>
              <w:spacing w:line="150" w:lineRule="exact"/>
              <w:ind w:left="40"/>
              <w:rPr>
                <w:sz w:val="14"/>
              </w:rPr>
            </w:pPr>
            <w:r>
              <w:rPr>
                <w:spacing w:val="-10"/>
                <w:sz w:val="14"/>
              </w:rPr>
              <w:t>1</w:t>
            </w: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line="151" w:lineRule="exact"/>
              <w:ind w:left="927" w:right="883"/>
              <w:rPr>
                <w:sz w:val="14"/>
              </w:rPr>
            </w:pPr>
            <w:r>
              <w:rPr>
                <w:spacing w:val="-10"/>
                <w:sz w:val="14"/>
              </w:rPr>
              <w:t>2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line="150" w:lineRule="exact"/>
              <w:ind w:left="39"/>
              <w:rPr>
                <w:sz w:val="14"/>
              </w:rPr>
            </w:pPr>
            <w:r>
              <w:rPr>
                <w:spacing w:val="-10"/>
                <w:sz w:val="14"/>
              </w:rPr>
              <w:t>3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line="150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4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line="150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5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line="150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6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line="150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7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line="150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8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line="150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9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line="150" w:lineRule="exact"/>
              <w:ind w:left="253" w:right="220"/>
              <w:rPr>
                <w:sz w:val="14"/>
              </w:rPr>
            </w:pPr>
            <w:r>
              <w:rPr>
                <w:spacing w:val="-5"/>
                <w:sz w:val="14"/>
              </w:rPr>
              <w:t>10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spacing w:val="-5"/>
                <w:sz w:val="14"/>
              </w:rPr>
              <w:t>11</w:t>
            </w:r>
          </w:p>
        </w:tc>
      </w:tr>
      <w:tr w:rsidR="008E3952" w:rsidTr="00DF7044">
        <w:trPr>
          <w:trHeight w:val="667"/>
        </w:trPr>
        <w:tc>
          <w:tcPr>
            <w:tcW w:w="733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line="145" w:lineRule="exact"/>
              <w:ind w:left="130"/>
              <w:jc w:val="left"/>
              <w:rPr>
                <w:sz w:val="14"/>
              </w:rPr>
            </w:pPr>
            <w:r>
              <w:rPr>
                <w:sz w:val="14"/>
              </w:rPr>
              <w:t xml:space="preserve">Переплата пенсий и пособий </w:t>
            </w:r>
            <w:r>
              <w:rPr>
                <w:spacing w:val="-2"/>
                <w:sz w:val="14"/>
              </w:rPr>
              <w:t>вследствие</w:t>
            </w:r>
          </w:p>
          <w:p w:rsidR="008E3952" w:rsidRDefault="008E3952">
            <w:pPr>
              <w:pStyle w:val="TableParagraph"/>
              <w:spacing w:before="8" w:line="160" w:lineRule="atLeast"/>
              <w:ind w:left="130" w:right="856"/>
              <w:jc w:val="left"/>
              <w:rPr>
                <w:sz w:val="14"/>
              </w:rPr>
            </w:pPr>
            <w:r>
              <w:rPr>
                <w:sz w:val="14"/>
              </w:rPr>
              <w:t>неправильногоприменениязаконодательстваопенсияхипособиях,счетныхошибок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160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4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before="1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283"/>
        </w:trPr>
        <w:tc>
          <w:tcPr>
            <w:tcW w:w="733" w:type="dxa"/>
            <w:vMerge w:val="restart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3" w:line="150" w:lineRule="exact"/>
              <w:ind w:left="13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Поступления денежных средств, </w:t>
            </w:r>
            <w:r>
              <w:rPr>
                <w:spacing w:val="-4"/>
                <w:sz w:val="14"/>
              </w:rPr>
              <w:t>всего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06"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170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453"/>
        </w:trPr>
        <w:tc>
          <w:tcPr>
            <w:tcW w:w="733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line="224" w:lineRule="exact"/>
              <w:ind w:left="471" w:right="2357"/>
              <w:jc w:val="left"/>
              <w:rPr>
                <w:sz w:val="14"/>
              </w:rPr>
            </w:pPr>
            <w:r>
              <w:rPr>
                <w:sz w:val="14"/>
              </w:rPr>
              <w:t xml:space="preserve">В том числе: </w:t>
            </w:r>
            <w:r>
              <w:rPr>
                <w:spacing w:val="-2"/>
                <w:sz w:val="14"/>
              </w:rPr>
              <w:t>доходы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171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283"/>
        </w:trPr>
        <w:tc>
          <w:tcPr>
            <w:tcW w:w="733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3" w:line="150" w:lineRule="exact"/>
              <w:ind w:left="47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06"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172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283"/>
        </w:trPr>
        <w:tc>
          <w:tcPr>
            <w:tcW w:w="733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06" w:line="157" w:lineRule="exact"/>
              <w:ind w:left="47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Источники финансирования дефицита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06"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173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283"/>
        </w:trPr>
        <w:tc>
          <w:tcPr>
            <w:tcW w:w="733" w:type="dxa"/>
            <w:vMerge w:val="restart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3" w:line="150" w:lineRule="exact"/>
              <w:ind w:left="130"/>
              <w:jc w:val="left"/>
              <w:rPr>
                <w:sz w:val="14"/>
              </w:rPr>
            </w:pPr>
            <w:r>
              <w:rPr>
                <w:sz w:val="14"/>
              </w:rPr>
              <w:t>Выбытия денежных средств,</w:t>
            </w:r>
            <w:r>
              <w:rPr>
                <w:spacing w:val="-4"/>
                <w:sz w:val="14"/>
              </w:rPr>
              <w:t xml:space="preserve"> всего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06"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180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453"/>
        </w:trPr>
        <w:tc>
          <w:tcPr>
            <w:tcW w:w="733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line="224" w:lineRule="exact"/>
              <w:ind w:left="471" w:right="2357"/>
              <w:jc w:val="left"/>
              <w:rPr>
                <w:sz w:val="14"/>
              </w:rPr>
            </w:pPr>
            <w:r>
              <w:rPr>
                <w:sz w:val="14"/>
              </w:rPr>
              <w:t xml:space="preserve">В том числе: </w:t>
            </w:r>
            <w:r>
              <w:rPr>
                <w:spacing w:val="-2"/>
                <w:sz w:val="14"/>
              </w:rPr>
              <w:t>доходы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181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283"/>
        </w:trPr>
        <w:tc>
          <w:tcPr>
            <w:tcW w:w="733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3" w:line="150" w:lineRule="exact"/>
              <w:ind w:left="47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06"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182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283"/>
        </w:trPr>
        <w:tc>
          <w:tcPr>
            <w:tcW w:w="733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06" w:line="157" w:lineRule="exact"/>
              <w:ind w:left="47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Источники финансирования дефицита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06"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183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453"/>
        </w:trPr>
        <w:tc>
          <w:tcPr>
            <w:tcW w:w="733" w:type="dxa"/>
            <w:vMerge w:val="restart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07" w:line="160" w:lineRule="atLeast"/>
              <w:ind w:left="130" w:right="783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Задолженность, не востребованная </w:t>
            </w:r>
            <w:r>
              <w:rPr>
                <w:sz w:val="14"/>
              </w:rPr>
              <w:t>кредиторами, всего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200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335"/>
        </w:trPr>
        <w:tc>
          <w:tcPr>
            <w:tcW w:w="733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line="150" w:lineRule="exact"/>
              <w:ind w:left="471"/>
              <w:jc w:val="left"/>
              <w:rPr>
                <w:sz w:val="14"/>
              </w:rPr>
            </w:pPr>
            <w:r>
              <w:rPr>
                <w:sz w:val="14"/>
              </w:rPr>
              <w:t xml:space="preserve">В том </w:t>
            </w:r>
            <w:r>
              <w:rPr>
                <w:spacing w:val="-2"/>
                <w:sz w:val="14"/>
              </w:rPr>
              <w:t>числе: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8E3952" w:rsidTr="00DF7044">
        <w:trPr>
          <w:trHeight w:val="283"/>
        </w:trPr>
        <w:tc>
          <w:tcPr>
            <w:tcW w:w="733" w:type="dxa"/>
            <w:vMerge/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8E3952" w:rsidTr="00DF7044">
        <w:trPr>
          <w:trHeight w:val="283"/>
        </w:trPr>
        <w:tc>
          <w:tcPr>
            <w:tcW w:w="733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3" w:line="150" w:lineRule="exact"/>
              <w:ind w:left="130"/>
              <w:jc w:val="left"/>
              <w:rPr>
                <w:sz w:val="14"/>
              </w:rPr>
            </w:pPr>
            <w:r>
              <w:rPr>
                <w:sz w:val="14"/>
              </w:rPr>
              <w:t xml:space="preserve">Основные средства стоимостью в </w:t>
            </w:r>
            <w:r>
              <w:rPr>
                <w:spacing w:val="-2"/>
                <w:sz w:val="14"/>
              </w:rPr>
              <w:t>эксплуатации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06"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210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453"/>
        </w:trPr>
        <w:tc>
          <w:tcPr>
            <w:tcW w:w="733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3" w:line="160" w:lineRule="atLeast"/>
              <w:ind w:left="130" w:right="1019"/>
              <w:jc w:val="left"/>
              <w:rPr>
                <w:sz w:val="14"/>
              </w:rPr>
            </w:pPr>
            <w:r>
              <w:rPr>
                <w:sz w:val="14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220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283"/>
        </w:trPr>
        <w:tc>
          <w:tcPr>
            <w:tcW w:w="733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3" w:line="150" w:lineRule="exact"/>
              <w:ind w:left="13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Периодические издания для пользования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06"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230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6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6"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453"/>
        </w:trPr>
        <w:tc>
          <w:tcPr>
            <w:tcW w:w="733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93" w:line="170" w:lineRule="atLeast"/>
              <w:ind w:left="130" w:right="783"/>
              <w:jc w:val="left"/>
              <w:rPr>
                <w:sz w:val="14"/>
              </w:rPr>
            </w:pPr>
            <w:r>
              <w:rPr>
                <w:sz w:val="14"/>
              </w:rPr>
              <w:t>Нефинансовые активы, переданные в доверительное управление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240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453"/>
        </w:trPr>
        <w:tc>
          <w:tcPr>
            <w:tcW w:w="733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93" w:line="170" w:lineRule="atLeast"/>
              <w:ind w:left="130" w:right="783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Имущество, переданное в возмездное </w:t>
            </w:r>
            <w:r>
              <w:rPr>
                <w:sz w:val="14"/>
              </w:rPr>
              <w:t>пользование(аренду)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250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453"/>
        </w:trPr>
        <w:tc>
          <w:tcPr>
            <w:tcW w:w="733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3" w:line="160" w:lineRule="atLeast"/>
              <w:ind w:left="130" w:right="623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Имущество, переданное в безвозмездное пользование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260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453"/>
        </w:trPr>
        <w:tc>
          <w:tcPr>
            <w:tcW w:w="733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13" w:line="160" w:lineRule="atLeast"/>
              <w:ind w:left="130"/>
              <w:jc w:val="left"/>
              <w:rPr>
                <w:sz w:val="14"/>
              </w:rPr>
            </w:pPr>
            <w:r>
              <w:rPr>
                <w:sz w:val="14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270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7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449"/>
        </w:trPr>
        <w:tc>
          <w:tcPr>
            <w:tcW w:w="733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89" w:line="170" w:lineRule="atLeast"/>
              <w:ind w:left="130" w:right="783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Расчеты по исполнению денежных </w:t>
            </w:r>
            <w:r>
              <w:rPr>
                <w:sz w:val="14"/>
              </w:rPr>
              <w:t>обязательств через третьих лиц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2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280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2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2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2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2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2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2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2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18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spacing w:line="152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274"/>
        </w:trPr>
        <w:tc>
          <w:tcPr>
            <w:tcW w:w="733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02" w:line="152" w:lineRule="exact"/>
              <w:ind w:left="13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Акции по номинальной стоимости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02" w:line="152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290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2" w:line="152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2" w:line="152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2" w:line="152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2" w:line="152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2" w:line="152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2" w:line="152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2" w:line="152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2" w:line="152" w:lineRule="exact"/>
              <w:ind w:left="37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</w:tr>
      <w:tr w:rsidR="008E3952" w:rsidTr="00DF7044">
        <w:trPr>
          <w:trHeight w:val="279"/>
        </w:trPr>
        <w:tc>
          <w:tcPr>
            <w:tcW w:w="733" w:type="dxa"/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85" w:type="dxa"/>
          </w:tcPr>
          <w:p w:rsidR="008E3952" w:rsidRDefault="008E3952">
            <w:pPr>
              <w:pStyle w:val="TableParagraph"/>
              <w:spacing w:before="102" w:line="157" w:lineRule="exact"/>
              <w:ind w:left="130"/>
              <w:jc w:val="left"/>
              <w:rPr>
                <w:sz w:val="14"/>
              </w:rPr>
            </w:pPr>
            <w:r>
              <w:rPr>
                <w:sz w:val="14"/>
              </w:rPr>
              <w:t xml:space="preserve">Финансовые активы в </w:t>
            </w:r>
            <w:r>
              <w:rPr>
                <w:spacing w:val="-2"/>
                <w:sz w:val="14"/>
              </w:rPr>
              <w:t>управляющих</w:t>
            </w:r>
          </w:p>
        </w:tc>
        <w:tc>
          <w:tcPr>
            <w:tcW w:w="571" w:type="dxa"/>
          </w:tcPr>
          <w:p w:rsidR="008E3952" w:rsidRDefault="008E3952">
            <w:pPr>
              <w:pStyle w:val="TableParagraph"/>
              <w:spacing w:before="102" w:line="157" w:lineRule="exact"/>
              <w:ind w:left="35"/>
              <w:rPr>
                <w:sz w:val="14"/>
              </w:rPr>
            </w:pPr>
            <w:r>
              <w:rPr>
                <w:spacing w:val="-5"/>
                <w:sz w:val="14"/>
              </w:rPr>
              <w:t>300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2" w:line="157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2" w:line="157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2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2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2" w:line="157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2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701" w:type="dxa"/>
          </w:tcPr>
          <w:p w:rsidR="008E3952" w:rsidRDefault="008E3952">
            <w:pPr>
              <w:pStyle w:val="TableParagraph"/>
              <w:spacing w:before="102" w:line="157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-</w:t>
            </w:r>
          </w:p>
        </w:tc>
        <w:tc>
          <w:tcPr>
            <w:tcW w:w="1134" w:type="dxa"/>
          </w:tcPr>
          <w:p w:rsidR="008E3952" w:rsidRDefault="008E3952">
            <w:pPr>
              <w:pStyle w:val="TableParagraph"/>
              <w:spacing w:before="102" w:line="157" w:lineRule="exact"/>
              <w:ind w:left="33" w:right="18"/>
              <w:rPr>
                <w:sz w:val="14"/>
              </w:rPr>
            </w:pPr>
            <w:r>
              <w:rPr>
                <w:noProof/>
                <w:lang w:eastAsia="ru-RU"/>
              </w:rPr>
              <w:pict>
                <v:group id="docshapegroup83" o:spid="_x0000_s1108" style="position:absolute;left:0;text-align:left;margin-left:55.8pt;margin-top:-1.15pt;width:1.8pt;height:15.1pt;z-index:-251665408;mso-position-horizontal-relative:text;mso-position-vertical-relative:text" coordorigin="1116,-23" coordsize="36,302">
                  <v:shape id="docshape84" o:spid="_x0000_s1109" style="position:absolute;left:1115;top:-23;width:36;height:302" coordorigin="1116,-23" coordsize="36,302" path="m1152,279r-36,l1116,-5r18,-18l1152,-23r,302xe" fillcolor="black" stroked="f">
                    <v:path arrowok="t"/>
                  </v:shape>
                </v:group>
              </w:pict>
            </w:r>
            <w:r>
              <w:rPr>
                <w:spacing w:val="-10"/>
                <w:sz w:val="14"/>
              </w:rPr>
              <w:t>-</w:t>
            </w:r>
          </w:p>
        </w:tc>
      </w:tr>
    </w:tbl>
    <w:p w:rsidR="008E3952" w:rsidRDefault="008E3952">
      <w:pPr>
        <w:pStyle w:val="TableParagraph"/>
        <w:spacing w:line="157" w:lineRule="exact"/>
        <w:rPr>
          <w:sz w:val="14"/>
        </w:rPr>
        <w:sectPr w:rsidR="008E3952">
          <w:headerReference w:type="default" r:id="rId9"/>
          <w:pgSz w:w="16840" w:h="11910" w:orient="landscape"/>
          <w:pgMar w:top="720" w:right="141" w:bottom="280" w:left="425" w:header="538" w:footer="0" w:gutter="0"/>
          <w:pgNumType w:start="7"/>
          <w:cols w:space="720"/>
        </w:sectPr>
      </w:pPr>
    </w:p>
    <w:p w:rsidR="008E3952" w:rsidRDefault="008E3952">
      <w:pPr>
        <w:pStyle w:val="BodyText"/>
        <w:spacing w:before="3"/>
        <w:rPr>
          <w:sz w:val="8"/>
        </w:rPr>
      </w:pPr>
    </w:p>
    <w:tbl>
      <w:tblPr>
        <w:tblW w:w="0" w:type="auto"/>
        <w:tblInd w:w="3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7"/>
        <w:gridCol w:w="3685"/>
        <w:gridCol w:w="567"/>
        <w:gridCol w:w="1134"/>
        <w:gridCol w:w="1701"/>
        <w:gridCol w:w="1134"/>
        <w:gridCol w:w="1134"/>
        <w:gridCol w:w="1134"/>
        <w:gridCol w:w="1701"/>
        <w:gridCol w:w="1701"/>
        <w:gridCol w:w="1134"/>
      </w:tblGrid>
      <w:tr w:rsidR="008E3952" w:rsidTr="00DF7044">
        <w:trPr>
          <w:trHeight w:val="168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before="1" w:line="254" w:lineRule="auto"/>
              <w:ind w:left="91" w:right="53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Номер забалан-сового </w:t>
            </w:r>
          </w:p>
          <w:p w:rsidR="008E3952" w:rsidRDefault="008E3952">
            <w:pPr>
              <w:pStyle w:val="TableParagraph"/>
              <w:ind w:left="36"/>
              <w:rPr>
                <w:sz w:val="14"/>
              </w:rPr>
            </w:pPr>
            <w:r>
              <w:rPr>
                <w:spacing w:val="-2"/>
                <w:sz w:val="14"/>
              </w:rPr>
              <w:t>счета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before="85" w:line="254" w:lineRule="auto"/>
              <w:ind w:left="925" w:right="887"/>
              <w:rPr>
                <w:sz w:val="14"/>
              </w:rPr>
            </w:pPr>
            <w:r>
              <w:rPr>
                <w:spacing w:val="-2"/>
                <w:sz w:val="14"/>
              </w:rPr>
              <w:t>Наименование забалансового счета,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before="85" w:line="254" w:lineRule="auto"/>
              <w:ind w:left="123" w:right="85"/>
              <w:rPr>
                <w:sz w:val="14"/>
              </w:rPr>
            </w:pPr>
            <w:r>
              <w:rPr>
                <w:spacing w:val="-4"/>
                <w:sz w:val="14"/>
              </w:rPr>
              <w:t xml:space="preserve">Код </w:t>
            </w:r>
            <w:r>
              <w:rPr>
                <w:spacing w:val="-2"/>
                <w:sz w:val="14"/>
              </w:rPr>
              <w:t>стро-</w:t>
            </w:r>
            <w:r>
              <w:rPr>
                <w:spacing w:val="-6"/>
                <w:sz w:val="14"/>
              </w:rPr>
              <w:t>ки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48" w:lineRule="exact"/>
              <w:ind w:left="35"/>
              <w:rPr>
                <w:sz w:val="14"/>
              </w:rPr>
            </w:pPr>
            <w:r>
              <w:rPr>
                <w:sz w:val="14"/>
              </w:rPr>
              <w:t xml:space="preserve">На начало </w:t>
            </w:r>
            <w:r>
              <w:rPr>
                <w:spacing w:val="-4"/>
                <w:sz w:val="14"/>
              </w:rPr>
              <w:t>года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48" w:lineRule="exact"/>
              <w:ind w:left="33"/>
              <w:rPr>
                <w:sz w:val="14"/>
              </w:rPr>
            </w:pPr>
            <w:r>
              <w:rPr>
                <w:spacing w:val="-2"/>
                <w:sz w:val="14"/>
              </w:rPr>
              <w:t>На конец отчетного периода</w:t>
            </w:r>
          </w:p>
        </w:tc>
      </w:tr>
      <w:tr w:rsidR="008E3952" w:rsidTr="00DF7044">
        <w:trPr>
          <w:trHeight w:val="504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50" w:lineRule="exact"/>
              <w:ind w:left="13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деятельность</w:t>
            </w:r>
          </w:p>
          <w:p w:rsidR="008E3952" w:rsidRDefault="008E3952">
            <w:pPr>
              <w:pStyle w:val="TableParagraph"/>
              <w:spacing w:before="8" w:line="160" w:lineRule="atLeast"/>
              <w:ind w:left="193" w:right="149" w:hanging="3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с целевыми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before="22" w:line="266" w:lineRule="auto"/>
              <w:ind w:left="325" w:right="288" w:hanging="1"/>
              <w:rPr>
                <w:sz w:val="12"/>
              </w:rPr>
            </w:pPr>
            <w:r>
              <w:rPr>
                <w:w w:val="105"/>
                <w:sz w:val="12"/>
              </w:rPr>
              <w:t xml:space="preserve">Деятельность по </w:t>
            </w:r>
            <w:r>
              <w:rPr>
                <w:spacing w:val="-2"/>
                <w:w w:val="105"/>
                <w:sz w:val="12"/>
              </w:rPr>
              <w:t>государственному заданию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50" w:lineRule="exact"/>
              <w:ind w:left="36" w:right="2"/>
              <w:rPr>
                <w:sz w:val="14"/>
              </w:rPr>
            </w:pPr>
            <w:r>
              <w:rPr>
                <w:spacing w:val="-2"/>
                <w:sz w:val="14"/>
              </w:rPr>
              <w:t>приносящая</w:t>
            </w:r>
          </w:p>
          <w:p w:rsidR="008E3952" w:rsidRDefault="008E3952">
            <w:pPr>
              <w:pStyle w:val="TableParagraph"/>
              <w:spacing w:before="8" w:line="160" w:lineRule="atLeast"/>
              <w:ind w:left="36"/>
              <w:rPr>
                <w:sz w:val="14"/>
              </w:rPr>
            </w:pPr>
            <w:r>
              <w:rPr>
                <w:spacing w:val="-2"/>
                <w:sz w:val="14"/>
              </w:rPr>
              <w:t>доход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ind w:left="36" w:right="2"/>
              <w:rPr>
                <w:sz w:val="14"/>
              </w:rPr>
            </w:pPr>
            <w:r>
              <w:rPr>
                <w:spacing w:val="-2"/>
                <w:sz w:val="1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50" w:lineRule="exact"/>
              <w:ind w:left="13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деятельность</w:t>
            </w:r>
          </w:p>
          <w:p w:rsidR="008E3952" w:rsidRDefault="008E3952">
            <w:pPr>
              <w:pStyle w:val="TableParagraph"/>
              <w:spacing w:before="8" w:line="160" w:lineRule="atLeast"/>
              <w:ind w:left="192" w:right="150" w:hanging="3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с целевыми средствами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before="22" w:line="266" w:lineRule="auto"/>
              <w:ind w:left="324" w:right="289" w:hanging="1"/>
              <w:rPr>
                <w:sz w:val="12"/>
              </w:rPr>
            </w:pPr>
            <w:r>
              <w:rPr>
                <w:w w:val="105"/>
                <w:sz w:val="12"/>
              </w:rPr>
              <w:t xml:space="preserve">Деятельность по </w:t>
            </w:r>
            <w:r>
              <w:rPr>
                <w:spacing w:val="-2"/>
                <w:w w:val="105"/>
                <w:sz w:val="12"/>
              </w:rPr>
              <w:t>государственному заданию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50" w:lineRule="exact"/>
              <w:ind w:left="253" w:right="220"/>
              <w:rPr>
                <w:sz w:val="14"/>
              </w:rPr>
            </w:pPr>
            <w:r>
              <w:rPr>
                <w:spacing w:val="-2"/>
                <w:sz w:val="14"/>
              </w:rPr>
              <w:t>приносящая</w:t>
            </w:r>
          </w:p>
          <w:p w:rsidR="008E3952" w:rsidRDefault="008E3952">
            <w:pPr>
              <w:pStyle w:val="TableParagraph"/>
              <w:spacing w:before="8" w:line="160" w:lineRule="atLeast"/>
              <w:ind w:left="253" w:right="218"/>
              <w:rPr>
                <w:sz w:val="14"/>
              </w:rPr>
            </w:pPr>
            <w:r>
              <w:rPr>
                <w:spacing w:val="-2"/>
                <w:sz w:val="14"/>
              </w:rPr>
              <w:t>доход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jc w:val="left"/>
              <w:rPr>
                <w:sz w:val="14"/>
              </w:rPr>
            </w:pPr>
          </w:p>
          <w:p w:rsidR="008E3952" w:rsidRDefault="008E3952">
            <w:pPr>
              <w:pStyle w:val="TableParagraph"/>
              <w:ind w:left="33"/>
              <w:rPr>
                <w:sz w:val="14"/>
              </w:rPr>
            </w:pPr>
            <w:r>
              <w:rPr>
                <w:spacing w:val="-2"/>
                <w:sz w:val="14"/>
              </w:rPr>
              <w:t>итого</w:t>
            </w:r>
          </w:p>
        </w:tc>
      </w:tr>
      <w:tr w:rsidR="008E3952" w:rsidTr="00DF7044">
        <w:trPr>
          <w:trHeight w:val="17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50" w:lineRule="exact"/>
              <w:ind w:left="36"/>
              <w:rPr>
                <w:sz w:val="14"/>
              </w:rPr>
            </w:pPr>
            <w:r>
              <w:rPr>
                <w:spacing w:val="-10"/>
                <w:sz w:val="1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51" w:lineRule="exact"/>
              <w:ind w:left="925" w:right="889"/>
              <w:rPr>
                <w:sz w:val="14"/>
              </w:rPr>
            </w:pPr>
            <w:r>
              <w:rPr>
                <w:spacing w:val="-10"/>
                <w:sz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50" w:lineRule="exact"/>
              <w:ind w:left="35"/>
              <w:rPr>
                <w:sz w:val="14"/>
              </w:rPr>
            </w:pPr>
            <w:r>
              <w:rPr>
                <w:spacing w:val="-10"/>
                <w:sz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50" w:lineRule="exact"/>
              <w:ind w:left="36" w:right="1"/>
              <w:rPr>
                <w:sz w:val="14"/>
              </w:rPr>
            </w:pPr>
            <w:r>
              <w:rPr>
                <w:spacing w:val="-10"/>
                <w:sz w:val="1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50" w:lineRule="exact"/>
              <w:ind w:left="253" w:right="218"/>
              <w:rPr>
                <w:sz w:val="14"/>
              </w:rPr>
            </w:pPr>
            <w:r>
              <w:rPr>
                <w:spacing w:val="-10"/>
                <w:sz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50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50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50" w:lineRule="exact"/>
              <w:ind w:left="36" w:right="2"/>
              <w:rPr>
                <w:sz w:val="14"/>
              </w:rPr>
            </w:pPr>
            <w:r>
              <w:rPr>
                <w:spacing w:val="-10"/>
                <w:sz w:val="1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50" w:lineRule="exact"/>
              <w:ind w:left="253" w:right="220"/>
              <w:rPr>
                <w:sz w:val="14"/>
              </w:rPr>
            </w:pPr>
            <w:r>
              <w:rPr>
                <w:spacing w:val="-10"/>
                <w:sz w:val="1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50" w:lineRule="exact"/>
              <w:ind w:left="253" w:right="220"/>
              <w:rPr>
                <w:sz w:val="14"/>
              </w:rPr>
            </w:pPr>
            <w:r>
              <w:rPr>
                <w:spacing w:val="-5"/>
                <w:sz w:val="1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noProof/>
                <w:lang w:eastAsia="ru-RU"/>
              </w:rPr>
              <w:pict>
                <v:group id="docshapegroup85" o:spid="_x0000_s1110" style="position:absolute;left:0;text-align:left;margin-left:55.8pt;margin-top:9.3pt;width:1.8pt;height:10.7pt;z-index:-251664384;mso-position-horizontal-relative:text;mso-position-vertical-relative:text" coordorigin="1116,186" coordsize="36,214">
                  <v:shape id="docshape86" o:spid="_x0000_s1111" style="position:absolute;left:1115;top:186;width:36;height:214" coordorigin="1116,186" coordsize="36,214" path="m1152,400r-36,-36l1116,196r18,-10l1152,186r,214xe" fillcolor="black" stroked="f">
                    <v:path arrowok="t"/>
                  </v:shape>
                </v:group>
              </w:pict>
            </w:r>
            <w:r>
              <w:rPr>
                <w:spacing w:val="-5"/>
                <w:sz w:val="14"/>
              </w:rPr>
              <w:t>11</w:t>
            </w:r>
          </w:p>
        </w:tc>
      </w:tr>
      <w:tr w:rsidR="008E3952" w:rsidTr="00DF7044">
        <w:trPr>
          <w:trHeight w:val="158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spacing w:line="139" w:lineRule="exact"/>
              <w:ind w:left="126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компаниях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52" w:rsidRDefault="008E3952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</w:tbl>
    <w:p w:rsidR="008E3952" w:rsidRDefault="008E3952">
      <w:pPr>
        <w:tabs>
          <w:tab w:val="left" w:pos="4944"/>
          <w:tab w:val="left" w:pos="8993"/>
        </w:tabs>
        <w:ind w:left="368"/>
        <w:rPr>
          <w:spacing w:val="-2"/>
          <w:sz w:val="14"/>
        </w:rPr>
      </w:pPr>
    </w:p>
    <w:p w:rsidR="008E3952" w:rsidRDefault="008E3952">
      <w:pPr>
        <w:tabs>
          <w:tab w:val="left" w:pos="4944"/>
          <w:tab w:val="left" w:pos="8993"/>
        </w:tabs>
        <w:ind w:left="368"/>
        <w:rPr>
          <w:spacing w:val="-2"/>
          <w:sz w:val="14"/>
        </w:rPr>
      </w:pPr>
    </w:p>
    <w:p w:rsidR="008E3952" w:rsidRDefault="008E3952">
      <w:pPr>
        <w:tabs>
          <w:tab w:val="left" w:pos="4944"/>
          <w:tab w:val="left" w:pos="8993"/>
        </w:tabs>
        <w:ind w:left="368"/>
        <w:rPr>
          <w:spacing w:val="-2"/>
          <w:sz w:val="14"/>
        </w:rPr>
      </w:pPr>
    </w:p>
    <w:p w:rsidR="008E3952" w:rsidRDefault="008E3952">
      <w:pPr>
        <w:tabs>
          <w:tab w:val="left" w:pos="4944"/>
          <w:tab w:val="left" w:pos="8993"/>
        </w:tabs>
        <w:ind w:left="368"/>
        <w:rPr>
          <w:sz w:val="14"/>
        </w:rPr>
      </w:pPr>
      <w:r>
        <w:rPr>
          <w:spacing w:val="-2"/>
          <w:sz w:val="14"/>
        </w:rPr>
        <w:t>Руководитель</w:t>
      </w:r>
      <w:r>
        <w:rPr>
          <w:sz w:val="14"/>
        </w:rPr>
        <w:tab/>
        <w:t>Шостак Л.</w:t>
      </w:r>
      <w:r>
        <w:rPr>
          <w:spacing w:val="-5"/>
          <w:sz w:val="14"/>
        </w:rPr>
        <w:t>Э.</w:t>
      </w:r>
      <w:r>
        <w:rPr>
          <w:sz w:val="14"/>
        </w:rPr>
        <w:tab/>
      </w:r>
      <w:r>
        <w:rPr>
          <w:spacing w:val="-2"/>
          <w:sz w:val="14"/>
        </w:rPr>
        <w:t>Главный бухгалтер</w:t>
      </w:r>
    </w:p>
    <w:p w:rsidR="008E3952" w:rsidRDefault="008E3952">
      <w:pPr>
        <w:tabs>
          <w:tab w:val="left" w:pos="3883"/>
          <w:tab w:val="left" w:pos="10346"/>
          <w:tab w:val="left" w:pos="12614"/>
        </w:tabs>
        <w:spacing w:line="20" w:lineRule="exact"/>
        <w:ind w:left="1615"/>
        <w:rPr>
          <w:sz w:val="2"/>
        </w:rPr>
      </w:pPr>
      <w:r>
        <w:rPr>
          <w:noProof/>
          <w:lang w:eastAsia="ru-RU"/>
        </w:rPr>
      </w:r>
      <w:r w:rsidRPr="002B0C18">
        <w:rPr>
          <w:sz w:val="2"/>
        </w:rPr>
        <w:pict>
          <v:group id="docshapegroup87" o:spid="_x0000_s1112" style="width:99.25pt;height:1pt;mso-position-horizontal-relative:char;mso-position-vertical-relative:line" coordsize="1985,20">
            <v:rect id="docshape88" o:spid="_x0000_s1113" style="position:absolute;width:1985;height:20" fillcolor="black" stroked="f"/>
            <v:rect id="docshape89" o:spid="_x0000_s1114" style="position:absolute;width:1985;height:20" fillcolor="black" stroked="f"/>
            <w10:anchorlock/>
          </v:group>
        </w:pict>
      </w:r>
      <w:r>
        <w:rPr>
          <w:sz w:val="2"/>
        </w:rPr>
        <w:tab/>
      </w:r>
      <w:r>
        <w:rPr>
          <w:noProof/>
          <w:lang w:eastAsia="ru-RU"/>
        </w:rPr>
      </w:r>
      <w:r w:rsidRPr="002B0C18">
        <w:rPr>
          <w:sz w:val="2"/>
        </w:rPr>
        <w:pict>
          <v:group id="docshapegroup90" o:spid="_x0000_s1115" style="width:147.45pt;height:1pt;mso-position-horizontal-relative:char;mso-position-vertical-relative:line" coordsize="2949,20">
            <v:rect id="docshape91" o:spid="_x0000_s1116" style="position:absolute;width:2949;height:20" fillcolor="black" stroked="f"/>
            <v:rect id="docshape92" o:spid="_x0000_s1117" style="position:absolute;width:2949;height:20" fillcolor="black" stroked="f"/>
            <w10:anchorlock/>
          </v:group>
        </w:pict>
      </w:r>
      <w:r>
        <w:rPr>
          <w:sz w:val="2"/>
        </w:rPr>
        <w:tab/>
      </w:r>
      <w:r>
        <w:rPr>
          <w:noProof/>
          <w:lang w:eastAsia="ru-RU"/>
        </w:rPr>
      </w:r>
      <w:r w:rsidRPr="002B0C18">
        <w:rPr>
          <w:sz w:val="2"/>
        </w:rPr>
        <w:pict>
          <v:group id="docshapegroup93" o:spid="_x0000_s1118" style="width:99.25pt;height:1pt;mso-position-horizontal-relative:char;mso-position-vertical-relative:line" coordsize="1985,20">
            <v:rect id="docshape94" o:spid="_x0000_s1119" style="position:absolute;width:1985;height:20" fillcolor="black" stroked="f"/>
            <v:rect id="docshape95" o:spid="_x0000_s1120" style="position:absolute;width:1985;height:20" fillcolor="black" stroked="f"/>
            <w10:anchorlock/>
          </v:group>
        </w:pict>
      </w:r>
      <w:r>
        <w:rPr>
          <w:sz w:val="2"/>
        </w:rPr>
        <w:tab/>
      </w:r>
      <w:r>
        <w:rPr>
          <w:noProof/>
          <w:lang w:eastAsia="ru-RU"/>
        </w:rPr>
      </w:r>
      <w:r w:rsidRPr="002B0C18">
        <w:rPr>
          <w:sz w:val="2"/>
        </w:rPr>
        <w:pict>
          <v:group id="docshapegroup96" o:spid="_x0000_s1121" style="width:147.45pt;height:1pt;mso-position-horizontal-relative:char;mso-position-vertical-relative:line" coordsize="2949,20">
            <v:rect id="docshape97" o:spid="_x0000_s1122" style="position:absolute;width:2949;height:20" fillcolor="black" stroked="f"/>
            <v:rect id="docshape98" o:spid="_x0000_s1123" style="position:absolute;width:2949;height:20" fillcolor="black" stroked="f"/>
            <w10:anchorlock/>
          </v:group>
        </w:pict>
      </w:r>
    </w:p>
    <w:p w:rsidR="008E3952" w:rsidRDefault="008E3952">
      <w:pPr>
        <w:tabs>
          <w:tab w:val="left" w:pos="4572"/>
          <w:tab w:val="left" w:pos="11027"/>
          <w:tab w:val="left" w:pos="13303"/>
        </w:tabs>
        <w:ind w:left="2296"/>
        <w:rPr>
          <w:sz w:val="14"/>
        </w:rPr>
      </w:pPr>
      <w:r>
        <w:rPr>
          <w:spacing w:val="-2"/>
          <w:sz w:val="14"/>
        </w:rPr>
        <w:t>(подпись)</w:t>
      </w:r>
      <w:r>
        <w:rPr>
          <w:sz w:val="14"/>
        </w:rPr>
        <w:tab/>
      </w:r>
      <w:r>
        <w:rPr>
          <w:spacing w:val="-2"/>
          <w:sz w:val="14"/>
        </w:rPr>
        <w:t>(расшифровка подписи)</w:t>
      </w:r>
      <w:r>
        <w:rPr>
          <w:sz w:val="14"/>
        </w:rPr>
        <w:tab/>
      </w:r>
      <w:r>
        <w:rPr>
          <w:spacing w:val="-2"/>
          <w:sz w:val="14"/>
        </w:rPr>
        <w:t>(подпись)</w:t>
      </w:r>
      <w:r>
        <w:rPr>
          <w:sz w:val="14"/>
        </w:rPr>
        <w:tab/>
      </w:r>
      <w:r>
        <w:rPr>
          <w:spacing w:val="-2"/>
          <w:sz w:val="14"/>
        </w:rPr>
        <w:t>(расшифровка подписи)</w:t>
      </w:r>
    </w:p>
    <w:p w:rsidR="008E3952" w:rsidRDefault="008E3952">
      <w:pPr>
        <w:pStyle w:val="BodyText"/>
        <w:spacing w:before="6"/>
        <w:rPr>
          <w:sz w:val="14"/>
        </w:rPr>
      </w:pPr>
    </w:p>
    <w:p w:rsidR="008E3952" w:rsidRDefault="008E3952">
      <w:pPr>
        <w:ind w:left="3883"/>
        <w:rPr>
          <w:rFonts w:ascii="Arial" w:hAnsi="Arial"/>
          <w:b/>
          <w:i/>
          <w:sz w:val="14"/>
        </w:rPr>
      </w:pPr>
      <w:r>
        <w:rPr>
          <w:noProof/>
          <w:lang w:eastAsia="ru-RU"/>
        </w:rPr>
        <w:pict>
          <v:group id="docshapegroup99" o:spid="_x0000_s1124" style="position:absolute;left:0;text-align:left;margin-left:371.35pt;margin-top:8.5pt;width:425.2pt;height:1pt;z-index:-251660288;mso-wrap-distance-left:0;mso-wrap-distance-right:0;mso-position-horizontal-relative:page" coordorigin="7427,170" coordsize="8504,20">
            <v:rect id="docshape100" o:spid="_x0000_s1125" style="position:absolute;left:7426;top:169;width:1588;height:20" fillcolor="black" stroked="f"/>
            <v:rect id="docshape101" o:spid="_x0000_s1126" style="position:absolute;left:9014;top:169;width:284;height:20" fillcolor="black" stroked="f"/>
            <v:rect id="docshape102" o:spid="_x0000_s1127" style="position:absolute;left:9297;top:169;width:1985;height:20" fillcolor="black" stroked="f"/>
            <v:rect id="docshape103" o:spid="_x0000_s1128" style="position:absolute;left:11281;top:169;width:284;height:20" fillcolor="black" stroked="f"/>
            <v:rect id="docshape104" o:spid="_x0000_s1129" style="position:absolute;left:11565;top:169;width:2835;height:20" fillcolor="black" stroked="f"/>
            <v:rect id="docshape105" o:spid="_x0000_s1130" style="position:absolute;left:14399;top:169;width:1531;height:20" fillcolor="black" stroked="f"/>
            <v:rect id="docshape106" o:spid="_x0000_s1131" style="position:absolute;left:7426;top:169;width:1588;height:20" fillcolor="black" stroked="f"/>
            <v:rect id="docshape107" o:spid="_x0000_s1132" style="position:absolute;left:9014;top:169;width:284;height:20" fillcolor="black" stroked="f"/>
            <v:rect id="docshape108" o:spid="_x0000_s1133" style="position:absolute;left:9297;top:169;width:1985;height:20" fillcolor="black" stroked="f"/>
            <v:rect id="docshape109" o:spid="_x0000_s1134" style="position:absolute;left:11281;top:169;width:284;height:20" fillcolor="black" stroked="f"/>
            <v:rect id="docshape110" o:spid="_x0000_s1135" style="position:absolute;left:11565;top:169;width:2835;height:20" fillcolor="black" stroked="f"/>
            <v:rect id="docshape111" o:spid="_x0000_s1136" style="position:absolute;left:14399;top:169;width:1531;height:20" fillcolor="black" stroked="f"/>
            <w10:wrap type="topAndBottom" anchorx="page"/>
          </v:group>
        </w:pict>
      </w:r>
      <w:r>
        <w:rPr>
          <w:rFonts w:ascii="Arial" w:hAnsi="Arial"/>
          <w:b/>
          <w:i/>
          <w:spacing w:val="-2"/>
          <w:sz w:val="14"/>
        </w:rPr>
        <w:t>Централизованная бухгалтерия</w:t>
      </w:r>
    </w:p>
    <w:p w:rsidR="008E3952" w:rsidRDefault="008E3952">
      <w:pPr>
        <w:ind w:left="9511"/>
        <w:rPr>
          <w:sz w:val="14"/>
        </w:rPr>
      </w:pPr>
      <w:r>
        <w:rPr>
          <w:spacing w:val="-2"/>
          <w:sz w:val="14"/>
        </w:rPr>
        <w:t>(наименование, ОГРН, ИНН, КПП, местонахождение)</w:t>
      </w:r>
    </w:p>
    <w:p w:rsidR="008E3952" w:rsidRDefault="008E3952">
      <w:pPr>
        <w:pStyle w:val="BodyText"/>
        <w:spacing w:before="12"/>
        <w:rPr>
          <w:sz w:val="14"/>
        </w:rPr>
      </w:pPr>
    </w:p>
    <w:p w:rsidR="008E3952" w:rsidRDefault="008E3952">
      <w:pPr>
        <w:ind w:left="3883"/>
        <w:rPr>
          <w:sz w:val="14"/>
        </w:rPr>
      </w:pPr>
      <w:r>
        <w:rPr>
          <w:spacing w:val="-2"/>
          <w:sz w:val="14"/>
        </w:rPr>
        <w:t>Руководитель</w:t>
      </w:r>
    </w:p>
    <w:p w:rsidR="008E3952" w:rsidRDefault="008E3952">
      <w:pPr>
        <w:tabs>
          <w:tab w:val="left" w:pos="12144"/>
        </w:tabs>
        <w:spacing w:before="10"/>
        <w:ind w:left="3883"/>
        <w:rPr>
          <w:position w:val="-5"/>
          <w:sz w:val="14"/>
        </w:rPr>
      </w:pPr>
      <w:r>
        <w:rPr>
          <w:noProof/>
          <w:lang w:eastAsia="ru-RU"/>
        </w:rPr>
        <w:pict>
          <v:group id="docshapegroup112" o:spid="_x0000_s1137" style="position:absolute;left:0;text-align:left;margin-left:314.65pt;margin-top:12.25pt;width:136.1pt;height:1pt;z-index:-251659264;mso-wrap-distance-left:0;mso-wrap-distance-right:0;mso-position-horizontal-relative:page" coordorigin="6293,245" coordsize="2722,20">
            <v:rect id="docshape113" o:spid="_x0000_s1138" style="position:absolute;left:6292;top:245;width:1134;height:20" fillcolor="black" stroked="f"/>
            <v:rect id="docshape114" o:spid="_x0000_s1139" style="position:absolute;left:7426;top:245;width:1588;height:20" fillcolor="black" stroked="f"/>
            <v:rect id="docshape115" o:spid="_x0000_s1140" style="position:absolute;left:6292;top:245;width:1134;height:20" fillcolor="black" stroked="f"/>
            <v:rect id="docshape116" o:spid="_x0000_s1141" style="position:absolute;left:7426;top:245;width:1588;height:20" fillcolor="black" stroked="f"/>
            <w10:wrap type="topAndBottom" anchorx="page"/>
          </v:group>
        </w:pict>
      </w:r>
      <w:r>
        <w:rPr>
          <w:noProof/>
          <w:lang w:eastAsia="ru-RU"/>
        </w:rPr>
        <w:pict>
          <v:group id="docshapegroup117" o:spid="_x0000_s1142" style="position:absolute;left:0;text-align:left;margin-left:464.9pt;margin-top:12.25pt;width:99.25pt;height:1pt;z-index:-251658240;mso-wrap-distance-left:0;mso-wrap-distance-right:0;mso-position-horizontal-relative:page" coordorigin="9298,245" coordsize="1985,20">
            <v:rect id="docshape118" o:spid="_x0000_s1143" style="position:absolute;left:9297;top:245;width:1985;height:20" fillcolor="black" stroked="f"/>
            <v:rect id="docshape119" o:spid="_x0000_s1144" style="position:absolute;left:9297;top:245;width:1985;height:20" fillcolor="black" stroked="f"/>
            <w10:wrap type="topAndBottom" anchorx="page"/>
          </v:group>
        </w:pict>
      </w:r>
      <w:r>
        <w:rPr>
          <w:noProof/>
          <w:lang w:eastAsia="ru-RU"/>
        </w:rPr>
        <w:pict>
          <v:group id="docshapegroup120" o:spid="_x0000_s1145" style="position:absolute;left:0;text-align:left;margin-left:578.25pt;margin-top:12.25pt;width:141.75pt;height:1pt;z-index:-251657216;mso-wrap-distance-left:0;mso-wrap-distance-right:0;mso-position-horizontal-relative:page" coordorigin="11565,245" coordsize="2835,20">
            <v:rect id="docshape121" o:spid="_x0000_s1146" style="position:absolute;left:11565;top:245;width:2835;height:20" fillcolor="black" stroked="f"/>
            <v:rect id="docshape122" o:spid="_x0000_s1147" style="position:absolute;left:11565;top:245;width:2835;height:20" fillcolor="black" stroked="f"/>
            <w10:wrap type="topAndBottom" anchorx="page"/>
          </v:group>
        </w:pict>
      </w:r>
      <w:r>
        <w:rPr>
          <w:spacing w:val="-2"/>
          <w:sz w:val="14"/>
        </w:rPr>
        <w:t xml:space="preserve">(уполномоченное </w:t>
      </w:r>
      <w:r>
        <w:rPr>
          <w:spacing w:val="-4"/>
          <w:sz w:val="14"/>
        </w:rPr>
        <w:t>лицо)</w:t>
      </w:r>
      <w:r>
        <w:rPr>
          <w:sz w:val="14"/>
        </w:rPr>
        <w:tab/>
      </w:r>
      <w:r>
        <w:rPr>
          <w:position w:val="-5"/>
          <w:sz w:val="14"/>
        </w:rPr>
        <w:t>Шостак Л.</w:t>
      </w:r>
      <w:r>
        <w:rPr>
          <w:spacing w:val="-5"/>
          <w:position w:val="-5"/>
          <w:sz w:val="14"/>
        </w:rPr>
        <w:t>Э.</w:t>
      </w:r>
    </w:p>
    <w:p w:rsidR="008E3952" w:rsidRDefault="008E3952">
      <w:pPr>
        <w:tabs>
          <w:tab w:val="left" w:pos="9553"/>
          <w:tab w:val="left" w:pos="11772"/>
        </w:tabs>
        <w:ind w:left="6835"/>
        <w:rPr>
          <w:sz w:val="14"/>
        </w:rPr>
      </w:pPr>
      <w:r>
        <w:rPr>
          <w:spacing w:val="-2"/>
          <w:sz w:val="14"/>
        </w:rPr>
        <w:t>(должность)</w:t>
      </w:r>
      <w:r>
        <w:rPr>
          <w:sz w:val="14"/>
        </w:rPr>
        <w:tab/>
      </w:r>
      <w:r>
        <w:rPr>
          <w:spacing w:val="-2"/>
          <w:sz w:val="14"/>
        </w:rPr>
        <w:t>(подпись)</w:t>
      </w:r>
      <w:r>
        <w:rPr>
          <w:sz w:val="14"/>
        </w:rPr>
        <w:tab/>
      </w:r>
      <w:r>
        <w:rPr>
          <w:spacing w:val="-2"/>
          <w:sz w:val="14"/>
        </w:rPr>
        <w:t>(расшифровка подписи)</w:t>
      </w:r>
    </w:p>
    <w:p w:rsidR="008E3952" w:rsidRDefault="008E3952">
      <w:pPr>
        <w:pStyle w:val="BodyText"/>
        <w:spacing w:before="12"/>
        <w:rPr>
          <w:sz w:val="14"/>
        </w:rPr>
      </w:pPr>
    </w:p>
    <w:p w:rsidR="008E3952" w:rsidRDefault="008E3952">
      <w:pPr>
        <w:ind w:left="368"/>
        <w:rPr>
          <w:sz w:val="14"/>
        </w:rPr>
      </w:pPr>
      <w:r>
        <w:rPr>
          <w:noProof/>
          <w:lang w:eastAsia="ru-RU"/>
        </w:rPr>
        <w:pict>
          <v:group id="docshapegroup123" o:spid="_x0000_s1148" style="position:absolute;left:0;text-align:left;margin-left:102.05pt;margin-top:8.35pt;width:138.9pt;height:1pt;z-index:-251656192;mso-wrap-distance-left:0;mso-wrap-distance-right:0;mso-position-horizontal-relative:page" coordorigin="2041,167" coordsize="2778,20">
            <v:rect id="docshape124" o:spid="_x0000_s1149" style="position:absolute;left:2040;top:167;width:2778;height:20" fillcolor="black" stroked="f"/>
            <v:rect id="docshape125" o:spid="_x0000_s1150" style="position:absolute;left:2040;top:167;width:2778;height:20" fillcolor="black" stroked="f"/>
            <w10:wrap type="topAndBottom" anchorx="page"/>
          </v:group>
        </w:pict>
      </w:r>
      <w:r>
        <w:rPr>
          <w:noProof/>
          <w:lang w:eastAsia="ru-RU"/>
        </w:rPr>
        <w:pict>
          <v:group id="docshapegroup126" o:spid="_x0000_s1151" style="position:absolute;left:0;text-align:left;margin-left:255.1pt;margin-top:8.35pt;width:99.25pt;height:1pt;z-index:-251655168;mso-wrap-distance-left:0;mso-wrap-distance-right:0;mso-position-horizontal-relative:page" coordorigin="5102,167" coordsize="1985,20">
            <v:rect id="docshape127" o:spid="_x0000_s1152" style="position:absolute;left:5102;top:167;width:1985;height:20" fillcolor="black" stroked="f"/>
            <v:rect id="docshape128" o:spid="_x0000_s1153" style="position:absolute;left:5102;top:167;width:1985;height:20" fillcolor="black" stroked="f"/>
            <w10:wrap type="topAndBottom" anchorx="page"/>
          </v:group>
        </w:pict>
      </w:r>
      <w:r>
        <w:rPr>
          <w:noProof/>
          <w:lang w:eastAsia="ru-RU"/>
        </w:rPr>
        <w:pict>
          <v:group id="docshapegroup129" o:spid="_x0000_s1154" style="position:absolute;left:0;text-align:left;margin-left:368.5pt;margin-top:8.35pt;width:141.75pt;height:1pt;z-index:-251654144;mso-wrap-distance-left:0;mso-wrap-distance-right:0;mso-position-horizontal-relative:page" coordorigin="7370,167" coordsize="2835,20">
            <v:rect id="docshape130" o:spid="_x0000_s1155" style="position:absolute;left:7370;top:167;width:2835;height:20" fillcolor="black" stroked="f"/>
            <v:rect id="docshape131" o:spid="_x0000_s1156" style="position:absolute;left:7370;top:167;width:2835;height:20" fillcolor="black" stroked="f"/>
            <w10:wrap type="topAndBottom" anchorx="page"/>
          </v:group>
        </w:pict>
      </w:r>
      <w:r>
        <w:rPr>
          <w:noProof/>
          <w:lang w:eastAsia="ru-RU"/>
        </w:rPr>
        <w:pict>
          <v:group id="docshapegroup132" o:spid="_x0000_s1157" style="position:absolute;left:0;text-align:left;margin-left:524.4pt;margin-top:8.35pt;width:141.75pt;height:1pt;z-index:-251653120;mso-wrap-distance-left:0;mso-wrap-distance-right:0;mso-position-horizontal-relative:page" coordorigin="10488,167" coordsize="2835,20">
            <v:rect id="docshape133" o:spid="_x0000_s1158" style="position:absolute;left:10488;top:167;width:2835;height:20" fillcolor="black" stroked="f"/>
            <v:rect id="docshape134" o:spid="_x0000_s1159" style="position:absolute;left:10488;top:167;width:2835;height:20" fillcolor="black" stroked="f"/>
            <w10:wrap type="topAndBottom" anchorx="page"/>
          </v:group>
        </w:pict>
      </w:r>
      <w:r>
        <w:rPr>
          <w:spacing w:val="-2"/>
          <w:sz w:val="14"/>
        </w:rPr>
        <w:t>Исполнитель</w:t>
      </w:r>
    </w:p>
    <w:p w:rsidR="008E3952" w:rsidRDefault="008E3952">
      <w:pPr>
        <w:tabs>
          <w:tab w:val="left" w:pos="5358"/>
          <w:tab w:val="left" w:pos="7577"/>
          <w:tab w:val="left" w:pos="10921"/>
        </w:tabs>
        <w:ind w:left="2611"/>
        <w:rPr>
          <w:sz w:val="14"/>
        </w:rPr>
      </w:pPr>
      <w:r>
        <w:rPr>
          <w:spacing w:val="-2"/>
          <w:sz w:val="14"/>
        </w:rPr>
        <w:t>(должность)</w:t>
      </w:r>
      <w:r>
        <w:rPr>
          <w:sz w:val="14"/>
        </w:rPr>
        <w:tab/>
      </w:r>
      <w:r>
        <w:rPr>
          <w:spacing w:val="-2"/>
          <w:sz w:val="14"/>
        </w:rPr>
        <w:t>(подпись)</w:t>
      </w:r>
      <w:r>
        <w:rPr>
          <w:sz w:val="14"/>
        </w:rPr>
        <w:tab/>
      </w:r>
      <w:r>
        <w:rPr>
          <w:spacing w:val="-2"/>
          <w:sz w:val="14"/>
        </w:rPr>
        <w:t>(расшифровка подписи)</w:t>
      </w:r>
      <w:r>
        <w:rPr>
          <w:sz w:val="14"/>
        </w:rPr>
        <w:tab/>
      </w:r>
      <w:r>
        <w:rPr>
          <w:spacing w:val="-2"/>
          <w:sz w:val="14"/>
        </w:rPr>
        <w:t>(телефон, e-mail)</w:t>
      </w:r>
    </w:p>
    <w:p w:rsidR="008E3952" w:rsidRDefault="008E3952">
      <w:pPr>
        <w:pStyle w:val="BodyText"/>
        <w:tabs>
          <w:tab w:val="left" w:pos="1679"/>
          <w:tab w:val="left" w:pos="3223"/>
          <w:tab w:val="left" w:pos="3785"/>
        </w:tabs>
        <w:spacing w:before="169"/>
        <w:ind w:left="425"/>
      </w:pPr>
      <w:r>
        <w:rPr>
          <w:noProof/>
          <w:lang w:eastAsia="ru-RU"/>
        </w:rPr>
        <w:pict>
          <v:shape id="docshape135" o:spid="_x0000_s1160" style="position:absolute;left:0;text-align:left;margin-left:48.2pt;margin-top:18.85pt;width:17.05pt;height:.1pt;z-index:-251652096;mso-wrap-distance-left:0;mso-wrap-distance-right:0;mso-position-horizontal-relative:page" coordorigin="964,377" coordsize="341,0" path="m964,377r340,e" filled="f" strokeweight="1pt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docshape136" o:spid="_x0000_s1161" style="position:absolute;left:0;text-align:left;margin-left:73.7pt;margin-top:18.85pt;width:93.55pt;height:.1pt;z-index:-251651072;mso-wrap-distance-left:0;mso-wrap-distance-right:0;mso-position-horizontal-relative:page" coordorigin="1474,377" coordsize="1871,0" path="m1474,377r1871,e" filled="f" strokeweight="1pt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docshape137" o:spid="_x0000_s1162" style="position:absolute;left:0;text-align:left;margin-left:175.75pt;margin-top:18.85pt;width:31.2pt;height:.1pt;z-index:-251650048;mso-wrap-distance-left:0;mso-wrap-distance-right:0;mso-position-horizontal-relative:page" coordorigin="3515,377" coordsize="624,0" path="m3515,377r624,e" filled="f" strokeweight="1pt">
            <v:path arrowok="t"/>
            <w10:wrap type="topAndBottom" anchorx="page"/>
          </v:shape>
        </w:pict>
      </w:r>
      <w:r>
        <w:rPr>
          <w:position w:val="1"/>
        </w:rPr>
        <w:t xml:space="preserve">   "20</w:t>
      </w:r>
      <w:r>
        <w:rPr>
          <w:spacing w:val="-10"/>
          <w:position w:val="1"/>
        </w:rPr>
        <w:t>"</w:t>
      </w:r>
      <w:r>
        <w:rPr>
          <w:position w:val="1"/>
        </w:rPr>
        <w:tab/>
      </w:r>
      <w:r>
        <w:rPr>
          <w:spacing w:val="-2"/>
          <w:position w:val="1"/>
        </w:rPr>
        <w:t>декабря</w:t>
      </w:r>
      <w:r>
        <w:rPr>
          <w:position w:val="1"/>
        </w:rPr>
        <w:tab/>
      </w:r>
      <w:r>
        <w:rPr>
          <w:spacing w:val="-4"/>
          <w:position w:val="1"/>
        </w:rPr>
        <w:t>2024</w:t>
      </w:r>
      <w:r>
        <w:rPr>
          <w:position w:val="1"/>
        </w:rPr>
        <w:tab/>
      </w:r>
      <w:r>
        <w:rPr>
          <w:spacing w:val="-5"/>
        </w:rPr>
        <w:t>г.</w:t>
      </w:r>
    </w:p>
    <w:sectPr w:rsidR="008E3952" w:rsidSect="00D40E19">
      <w:pgSz w:w="16840" w:h="11910" w:orient="landscape"/>
      <w:pgMar w:top="720" w:right="141" w:bottom="280" w:left="425" w:header="53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952" w:rsidRDefault="008E3952" w:rsidP="00D40E19">
      <w:r>
        <w:separator/>
      </w:r>
    </w:p>
  </w:endnote>
  <w:endnote w:type="continuationSeparator" w:id="1">
    <w:p w:rsidR="008E3952" w:rsidRDefault="008E3952" w:rsidP="00D40E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952" w:rsidRDefault="008E3952" w:rsidP="00D40E19">
      <w:r>
        <w:separator/>
      </w:r>
    </w:p>
  </w:footnote>
  <w:footnote w:type="continuationSeparator" w:id="1">
    <w:p w:rsidR="008E3952" w:rsidRDefault="008E3952" w:rsidP="00D40E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952" w:rsidRDefault="008E3952">
    <w:pPr>
      <w:pStyle w:val="BodyText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0" o:spid="_x0000_s2049" type="#_x0000_t202" style="position:absolute;margin-left:736.35pt;margin-top:32.65pt;width:75.4pt;height:10.95pt;z-index:-251656192;mso-position-horizontal-relative:page;mso-position-vertical-relative:page" filled="f" stroked="f">
          <v:textbox inset="0,0,0,0">
            <w:txbxContent>
              <w:p w:rsidR="008E3952" w:rsidRDefault="008E3952">
                <w:pPr>
                  <w:pStyle w:val="BodyText"/>
                  <w:spacing w:before="17"/>
                  <w:ind w:left="20"/>
                </w:pPr>
                <w:r>
                  <w:t>Форма0503830с.</w:t>
                </w:r>
                <w:r>
                  <w:rPr>
                    <w:spacing w:val="-1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952" w:rsidRDefault="008E3952">
    <w:pPr>
      <w:pStyle w:val="BodyText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1" o:spid="_x0000_s2050" type="#_x0000_t202" style="position:absolute;margin-left:736.35pt;margin-top:55.3pt;width:78.4pt;height:10.95pt;z-index:-251654144;mso-position-horizontal-relative:page;mso-position-vertical-relative:page" filled="f" stroked="f">
          <v:textbox inset="0,0,0,0">
            <w:txbxContent>
              <w:p w:rsidR="008E3952" w:rsidRDefault="008E3952">
                <w:pPr>
                  <w:pStyle w:val="BodyText"/>
                  <w:spacing w:before="17"/>
                  <w:ind w:left="20"/>
                </w:pPr>
                <w:r>
                  <w:t>Форма0503830с.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noProof/>
                    <w:spacing w:val="-10"/>
                  </w:rPr>
                  <w:t>5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952" w:rsidRDefault="008E3952"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952" w:rsidRDefault="008E3952">
    <w:pPr>
      <w:pStyle w:val="BodyText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2" o:spid="_x0000_s2051" type="#_x0000_t202" style="position:absolute;margin-left:753.35pt;margin-top:27pt;width:78.4pt;height:10.95pt;z-index:-251652096;mso-position-horizontal-relative:page;mso-position-vertical-relative:page" filled="f" stroked="f">
          <v:textbox inset="0,0,0,0">
            <w:txbxContent>
              <w:p w:rsidR="008E3952" w:rsidRDefault="008E3952">
                <w:pPr>
                  <w:pStyle w:val="BodyText"/>
                  <w:spacing w:before="17"/>
                  <w:ind w:left="20"/>
                </w:pPr>
                <w:r>
                  <w:t>Форма0503830с.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noProof/>
                    <w:spacing w:val="-10"/>
                  </w:rPr>
                  <w:t>8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0E19"/>
    <w:rsid w:val="00025E2C"/>
    <w:rsid w:val="0005725D"/>
    <w:rsid w:val="000E37BC"/>
    <w:rsid w:val="001D3012"/>
    <w:rsid w:val="002B0C18"/>
    <w:rsid w:val="00754310"/>
    <w:rsid w:val="008E3952"/>
    <w:rsid w:val="00900DA4"/>
    <w:rsid w:val="00B8402C"/>
    <w:rsid w:val="00D40E19"/>
    <w:rsid w:val="00DF7044"/>
    <w:rsid w:val="00F37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E19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D40E19"/>
    <w:pPr>
      <w:ind w:right="452"/>
      <w:jc w:val="center"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D40E19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Microsoft Sans Serif" w:hAnsi="Microsoft Sans Serif" w:cs="Microsoft Sans Serif"/>
      <w:lang w:eastAsia="en-US"/>
    </w:rPr>
  </w:style>
  <w:style w:type="paragraph" w:styleId="ListParagraph">
    <w:name w:val="List Paragraph"/>
    <w:basedOn w:val="Normal"/>
    <w:uiPriority w:val="99"/>
    <w:qFormat/>
    <w:rsid w:val="00D40E19"/>
  </w:style>
  <w:style w:type="paragraph" w:customStyle="1" w:styleId="TableParagraph">
    <w:name w:val="Table Paragraph"/>
    <w:basedOn w:val="Normal"/>
    <w:uiPriority w:val="99"/>
    <w:rsid w:val="00D40E19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8</Pages>
  <Words>1688</Words>
  <Characters>9626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Светлана</cp:lastModifiedBy>
  <cp:revision>3</cp:revision>
  <cp:lastPrinted>2024-12-20T10:58:00Z</cp:lastPrinted>
  <dcterms:created xsi:type="dcterms:W3CDTF">2024-12-20T10:19:00Z</dcterms:created>
  <dcterms:modified xsi:type="dcterms:W3CDTF">2024-12-20T11:00:00Z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Apache FOP Version SVN tags/fop-1_1</vt:lpwstr>
  </property>
  <property fmtid="{D5CDD505-2E9C-101B-9397-08002B2CF9AE}" pid="3" name="Producer">
    <vt:lpwstr>Apache FOP Version SVN tags/fop-1_1</vt:lpwstr>
  </property>
</Properties>
</file>