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727"/>
        <w:gridCol w:w="4782"/>
        <w:gridCol w:w="5061"/>
      </w:tblGrid>
      <w:tr>
        <w:trPr/>
        <w:tc>
          <w:tcPr>
            <w:tcW w:w="472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61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 xml:space="preserve">07 октября 2021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>№ 1047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72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6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1"/>
        <w:gridCol w:w="2674"/>
        <w:gridCol w:w="472"/>
        <w:gridCol w:w="1264"/>
        <w:gridCol w:w="1238"/>
        <w:gridCol w:w="1174"/>
        <w:gridCol w:w="1194"/>
        <w:gridCol w:w="1005"/>
        <w:gridCol w:w="1145"/>
        <w:gridCol w:w="43"/>
        <w:gridCol w:w="2293"/>
        <w:gridCol w:w="43"/>
        <w:gridCol w:w="1900"/>
      </w:tblGrid>
      <w:tr>
        <w:trPr>
          <w:tblHeader w:val="true"/>
          <w:trHeight w:val="113" w:hRule="atLeast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12"/>
        <w:gridCol w:w="2863"/>
        <w:gridCol w:w="472"/>
        <w:gridCol w:w="1267"/>
        <w:gridCol w:w="1314"/>
        <w:gridCol w:w="1255"/>
        <w:gridCol w:w="1183"/>
        <w:gridCol w:w="1183"/>
        <w:gridCol w:w="1072"/>
        <w:gridCol w:w="20"/>
        <w:gridCol w:w="2089"/>
        <w:gridCol w:w="20"/>
        <w:gridCol w:w="1876"/>
      </w:tblGrid>
      <w:tr>
        <w:trPr>
          <w:tblHeader w:val="true"/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45519,8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6172,2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3 400,0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4 274,7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4 534,44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1 795,95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138,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79,84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4427,89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-8108315</wp:posOffset>
                      </wp:positionH>
                      <wp:positionV relativeFrom="paragraph">
                        <wp:posOffset>139700</wp:posOffset>
                      </wp:positionV>
                      <wp:extent cx="9253855" cy="127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30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45pt,11pt" to="90.1pt,11pt" ID="Фигура1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-8103235</wp:posOffset>
                      </wp:positionH>
                      <wp:positionV relativeFrom="paragraph">
                        <wp:posOffset>218440</wp:posOffset>
                      </wp:positionV>
                      <wp:extent cx="9263380" cy="24130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2800" cy="18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1pt,16.5pt" to="91.2pt,17.9pt" ID="Фигура2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-7980680</wp:posOffset>
                      </wp:positionH>
                      <wp:positionV relativeFrom="paragraph">
                        <wp:posOffset>46355</wp:posOffset>
                      </wp:positionV>
                      <wp:extent cx="9149715" cy="127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90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28.4pt,3.65pt" to="91.95pt,3.65pt" ID="Фигура4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-8117840</wp:posOffset>
                      </wp:positionH>
                      <wp:positionV relativeFrom="paragraph">
                        <wp:posOffset>45720</wp:posOffset>
                      </wp:positionV>
                      <wp:extent cx="9282430" cy="1270"/>
                      <wp:effectExtent l="0" t="0" r="0" b="0"/>
                      <wp:wrapNone/>
                      <wp:docPr id="4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18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9.2pt,3.6pt" to="91.6pt,3.6pt" ID="Фигура3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-8079740</wp:posOffset>
                      </wp:positionH>
                      <wp:positionV relativeFrom="paragraph">
                        <wp:posOffset>103505</wp:posOffset>
                      </wp:positionV>
                      <wp:extent cx="9234805" cy="1270"/>
                      <wp:effectExtent l="0" t="0" r="0" b="0"/>
                      <wp:wrapNone/>
                      <wp:docPr id="5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6.2pt,8.15pt" to="90.85pt,8.15pt" ID="Фигура5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6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bookmarkStart w:id="10" w:name="__DdeLink__20215_2415631234"/>
            <w:r>
              <w:rPr>
                <w:rFonts w:ascii="Times New Roman" w:hAnsi="Times New Roman"/>
              </w:rPr>
              <w:t>МБУДО ДЮСШ</w:t>
            </w:r>
            <w:bookmarkEnd w:id="1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МАОДОПО ЛУЦ</w:t>
            </w:r>
            <w:bookmarkStart w:id="11" w:name="__DdeLink__50514_3993204409"/>
            <w:bookmarkEnd w:id="11"/>
            <w:r>
              <w:rPr>
                <w:rFonts w:ascii="Times New Roman" w:hAnsi="Times New Roman"/>
              </w:rPr>
              <w:t xml:space="preserve">,        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2" w:name="sub_1400"/>
            <w:bookmarkStart w:id="13" w:name="sub_1400"/>
            <w:bookmarkEnd w:id="13"/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  <w:t>Формирование зем. 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Оформление проектной документации (замена тех.паспорта, акт заключения ветхости служебного помещения)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№7,МБДОУ № 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4" w:name="__DdeLink__9721_1450321539"/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6" w:name="__DdeLink__133294_735939523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  <w:bookmarkEnd w:id="16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7" w:name="__DdeLink__21488_270877085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  <w:bookmarkEnd w:id="1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18" w:name="__DdeLink__54924_2648896829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  <w:bookmarkEnd w:id="18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19" w:name="__DdeLink__11803_1873260238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  <w:bookmarkEnd w:id="19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20"/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21" w:name="__DdeLink__9734_1450321539"/>
            <w:bookmarkEnd w:id="21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22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22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3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23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3531,2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24" w:name="__DdeLink__9744_1450321539"/>
            <w:bookmarkEnd w:id="2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1"/>
                <w:szCs w:val="21"/>
                <w:lang w:val="ru-RU" w:eastAsia="en-US" w:bidi="ar-SA"/>
              </w:rPr>
              <w:t>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3660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366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25" w:name="__DdeLink__9775_1450321539"/>
            <w:bookmarkEnd w:id="25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</w:t>
            </w:r>
            <w:bookmarkStart w:id="26" w:name="__DdeLink__9785_1450321539"/>
            <w:bookmarkEnd w:id="26"/>
            <w:r>
              <w:rPr>
                <w:rFonts w:ascii="Times New Roman" w:hAnsi="Times New Roman"/>
                <w:sz w:val="22"/>
                <w:szCs w:val="22"/>
              </w:rPr>
              <w:t>роприятий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bookmarkStart w:id="27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27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28" w:name="__DdeLink__40862_241563123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  <w:bookmarkEnd w:id="28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9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29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bookmarkStart w:id="30" w:name="__DdeLink__33096_1873260238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  <w:bookmarkEnd w:id="30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31" w:name="__DdeLink__22117_3207084330"/>
            <w:bookmarkEnd w:id="31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bookmarkStart w:id="32" w:name="__DdeLink__10443_224787518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  <w:bookmarkEnd w:id="32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33" w:name="__DdeLink__112781_1948613294"/>
            <w:bookmarkEnd w:id="33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34" w:name="__DdeLink__22114_3207084330"/>
            <w:bookmarkEnd w:id="34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bookmarkStart w:id="35" w:name="__DdeLink__9804_1450321539"/>
            <w:r>
              <w:rPr>
                <w:rFonts w:ascii="Times New Roman" w:hAnsi="Times New Roman"/>
                <w:sz w:val="20"/>
                <w:szCs w:val="20"/>
              </w:rPr>
              <w:t>Приобретение 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35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397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1 101 703,75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395 926,45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654 729,1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1 174 941,99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476 842,49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40 279,50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103 823,8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47 223,6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3 380469,54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1 319992,59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1894580,6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Н</w:t>
      </w:r>
      <w:r>
        <w:rPr>
          <w:rFonts w:ascii="Times New Roman" w:hAnsi="Times New Roman"/>
          <w:sz w:val="26"/>
          <w:szCs w:val="26"/>
        </w:rPr>
        <w:t>ачальник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Е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Плохотнюк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2325</TotalTime>
  <Application>LibreOffice/6.3.3.2$Windows_X86_64 LibreOffice_project/a64200df03143b798afd1ec74a12ab50359878ed</Application>
  <Pages>53</Pages>
  <Words>5481</Words>
  <Characters>32091</Characters>
  <CharactersWithSpaces>35775</CharactersWithSpaces>
  <Paragraphs>2386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2021-10-21T14:04:23Z</cp:lastPrinted>
  <dcterms:modified xsi:type="dcterms:W3CDTF">2021-10-27T08:40:23Z</dcterms:modified>
  <cp:revision>403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