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№ 2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УТВЕРЖДЕНА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постановлением администрации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муниципального образования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Тимашевский район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15.05.2015 г.№ 531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0201BF" w:rsidRDefault="000201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СХЕМА</w:t>
      </w:r>
    </w:p>
    <w:p w:rsidR="000201BF" w:rsidRDefault="000201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Медведовского сельского поселения</w:t>
      </w:r>
    </w:p>
    <w:p w:rsidR="000201BF" w:rsidRDefault="000201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Тимашевского района</w:t>
      </w:r>
    </w:p>
    <w:p w:rsidR="000201BF" w:rsidRDefault="000201B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985"/>
        <w:gridCol w:w="1701"/>
        <w:gridCol w:w="1701"/>
        <w:gridCol w:w="2126"/>
        <w:gridCol w:w="2268"/>
        <w:gridCol w:w="2552"/>
        <w:gridCol w:w="1275"/>
      </w:tblGrid>
      <w:tr w:rsidR="000201BF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нестационарного торгового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нестационарного торгового объекта</w:t>
            </w:r>
            <w:hyperlink w:anchor="sub_1111" w:history="1">
              <w:r>
                <w:rPr>
                  <w:rStyle w:val="a"/>
                  <w:sz w:val="24"/>
                  <w:szCs w:val="24"/>
                </w:rPr>
                <w:t>*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малого или среднего предпринимательства (да / 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участка/ торгового объекта/ количество рабочих 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 нестационарного торгового объекта (постоянно или сезонно</w:t>
            </w:r>
          </w:p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 по _____)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201BF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01BF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ст.Медведовская ул. Ленина, 54Т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июля по 31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1BF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1BF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ст.Медведовская ул. Ленина, 56Т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мороженое, прохладительные напитки, квас, попкорн, сладкая вата, воздушные шары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мая по 31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1BF" w:rsidRDefault="000201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</w:t>
      </w: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01BF" w:rsidRDefault="000201B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                                                                О.Г.Баженова</w:t>
      </w:r>
    </w:p>
    <w:sectPr w:rsidR="000201BF" w:rsidSect="000201B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1BF"/>
    <w:rsid w:val="0002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Arial" w:hAnsi="Arial" w:cs="Arial"/>
      <w:b/>
      <w:bCs/>
      <w:color w:val="auto"/>
      <w:sz w:val="24"/>
      <w:szCs w:val="24"/>
    </w:rPr>
  </w:style>
  <w:style w:type="paragraph" w:styleId="NoSpacing">
    <w:name w:val="No Spacing"/>
    <w:uiPriority w:val="99"/>
    <w:qFormat/>
    <w:rPr>
      <w:rFonts w:ascii="Calibri" w:hAnsi="Calibri" w:cs="Calibri"/>
    </w:rPr>
  </w:style>
  <w:style w:type="character" w:customStyle="1" w:styleId="a">
    <w:name w:val="Гипертекстовая ссылка"/>
    <w:basedOn w:val="DefaultParagraphFont"/>
    <w:uiPriority w:val="99"/>
    <w:rPr>
      <w:rFonts w:ascii="Times New Roman" w:hAnsi="Times New Roman" w:cs="Times New Roman"/>
      <w:b/>
      <w:bCs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374</TotalTime>
  <Pages>2</Pages>
  <Words>318</Words>
  <Characters>1818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Алевтина</cp:lastModifiedBy>
  <cp:revision>21</cp:revision>
  <cp:lastPrinted>2015-05-15T11:32:00Z</cp:lastPrinted>
  <dcterms:created xsi:type="dcterms:W3CDTF">2013-04-09T06:05:00Z</dcterms:created>
  <dcterms:modified xsi:type="dcterms:W3CDTF">2015-06-09T14:46:00Z</dcterms:modified>
</cp:coreProperties>
</file>