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5E4" w:rsidRPr="003D51FE" w:rsidRDefault="006C55E4" w:rsidP="00C03D60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 w:rsidRPr="003D51FE">
        <w:rPr>
          <w:rFonts w:ascii="Times New Roman" w:hAnsi="Times New Roman"/>
          <w:sz w:val="28"/>
          <w:szCs w:val="28"/>
          <w:lang w:eastAsia="en-US"/>
        </w:rPr>
        <w:t xml:space="preserve">Понедельник 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>30.03.</w:t>
      </w:r>
      <w:smartTag w:uri="urn:schemas-microsoft-com:office:smarttags" w:element="metricconverter">
        <w:smartTagPr>
          <w:attr w:name="ProductID" w:val="2020 г"/>
        </w:smartTagPr>
        <w:r>
          <w:rPr>
            <w:rFonts w:ascii="Times New Roman" w:hAnsi="Times New Roman"/>
            <w:sz w:val="28"/>
            <w:szCs w:val="28"/>
            <w:u w:val="single"/>
            <w:lang w:eastAsia="en-US"/>
          </w:rPr>
          <w:t xml:space="preserve">2020 </w:t>
        </w:r>
        <w:r w:rsidRPr="003D51FE">
          <w:rPr>
            <w:rFonts w:ascii="Times New Roman" w:hAnsi="Times New Roman"/>
            <w:sz w:val="28"/>
            <w:szCs w:val="28"/>
            <w:u w:val="single"/>
            <w:lang w:eastAsia="en-US"/>
          </w:rPr>
          <w:t>г</w:t>
        </w:r>
      </w:smartTag>
      <w:r w:rsidRPr="003D51FE">
        <w:rPr>
          <w:rFonts w:ascii="Times New Roman" w:hAnsi="Times New Roman"/>
          <w:sz w:val="28"/>
          <w:szCs w:val="28"/>
          <w:lang w:eastAsia="en-US"/>
        </w:rPr>
        <w:t>.</w:t>
      </w: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</w:t>
      </w:r>
      <w:r w:rsidRPr="003D51FE">
        <w:rPr>
          <w:rFonts w:ascii="Times New Roman" w:hAnsi="Times New Roman"/>
          <w:sz w:val="28"/>
          <w:szCs w:val="28"/>
          <w:lang w:eastAsia="en-US"/>
        </w:rPr>
        <w:t>Группа № 11</w:t>
      </w:r>
    </w:p>
    <w:p w:rsidR="006C55E4" w:rsidRDefault="006C55E4" w:rsidP="00C03D60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Задания для совместной работы детей и родителей. (принимали участие 15 детей)</w:t>
      </w:r>
    </w:p>
    <w:p w:rsidR="006C55E4" w:rsidRPr="003D51FE" w:rsidRDefault="006C55E4" w:rsidP="00C03D60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 w:rsidRPr="003D51FE">
        <w:rPr>
          <w:rFonts w:ascii="Times New Roman" w:hAnsi="Times New Roman"/>
          <w:sz w:val="28"/>
          <w:szCs w:val="28"/>
          <w:lang w:eastAsia="en-US"/>
        </w:rPr>
        <w:t>Тема недели: «</w:t>
      </w:r>
      <w:r>
        <w:rPr>
          <w:rFonts w:ascii="Times New Roman" w:hAnsi="Times New Roman"/>
          <w:sz w:val="28"/>
          <w:szCs w:val="28"/>
          <w:lang w:eastAsia="en-US"/>
        </w:rPr>
        <w:t xml:space="preserve">Книжкина неделя». </w:t>
      </w:r>
    </w:p>
    <w:tbl>
      <w:tblPr>
        <w:tblW w:w="5190" w:type="pct"/>
        <w:tblCellMar>
          <w:left w:w="10" w:type="dxa"/>
          <w:right w:w="10" w:type="dxa"/>
        </w:tblCellMar>
        <w:tblLook w:val="00A0"/>
      </w:tblPr>
      <w:tblGrid>
        <w:gridCol w:w="1432"/>
        <w:gridCol w:w="3428"/>
        <w:gridCol w:w="7997"/>
        <w:gridCol w:w="3079"/>
      </w:tblGrid>
      <w:tr w:rsidR="006C55E4" w:rsidRPr="001C2BE4" w:rsidTr="00B029C3">
        <w:trPr>
          <w:trHeight w:val="1"/>
        </w:trPr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Default="006C55E4" w:rsidP="00C03D60">
            <w:pPr>
              <w:pStyle w:val="NoSpacing"/>
              <w:rPr>
                <w:rFonts w:ascii="Times New Roman" w:hAnsi="Times New Roman"/>
                <w:lang w:eastAsia="en-US"/>
              </w:rPr>
            </w:pPr>
            <w:r w:rsidRPr="0064238D">
              <w:rPr>
                <w:rFonts w:ascii="Times New Roman" w:hAnsi="Times New Roman"/>
                <w:lang w:eastAsia="en-US"/>
              </w:rPr>
              <w:t>Итоговое мероприятие</w:t>
            </w:r>
          </w:p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Режимные моменты</w:t>
            </w:r>
          </w:p>
        </w:tc>
        <w:tc>
          <w:tcPr>
            <w:tcW w:w="10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Совместная деятельность взрослого и детей (форма)</w:t>
            </w:r>
          </w:p>
        </w:tc>
        <w:tc>
          <w:tcPr>
            <w:tcW w:w="25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Поддержка детской инициативы и самостоятельности (реализуемые задачи)</w:t>
            </w:r>
          </w:p>
        </w:tc>
        <w:tc>
          <w:tcPr>
            <w:tcW w:w="9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РППС</w:t>
            </w:r>
          </w:p>
        </w:tc>
      </w:tr>
      <w:tr w:rsidR="006C55E4" w:rsidRPr="001C2BE4" w:rsidTr="00B029C3">
        <w:trPr>
          <w:trHeight w:val="210"/>
        </w:trPr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Утро</w:t>
            </w:r>
          </w:p>
        </w:tc>
        <w:tc>
          <w:tcPr>
            <w:tcW w:w="107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Default="006C55E4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Утренняя</w:t>
            </w:r>
            <w:r w:rsidRPr="001C2BE4">
              <w:rPr>
                <w:rFonts w:ascii="Times New Roman" w:hAnsi="Times New Roman"/>
              </w:rPr>
              <w:t xml:space="preserve"> гимнастик</w:t>
            </w:r>
            <w:r>
              <w:rPr>
                <w:rFonts w:ascii="Times New Roman" w:hAnsi="Times New Roman"/>
              </w:rPr>
              <w:t>а</w:t>
            </w:r>
            <w:r w:rsidRPr="001C2BE4">
              <w:rPr>
                <w:rFonts w:ascii="Times New Roman" w:hAnsi="Times New Roman"/>
              </w:rPr>
              <w:t xml:space="preserve"> </w:t>
            </w:r>
          </w:p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«Зарядка с Кукутиками»</w:t>
            </w:r>
          </w:p>
        </w:tc>
        <w:tc>
          <w:tcPr>
            <w:tcW w:w="250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B501F" w:rsidRDefault="006C55E4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C2BE4">
              <w:rPr>
                <w:rFonts w:ascii="Times New Roman" w:hAnsi="Times New Roman"/>
              </w:rPr>
              <w:t>созда</w:t>
            </w:r>
            <w:r>
              <w:rPr>
                <w:rFonts w:ascii="Times New Roman" w:hAnsi="Times New Roman"/>
              </w:rPr>
              <w:t>ние условий</w:t>
            </w:r>
            <w:r w:rsidRPr="001C2BE4">
              <w:rPr>
                <w:rFonts w:ascii="Times New Roman" w:hAnsi="Times New Roman"/>
              </w:rPr>
              <w:t xml:space="preserve"> для </w:t>
            </w:r>
            <w:r>
              <w:rPr>
                <w:rFonts w:ascii="Times New Roman" w:hAnsi="Times New Roman"/>
              </w:rPr>
              <w:t>просмотра развития физических качеств</w:t>
            </w:r>
            <w:r w:rsidRPr="001B501F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B501F" w:rsidRDefault="006C55E4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  <w:hyperlink r:id="rId5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youtu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be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1B501F">
                <w:rPr>
                  <w:rStyle w:val="Hyperlink"/>
                  <w:rFonts w:ascii="Times New Roman" w:hAnsi="Times New Roman"/>
                </w:rPr>
                <w:t>7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ELMG</w:t>
              </w:r>
            </w:hyperlink>
            <w:r w:rsidRPr="001B501F">
              <w:rPr>
                <w:rFonts w:ascii="Times New Roman" w:hAnsi="Times New Roman"/>
              </w:rPr>
              <w:t xml:space="preserve"> 9</w:t>
            </w:r>
            <w:r>
              <w:rPr>
                <w:rFonts w:ascii="Times New Roman" w:hAnsi="Times New Roman"/>
                <w:lang w:val="en-US"/>
              </w:rPr>
              <w:t>fVeY</w:t>
            </w:r>
          </w:p>
        </w:tc>
      </w:tr>
      <w:tr w:rsidR="006C55E4" w:rsidRPr="001C2BE4" w:rsidTr="00B029C3">
        <w:trPr>
          <w:trHeight w:val="697"/>
        </w:trPr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Default="006C55E4" w:rsidP="00C03D60">
            <w:pPr>
              <w:pStyle w:val="NoSpacing"/>
              <w:rPr>
                <w:rStyle w:val="c1"/>
                <w:rFonts w:ascii="Times New Roman" w:hAnsi="Times New Roman"/>
              </w:rPr>
            </w:pPr>
          </w:p>
          <w:p w:rsidR="006C55E4" w:rsidRDefault="006C55E4" w:rsidP="00C03D60">
            <w:pPr>
              <w:pStyle w:val="NoSpacing"/>
              <w:rPr>
                <w:rStyle w:val="c1"/>
                <w:rFonts w:ascii="Times New Roman" w:hAnsi="Times New Roman"/>
              </w:rPr>
            </w:pPr>
            <w:r>
              <w:rPr>
                <w:rStyle w:val="c1"/>
                <w:rFonts w:ascii="Times New Roman" w:hAnsi="Times New Roman"/>
              </w:rPr>
              <w:t>Беседа «День защиты Земли»</w:t>
            </w:r>
          </w:p>
          <w:p w:rsidR="006C55E4" w:rsidRDefault="006C55E4" w:rsidP="00C03D60">
            <w:pPr>
              <w:pStyle w:val="NoSpacing"/>
              <w:rPr>
                <w:rStyle w:val="c1"/>
                <w:rFonts w:ascii="Times New Roman" w:hAnsi="Times New Roman"/>
              </w:rPr>
            </w:pPr>
          </w:p>
          <w:p w:rsidR="006C55E4" w:rsidRDefault="006C55E4" w:rsidP="00C03D60">
            <w:pPr>
              <w:pStyle w:val="NoSpacing"/>
              <w:rPr>
                <w:rStyle w:val="c1"/>
                <w:rFonts w:ascii="Times New Roman" w:hAnsi="Times New Roman"/>
              </w:rPr>
            </w:pPr>
          </w:p>
          <w:p w:rsidR="006C55E4" w:rsidRPr="001C2BE4" w:rsidRDefault="006C55E4" w:rsidP="00C03D60">
            <w:pPr>
              <w:pStyle w:val="NoSpacing"/>
              <w:rPr>
                <w:rStyle w:val="c1"/>
                <w:rFonts w:ascii="Times New Roman" w:hAnsi="Times New Roman"/>
              </w:rPr>
            </w:pP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242945" w:rsidRDefault="006C55E4" w:rsidP="00D748B3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создание условий для просмотра познавательного материала: воспитание бережного отношения к окружающей среде и природным богатством, экологической культуры поведения в природе, любви к Родине. Повторить и обобщить правила бережного обращения человека с окружающей природой и своей средой обитания.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формате – Онлайн фотопрезентация</w:t>
            </w:r>
          </w:p>
        </w:tc>
      </w:tr>
      <w:tr w:rsidR="006C55E4" w:rsidRPr="001C2BE4" w:rsidTr="00B029C3">
        <w:trPr>
          <w:trHeight w:val="255"/>
        </w:trPr>
        <w:tc>
          <w:tcPr>
            <w:tcW w:w="449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Default="006C55E4" w:rsidP="006B4FD5">
            <w:pPr>
              <w:pStyle w:val="NoSpacing"/>
              <w:rPr>
                <w:rStyle w:val="c1"/>
                <w:rFonts w:ascii="Times New Roman" w:hAnsi="Times New Roman"/>
              </w:rPr>
            </w:pPr>
            <w:r>
              <w:rPr>
                <w:rStyle w:val="c1"/>
                <w:rFonts w:ascii="Times New Roman" w:hAnsi="Times New Roman"/>
              </w:rPr>
              <w:t xml:space="preserve">Дидактическая игра  </w:t>
            </w:r>
          </w:p>
          <w:p w:rsidR="006C55E4" w:rsidRDefault="006C55E4" w:rsidP="006B4FD5">
            <w:pPr>
              <w:pStyle w:val="NoSpacing"/>
              <w:rPr>
                <w:rStyle w:val="c1"/>
                <w:rFonts w:ascii="Times New Roman" w:hAnsi="Times New Roman"/>
              </w:rPr>
            </w:pPr>
            <w:r>
              <w:rPr>
                <w:rStyle w:val="c1"/>
                <w:rFonts w:ascii="Times New Roman" w:hAnsi="Times New Roman"/>
              </w:rPr>
              <w:t>«Животные лесной зоны»</w:t>
            </w:r>
          </w:p>
          <w:p w:rsidR="006C55E4" w:rsidRDefault="006C55E4" w:rsidP="006B4FD5">
            <w:pPr>
              <w:pStyle w:val="NoSpacing"/>
              <w:rPr>
                <w:rStyle w:val="c1"/>
                <w:rFonts w:ascii="Times New Roman" w:hAnsi="Times New Roman"/>
              </w:rPr>
            </w:pPr>
            <w:r>
              <w:rPr>
                <w:rStyle w:val="c1"/>
                <w:rFonts w:ascii="Times New Roman" w:hAnsi="Times New Roman"/>
              </w:rPr>
              <w:t>«Обитатели морей и океанов»</w:t>
            </w:r>
          </w:p>
          <w:p w:rsidR="006C55E4" w:rsidRPr="001C2BE4" w:rsidRDefault="006C55E4" w:rsidP="006B4FD5">
            <w:pPr>
              <w:pStyle w:val="NoSpacing"/>
              <w:rPr>
                <w:rStyle w:val="c1"/>
                <w:rFonts w:ascii="Times New Roman" w:hAnsi="Times New Roman"/>
              </w:rPr>
            </w:pPr>
            <w:r>
              <w:rPr>
                <w:rStyle w:val="c1"/>
                <w:rFonts w:ascii="Times New Roman" w:hAnsi="Times New Roman"/>
              </w:rPr>
              <w:t>«Животные, обитающие в степной зоне»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05DCD" w:rsidRDefault="006C55E4" w:rsidP="00605DCD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помочь детям понять принципы взаимосвязи характерных особенностей животных с условиями их жизни в различных природных зонах, формировать экологические представления; способствовать развитию логического мышления, внимания, памяти; расширять кругозор детей: (должны найти и назвать животное, обитающее в этой зоне).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формате – Онлайн фотокарточки</w:t>
            </w:r>
          </w:p>
        </w:tc>
      </w:tr>
      <w:tr w:rsidR="006C55E4" w:rsidRPr="001C2BE4" w:rsidTr="00B029C3">
        <w:trPr>
          <w:trHeight w:val="255"/>
        </w:trPr>
        <w:tc>
          <w:tcPr>
            <w:tcW w:w="449" w:type="pct"/>
            <w:tcBorders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Default="006C55E4" w:rsidP="006B4FD5">
            <w:pPr>
              <w:pStyle w:val="NoSpacing"/>
              <w:rPr>
                <w:rStyle w:val="c1"/>
                <w:rFonts w:ascii="Times New Roman" w:hAnsi="Times New Roman"/>
              </w:rPr>
            </w:pPr>
            <w:r>
              <w:rPr>
                <w:rStyle w:val="c1"/>
                <w:rFonts w:ascii="Times New Roman" w:hAnsi="Times New Roman"/>
              </w:rPr>
              <w:t xml:space="preserve">Памятка для родителей 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Default="006C55E4" w:rsidP="006B4F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 формированию здорового образа жизни у детей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Default="006C55E4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формате – Онлайн фотоплакат</w:t>
            </w:r>
          </w:p>
        </w:tc>
      </w:tr>
      <w:tr w:rsidR="006C55E4" w:rsidRPr="001C2BE4" w:rsidTr="00B029C3">
        <w:trPr>
          <w:trHeight w:val="278"/>
        </w:trPr>
        <w:tc>
          <w:tcPr>
            <w:tcW w:w="449" w:type="pc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ООД</w:t>
            </w:r>
          </w:p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1. Развитие речи «Подготовка к обучению грамоте»,</w:t>
            </w:r>
          </w:p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М.И.Кузнецова,</w:t>
            </w:r>
            <w:r>
              <w:rPr>
                <w:rFonts w:ascii="Times New Roman" w:hAnsi="Times New Roman"/>
              </w:rPr>
              <w:t xml:space="preserve"> </w:t>
            </w:r>
            <w:r w:rsidRPr="001C2BE4">
              <w:rPr>
                <w:rFonts w:ascii="Times New Roman" w:hAnsi="Times New Roman"/>
              </w:rPr>
              <w:t>з.</w:t>
            </w:r>
            <w:r>
              <w:rPr>
                <w:rFonts w:ascii="Times New Roman" w:hAnsi="Times New Roman"/>
              </w:rPr>
              <w:t xml:space="preserve"> 31</w:t>
            </w:r>
            <w:r w:rsidRPr="001C2BE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1C2BE4">
              <w:rPr>
                <w:rFonts w:ascii="Times New Roman" w:hAnsi="Times New Roman"/>
              </w:rPr>
              <w:t>с.</w:t>
            </w:r>
            <w:r>
              <w:rPr>
                <w:rFonts w:ascii="Times New Roman" w:hAnsi="Times New Roman"/>
              </w:rPr>
              <w:t xml:space="preserve"> 60</w:t>
            </w:r>
            <w:r w:rsidRPr="001C2BE4">
              <w:rPr>
                <w:rFonts w:ascii="Times New Roman" w:hAnsi="Times New Roman"/>
              </w:rPr>
              <w:t>.</w:t>
            </w:r>
          </w:p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 xml:space="preserve">2. </w:t>
            </w:r>
            <w:r>
              <w:rPr>
                <w:rFonts w:ascii="Times New Roman" w:hAnsi="Times New Roman"/>
              </w:rPr>
              <w:t xml:space="preserve">Психолог </w:t>
            </w:r>
          </w:p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</w:rPr>
              <w:t>Физминутка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5E4" w:rsidRPr="001C2BE4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- закреплять умение проводить звуковой анализ слов. Развивать фонематический слух и фонематическое восприятие. Учить детей дифференцировать парные по звонкости-глухости согласные звуки. Учить детей читать слова с изученными буквами. Работать над осознанностью чтения.</w:t>
            </w:r>
          </w:p>
          <w:p w:rsidR="006C55E4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- по плану психолога.</w:t>
            </w:r>
          </w:p>
          <w:p w:rsidR="006C55E4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создание условий для просмотра развития физических качеств</w:t>
            </w:r>
          </w:p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5E4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</w:p>
          <w:p w:rsidR="006C55E4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Фотокарточки</w:t>
            </w:r>
          </w:p>
          <w:p w:rsidR="006C55E4" w:rsidRPr="001C2BE4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(тетрадь в клеточку, цветные карандаши, простой карандаш)</w:t>
            </w:r>
          </w:p>
          <w:p w:rsidR="006C55E4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Страничка психолога.</w:t>
            </w:r>
          </w:p>
          <w:p w:rsidR="006C55E4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5E4" w:rsidRPr="00823DAD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  <w:hyperlink r:id="rId6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youtu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be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zGIV</w:t>
              </w:r>
              <w:r w:rsidRPr="00CE777D">
                <w:rPr>
                  <w:rStyle w:val="Hyperlink"/>
                  <w:rFonts w:ascii="Times New Roman" w:hAnsi="Times New Roman"/>
                </w:rPr>
                <w:t>7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Xa</w:t>
              </w:r>
              <w:r w:rsidRPr="00CE777D">
                <w:rPr>
                  <w:rStyle w:val="Hyperlink"/>
                  <w:rFonts w:ascii="Times New Roman" w:hAnsi="Times New Roman"/>
                </w:rPr>
                <w:t>9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Rkw</w:t>
              </w:r>
            </w:hyperlink>
            <w:r w:rsidRPr="000C0481">
              <w:rPr>
                <w:rFonts w:ascii="Times New Roman" w:hAnsi="Times New Roman"/>
              </w:rPr>
              <w:t xml:space="preserve"> </w:t>
            </w:r>
          </w:p>
          <w:p w:rsidR="006C55E4" w:rsidRPr="001C2BE4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55E4" w:rsidRPr="001C2BE4" w:rsidTr="00C25B00">
        <w:trPr>
          <w:trHeight w:val="275"/>
        </w:trPr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Прогулка</w:t>
            </w:r>
          </w:p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D21F5E" w:rsidRDefault="006C55E4" w:rsidP="00215E2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21F5E">
              <w:rPr>
                <w:rFonts w:ascii="Times New Roman" w:hAnsi="Times New Roman"/>
                <w:color w:val="000000"/>
              </w:rPr>
              <w:t>Наблюд</w:t>
            </w:r>
            <w:r>
              <w:rPr>
                <w:rFonts w:ascii="Times New Roman" w:hAnsi="Times New Roman"/>
                <w:color w:val="000000"/>
              </w:rPr>
              <w:t>ения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A16860" w:rsidRDefault="006C55E4" w:rsidP="00215E29">
            <w:pPr>
              <w:rPr>
                <w:rFonts w:ascii="Times New Roman" w:hAnsi="Times New Roman"/>
                <w:sz w:val="24"/>
                <w:szCs w:val="24"/>
              </w:rPr>
            </w:pPr>
            <w:r w:rsidRPr="009D3E25">
              <w:rPr>
                <w:rFonts w:ascii="Times New Roman" w:hAnsi="Times New Roman"/>
              </w:rPr>
              <w:t>Апрель</w:t>
            </w:r>
            <w:r>
              <w:rPr>
                <w:rFonts w:ascii="Times New Roman" w:hAnsi="Times New Roman"/>
              </w:rPr>
              <w:t xml:space="preserve">  1 неделя – наблюдение за изменениями в природе. Предложить детям и родителям самостоятельно найти признаки весны в окружающей природе.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Записи в домашний дневник</w:t>
            </w:r>
          </w:p>
        </w:tc>
      </w:tr>
      <w:tr w:rsidR="006C55E4" w:rsidRPr="001C2BE4" w:rsidTr="00C25B00">
        <w:trPr>
          <w:trHeight w:val="253"/>
        </w:trPr>
        <w:tc>
          <w:tcPr>
            <w:tcW w:w="449" w:type="pct"/>
            <w:vMerge/>
            <w:tcBorders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0C4D9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Подвижные игры для детей дома.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0C4D9C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помочь родителям осознать значимость игры в жизни ребёнка: способствовать овладению способами управления игрой. Библиотека изображений: опубликовано в разделах.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Default="006C55E4" w:rsidP="000C4D9C">
            <w:pPr>
              <w:pStyle w:val="NoSpacing"/>
              <w:rPr>
                <w:rFonts w:ascii="Times New Roman" w:hAnsi="Times New Roman"/>
              </w:rPr>
            </w:pPr>
            <w:hyperlink r:id="rId7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Pedsovet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su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dosug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</w:hyperlink>
            <w:r w:rsidRPr="00CE4BA3">
              <w:rPr>
                <w:rFonts w:ascii="Times New Roman" w:hAnsi="Times New Roman"/>
              </w:rPr>
              <w:t xml:space="preserve"> </w:t>
            </w:r>
            <w:r w:rsidRPr="00D11972">
              <w:rPr>
                <w:rFonts w:ascii="Times New Roman" w:hAnsi="Times New Roman"/>
              </w:rPr>
              <w:t>подвижные и</w:t>
            </w:r>
            <w:r>
              <w:rPr>
                <w:rFonts w:ascii="Times New Roman" w:hAnsi="Times New Roman"/>
              </w:rPr>
              <w:t>гры для детей 3-12 лет</w:t>
            </w:r>
          </w:p>
          <w:p w:rsidR="006C55E4" w:rsidRPr="0065754D" w:rsidRDefault="006C55E4" w:rsidP="000C4D9C">
            <w:pPr>
              <w:pStyle w:val="NoSpacing"/>
              <w:rPr>
                <w:rFonts w:ascii="Times New Roman" w:hAnsi="Times New Roman"/>
              </w:rPr>
            </w:pPr>
            <w:hyperlink r:id="rId8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www</w:t>
              </w:r>
              <w:r w:rsidRPr="0065754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maam</w:t>
              </w:r>
              <w:r w:rsidRPr="0065754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ru</w:t>
              </w:r>
              <w:r w:rsidRPr="0065754D">
                <w:rPr>
                  <w:rStyle w:val="Hyperlink"/>
                  <w:rFonts w:ascii="Times New Roman" w:hAnsi="Times New Roman"/>
                </w:rPr>
                <w:t>/детский</w:t>
              </w:r>
            </w:hyperlink>
            <w:r w:rsidRPr="006575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сад/39</w:t>
            </w:r>
          </w:p>
        </w:tc>
      </w:tr>
      <w:tr w:rsidR="006C55E4" w:rsidRPr="001C2BE4" w:rsidTr="00C25B00">
        <w:trPr>
          <w:trHeight w:val="573"/>
        </w:trPr>
        <w:tc>
          <w:tcPr>
            <w:tcW w:w="449" w:type="pct"/>
            <w:vMerge/>
            <w:tcBorders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rPr>
                <w:rFonts w:ascii="Times New Roman" w:hAnsi="Times New Roman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деятельность детей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формировать у детей здоровьесберегающие компетенции: расширять двигательный опыт, формировать умение организовывать игры, самостоятельно контролировать соответствие своих игровых действий правилами. 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Альбомные листы, краски, цветные карандаши, </w:t>
            </w:r>
            <w:r w:rsidRPr="001C2BE4">
              <w:rPr>
                <w:rFonts w:ascii="Times New Roman" w:hAnsi="Times New Roman"/>
              </w:rPr>
              <w:t>клей, кисточки, ножницы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6C55E4" w:rsidRPr="001C2BE4" w:rsidTr="00C25B00">
        <w:trPr>
          <w:trHeight w:val="90"/>
        </w:trPr>
        <w:tc>
          <w:tcPr>
            <w:tcW w:w="449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Труд «</w:t>
            </w:r>
            <w:r>
              <w:rPr>
                <w:rFonts w:ascii="Times New Roman" w:hAnsi="Times New Roman"/>
              </w:rPr>
              <w:t>Соблюдаем домашний порядок</w:t>
            </w:r>
            <w:r w:rsidRPr="001C2BE4">
              <w:rPr>
                <w:rFonts w:ascii="Times New Roman" w:hAnsi="Times New Roman"/>
              </w:rPr>
              <w:t>»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учить трудиться сообща, распределять между собой обязанности</w:t>
            </w:r>
            <w:r w:rsidRPr="001C2BE4">
              <w:rPr>
                <w:rFonts w:ascii="Times New Roman" w:hAnsi="Times New Roman"/>
              </w:rPr>
              <w:t>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Домашний </w:t>
            </w:r>
            <w:r w:rsidRPr="001C2BE4">
              <w:rPr>
                <w:rFonts w:ascii="Times New Roman" w:hAnsi="Times New Roman"/>
              </w:rPr>
              <w:t>инвентарь</w:t>
            </w:r>
          </w:p>
        </w:tc>
      </w:tr>
      <w:tr w:rsidR="006C55E4" w:rsidRPr="001C2BE4" w:rsidTr="00B029C3">
        <w:trPr>
          <w:trHeight w:val="1920"/>
        </w:trPr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Default="006C55E4" w:rsidP="00C03D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2-ая половина дня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 xml:space="preserve">Чтение пословиц, поговорок. </w:t>
            </w:r>
          </w:p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</w:p>
          <w:p w:rsidR="006C55E4" w:rsidRDefault="006C55E4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1C2BE4">
              <w:rPr>
                <w:rFonts w:ascii="Times New Roman" w:hAnsi="Times New Roman"/>
                <w:color w:val="000000"/>
              </w:rPr>
              <w:t xml:space="preserve">Чтение </w:t>
            </w:r>
            <w:r>
              <w:rPr>
                <w:rFonts w:ascii="Times New Roman" w:hAnsi="Times New Roman"/>
                <w:color w:val="000000"/>
              </w:rPr>
              <w:t>сказок:</w:t>
            </w:r>
          </w:p>
          <w:p w:rsidR="006C55E4" w:rsidRDefault="006C55E4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4D58BF">
              <w:rPr>
                <w:rFonts w:ascii="Times New Roman" w:hAnsi="Times New Roman"/>
                <w:color w:val="000000"/>
              </w:rPr>
              <w:t>М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4D58BF">
              <w:rPr>
                <w:rFonts w:ascii="Times New Roman" w:hAnsi="Times New Roman"/>
                <w:color w:val="000000"/>
              </w:rPr>
              <w:t xml:space="preserve"> Горький</w:t>
            </w:r>
            <w:r>
              <w:rPr>
                <w:rFonts w:ascii="Times New Roman" w:hAnsi="Times New Roman"/>
                <w:color w:val="000000"/>
              </w:rPr>
              <w:t xml:space="preserve"> «Воробьишко»</w:t>
            </w:r>
          </w:p>
          <w:p w:rsidR="006C55E4" w:rsidRDefault="006C55E4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В. Бианки «Как муравей домой спешил»</w:t>
            </w:r>
          </w:p>
          <w:p w:rsidR="006C55E4" w:rsidRPr="004D58BF" w:rsidRDefault="006C55E4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К. Чуковский «Тараканище»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Default="006C55E4" w:rsidP="00C03D6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4238D">
              <w:rPr>
                <w:rFonts w:ascii="Times New Roman" w:hAnsi="Times New Roman"/>
                <w:color w:val="000000"/>
              </w:rPr>
              <w:t xml:space="preserve">- </w:t>
            </w:r>
            <w:r>
              <w:rPr>
                <w:rFonts w:ascii="Times New Roman" w:hAnsi="Times New Roman"/>
                <w:color w:val="000000"/>
              </w:rPr>
              <w:t>ф</w:t>
            </w:r>
            <w:r w:rsidRPr="007D2B2C">
              <w:rPr>
                <w:rFonts w:ascii="Times New Roman" w:hAnsi="Times New Roman"/>
                <w:color w:val="000000"/>
              </w:rPr>
              <w:t>ормировать интерес и потребность в чтении</w:t>
            </w:r>
            <w:r>
              <w:rPr>
                <w:rFonts w:ascii="Times New Roman" w:hAnsi="Times New Roman"/>
                <w:color w:val="000000"/>
              </w:rPr>
              <w:t>, пополнять литературный багаж; продолжать знакомить детей с народным творчеством.</w:t>
            </w:r>
          </w:p>
          <w:p w:rsidR="006C55E4" w:rsidRDefault="006C55E4" w:rsidP="00E54B5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воспитывать умение следить за развитием действий, привлекать к рассказыванию сказки, передавать характер и эмоциональное состояние выбранного персонала, вызывать интерес к происходящему, интонационно и выразительно передавать характер выбранного персонала</w:t>
            </w:r>
            <w:r w:rsidRPr="007D2B2C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Default="006C55E4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Домашняя библиотека</w:t>
            </w:r>
          </w:p>
        </w:tc>
      </w:tr>
      <w:tr w:rsidR="006C55E4" w:rsidRPr="001C2BE4" w:rsidTr="00B029C3">
        <w:trPr>
          <w:trHeight w:val="165"/>
        </w:trPr>
        <w:tc>
          <w:tcPr>
            <w:tcW w:w="449" w:type="pct"/>
            <w:vMerge/>
            <w:tcBorders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Труд в уголке природы - опрыскивание комнатных растений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  <w:shd w:val="clear" w:color="auto" w:fill="FFFFFF"/>
              </w:rPr>
              <w:t>-</w:t>
            </w:r>
            <w:r>
              <w:rPr>
                <w:rFonts w:ascii="Times New Roman" w:hAnsi="Times New Roman"/>
              </w:rPr>
              <w:t xml:space="preserve">продолжать </w:t>
            </w:r>
            <w:r w:rsidRPr="0064238D">
              <w:rPr>
                <w:rFonts w:ascii="Times New Roman" w:hAnsi="Times New Roman"/>
              </w:rPr>
              <w:t>учить детей оказывать посильную помощь в уходе за комнатными цветами: опрыскивать растения водой комнатной температуры, правильно пользоваться опрыскивателем. Развивать трудовые умения и навыки, аккуратность при работе с водой и растениями. Воспитывать экологическую культуру, бережное отношение к окружающей пр</w:t>
            </w:r>
            <w:r>
              <w:rPr>
                <w:rFonts w:ascii="Times New Roman" w:hAnsi="Times New Roman"/>
              </w:rPr>
              <w:t>ироде, желание заботиться о ней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Домашний </w:t>
            </w:r>
            <w:r w:rsidRPr="001C2BE4">
              <w:rPr>
                <w:rFonts w:ascii="Times New Roman" w:hAnsi="Times New Roman"/>
              </w:rPr>
              <w:t>инвентарь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6C55E4" w:rsidRPr="001C2BE4" w:rsidTr="00E54B5F">
        <w:trPr>
          <w:trHeight w:val="155"/>
        </w:trPr>
        <w:tc>
          <w:tcPr>
            <w:tcW w:w="449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1C2BE4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Игры на развитие мелкой моторики рук «Мозаика»</w:t>
            </w:r>
          </w:p>
          <w:p w:rsidR="006C55E4" w:rsidRPr="001C2BE4" w:rsidRDefault="006C55E4" w:rsidP="00C03D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- формирование и развитие соответствующих заданию математических представлений (восприятия цвета, формы, величины, количественных и пространственных отношений).</w:t>
            </w:r>
          </w:p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мозаика различных видов, образцы фигур</w:t>
            </w:r>
          </w:p>
        </w:tc>
      </w:tr>
    </w:tbl>
    <w:p w:rsidR="006C55E4" w:rsidRDefault="006C55E4" w:rsidP="00C03D60">
      <w:pPr>
        <w:rPr>
          <w:rFonts w:ascii="Times New Roman" w:hAnsi="Times New Roman"/>
          <w:sz w:val="28"/>
          <w:szCs w:val="28"/>
          <w:lang w:eastAsia="en-US"/>
        </w:rPr>
      </w:pPr>
    </w:p>
    <w:p w:rsidR="006C55E4" w:rsidRDefault="006C55E4" w:rsidP="00C03D60">
      <w:pPr>
        <w:rPr>
          <w:rFonts w:ascii="Times New Roman" w:hAnsi="Times New Roman"/>
          <w:sz w:val="28"/>
          <w:szCs w:val="28"/>
          <w:lang w:eastAsia="en-US"/>
        </w:rPr>
      </w:pPr>
      <w:r w:rsidRPr="00B93AF8">
        <w:rPr>
          <w:rFonts w:ascii="Times New Roman" w:hAnsi="Times New Roman"/>
          <w:sz w:val="28"/>
          <w:szCs w:val="28"/>
          <w:lang w:eastAsia="en-US"/>
        </w:rPr>
        <w:t>Вторник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>31</w:t>
      </w:r>
      <w:r w:rsidRPr="00B93AF8">
        <w:rPr>
          <w:rFonts w:ascii="Times New Roman" w:hAnsi="Times New Roman"/>
          <w:sz w:val="28"/>
          <w:szCs w:val="28"/>
          <w:u w:val="single"/>
          <w:lang w:eastAsia="en-US"/>
        </w:rPr>
        <w:t>.0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>3</w:t>
      </w:r>
      <w:r w:rsidRPr="00B93AF8">
        <w:rPr>
          <w:rFonts w:ascii="Times New Roman" w:hAnsi="Times New Roman"/>
          <w:sz w:val="28"/>
          <w:szCs w:val="28"/>
          <w:u w:val="single"/>
          <w:lang w:eastAsia="en-US"/>
        </w:rPr>
        <w:t>.</w:t>
      </w:r>
      <w:smartTag w:uri="urn:schemas-microsoft-com:office:smarttags" w:element="metricconverter">
        <w:smartTagPr>
          <w:attr w:name="ProductID" w:val="2020 г"/>
        </w:smartTagPr>
        <w:r w:rsidRPr="00B93AF8">
          <w:rPr>
            <w:rFonts w:ascii="Times New Roman" w:hAnsi="Times New Roman"/>
            <w:sz w:val="28"/>
            <w:szCs w:val="28"/>
            <w:u w:val="single"/>
            <w:lang w:eastAsia="en-US"/>
          </w:rPr>
          <w:t>20</w:t>
        </w:r>
        <w:r>
          <w:rPr>
            <w:rFonts w:ascii="Times New Roman" w:hAnsi="Times New Roman"/>
            <w:sz w:val="28"/>
            <w:szCs w:val="28"/>
            <w:u w:val="single"/>
            <w:lang w:eastAsia="en-US"/>
          </w:rPr>
          <w:t xml:space="preserve">20 </w:t>
        </w:r>
        <w:r w:rsidRPr="00B93AF8">
          <w:rPr>
            <w:rFonts w:ascii="Times New Roman" w:hAnsi="Times New Roman"/>
            <w:sz w:val="28"/>
            <w:szCs w:val="28"/>
            <w:u w:val="single"/>
            <w:lang w:eastAsia="en-US"/>
          </w:rPr>
          <w:t>г</w:t>
        </w:r>
      </w:smartTag>
      <w:r w:rsidRPr="00B93AF8">
        <w:rPr>
          <w:rFonts w:ascii="Times New Roman" w:hAnsi="Times New Roman"/>
          <w:sz w:val="28"/>
          <w:szCs w:val="28"/>
          <w:lang w:eastAsia="en-US"/>
        </w:rPr>
        <w:t xml:space="preserve">.                                         </w:t>
      </w: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                   </w:t>
      </w:r>
      <w:r w:rsidRPr="00B93AF8">
        <w:rPr>
          <w:rFonts w:ascii="Times New Roman" w:hAnsi="Times New Roman"/>
          <w:sz w:val="28"/>
          <w:szCs w:val="28"/>
          <w:lang w:eastAsia="en-US"/>
        </w:rPr>
        <w:t xml:space="preserve">    Группа № 11</w:t>
      </w:r>
    </w:p>
    <w:p w:rsidR="006C55E4" w:rsidRDefault="006C55E4" w:rsidP="00FD44B4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Задания для совместной работы детей и родителей.</w:t>
      </w:r>
    </w:p>
    <w:p w:rsidR="006C55E4" w:rsidRPr="003D51FE" w:rsidRDefault="006C55E4" w:rsidP="00C03D60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 w:rsidRPr="003D51FE">
        <w:rPr>
          <w:rFonts w:ascii="Times New Roman" w:hAnsi="Times New Roman"/>
          <w:sz w:val="28"/>
          <w:szCs w:val="28"/>
          <w:lang w:eastAsia="en-US"/>
        </w:rPr>
        <w:t>Тема недели: «</w:t>
      </w:r>
      <w:r>
        <w:rPr>
          <w:rFonts w:ascii="Times New Roman" w:hAnsi="Times New Roman"/>
          <w:sz w:val="28"/>
          <w:szCs w:val="28"/>
          <w:lang w:eastAsia="en-US"/>
        </w:rPr>
        <w:t>Книжкина неделя»</w:t>
      </w:r>
    </w:p>
    <w:tbl>
      <w:tblPr>
        <w:tblW w:w="5190" w:type="pct"/>
        <w:tblCellMar>
          <w:left w:w="10" w:type="dxa"/>
          <w:right w:w="10" w:type="dxa"/>
        </w:tblCellMar>
        <w:tblLook w:val="00A0"/>
      </w:tblPr>
      <w:tblGrid>
        <w:gridCol w:w="1432"/>
        <w:gridCol w:w="2899"/>
        <w:gridCol w:w="8376"/>
        <w:gridCol w:w="3229"/>
      </w:tblGrid>
      <w:tr w:rsidR="006C55E4" w:rsidRPr="001C2BE4" w:rsidTr="000279DA">
        <w:trPr>
          <w:trHeight w:val="1"/>
        </w:trPr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  <w:lang w:eastAsia="en-US"/>
              </w:rPr>
              <w:t xml:space="preserve">Итоговое мероприятие  </w:t>
            </w:r>
            <w:r w:rsidRPr="0064238D">
              <w:rPr>
                <w:rFonts w:ascii="Times New Roman" w:hAnsi="Times New Roman"/>
              </w:rPr>
              <w:t>Режимные моменты</w:t>
            </w:r>
          </w:p>
        </w:tc>
        <w:tc>
          <w:tcPr>
            <w:tcW w:w="9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Совместная деятельность взрослого и детей (форма)</w:t>
            </w:r>
          </w:p>
        </w:tc>
        <w:tc>
          <w:tcPr>
            <w:tcW w:w="26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Поддержка детской инициативы и самостоятельности (реализуемые задачи)</w:t>
            </w:r>
          </w:p>
        </w:tc>
        <w:tc>
          <w:tcPr>
            <w:tcW w:w="10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РППС</w:t>
            </w:r>
          </w:p>
        </w:tc>
      </w:tr>
      <w:tr w:rsidR="006C55E4" w:rsidRPr="001C2BE4" w:rsidTr="000279DA">
        <w:trPr>
          <w:trHeight w:val="210"/>
        </w:trPr>
        <w:tc>
          <w:tcPr>
            <w:tcW w:w="449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Утро</w:t>
            </w:r>
          </w:p>
        </w:tc>
        <w:tc>
          <w:tcPr>
            <w:tcW w:w="9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Default="006C55E4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Утренняя гимнастика</w:t>
            </w:r>
          </w:p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«Зарядка с Кукутиками»</w:t>
            </w:r>
          </w:p>
        </w:tc>
        <w:tc>
          <w:tcPr>
            <w:tcW w:w="2628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C2BE4">
              <w:rPr>
                <w:rFonts w:ascii="Times New Roman" w:hAnsi="Times New Roman"/>
              </w:rPr>
              <w:t>созда</w:t>
            </w:r>
            <w:r>
              <w:rPr>
                <w:rFonts w:ascii="Times New Roman" w:hAnsi="Times New Roman"/>
              </w:rPr>
              <w:t>ние условий</w:t>
            </w:r>
            <w:r w:rsidRPr="001C2BE4">
              <w:rPr>
                <w:rFonts w:ascii="Times New Roman" w:hAnsi="Times New Roman"/>
              </w:rPr>
              <w:t xml:space="preserve"> для </w:t>
            </w:r>
            <w:r>
              <w:rPr>
                <w:rFonts w:ascii="Times New Roman" w:hAnsi="Times New Roman"/>
              </w:rPr>
              <w:t>просмотра развития физических качеств</w:t>
            </w:r>
            <w:r w:rsidRPr="001B501F">
              <w:rPr>
                <w:rFonts w:ascii="Times New Roman" w:hAnsi="Times New Roman"/>
              </w:rPr>
              <w:t>.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EA2C93" w:rsidRDefault="006C55E4" w:rsidP="00C25B0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  <w:hyperlink r:id="rId9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youtu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be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1B501F">
                <w:rPr>
                  <w:rStyle w:val="Hyperlink"/>
                  <w:rFonts w:ascii="Times New Roman" w:hAnsi="Times New Roman"/>
                </w:rPr>
                <w:t>7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ELMG</w:t>
              </w:r>
            </w:hyperlink>
            <w:r w:rsidRPr="001B501F">
              <w:rPr>
                <w:rFonts w:ascii="Times New Roman" w:hAnsi="Times New Roman"/>
              </w:rPr>
              <w:t xml:space="preserve"> </w:t>
            </w:r>
          </w:p>
        </w:tc>
      </w:tr>
      <w:tr w:rsidR="006C55E4" w:rsidRPr="001C2BE4" w:rsidTr="000279DA">
        <w:trPr>
          <w:trHeight w:val="697"/>
        </w:trPr>
        <w:tc>
          <w:tcPr>
            <w:tcW w:w="449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Style w:val="c1"/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Беседа «Откуда пришла книга?», «Беседа об истории создания книги»».</w:t>
            </w: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формировать у детей устойчивый интерес к детской книге, углубить представления детей о существенных характеристиках книги, о свойствах и качествах различных материалов используемых в древности для создания книги.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Default="006C55E4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формате – Онлайн</w:t>
            </w:r>
          </w:p>
          <w:p w:rsidR="006C55E4" w:rsidRPr="00CE4BA3" w:rsidRDefault="006C55E4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hyperlink r:id="rId10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vk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com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id</w:t>
              </w:r>
              <w:r w:rsidRPr="00CE777D">
                <w:rPr>
                  <w:rStyle w:val="Hyperlink"/>
                  <w:rFonts w:ascii="Times New Roman" w:hAnsi="Times New Roman"/>
                </w:rPr>
                <w:t>348853223</w:t>
              </w:r>
            </w:hyperlink>
          </w:p>
          <w:p w:rsidR="006C55E4" w:rsidRPr="00CE4BA3" w:rsidRDefault="006C55E4" w:rsidP="00C03D60">
            <w:pPr>
              <w:pStyle w:val="NoSpacing"/>
              <w:rPr>
                <w:rFonts w:ascii="Times New Roman" w:hAnsi="Times New Roman"/>
                <w:color w:val="000000"/>
                <w:lang w:val="en-US"/>
              </w:rPr>
            </w:pPr>
            <w:hyperlink r:id="rId11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vk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video</w:t>
              </w:r>
              <w:r w:rsidRPr="00CE777D">
                <w:rPr>
                  <w:rStyle w:val="Hyperlink"/>
                  <w:rFonts w:ascii="Times New Roman" w:hAnsi="Times New Roman"/>
                </w:rPr>
                <w:t>-55796000</w:t>
              </w:r>
            </w:hyperlink>
            <w:r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</w:p>
        </w:tc>
      </w:tr>
      <w:tr w:rsidR="006C55E4" w:rsidRPr="001C2BE4" w:rsidTr="000279DA">
        <w:trPr>
          <w:trHeight w:val="255"/>
        </w:trPr>
        <w:tc>
          <w:tcPr>
            <w:tcW w:w="449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CE4BA3" w:rsidRDefault="006C55E4" w:rsidP="00C03D60">
            <w:pPr>
              <w:pStyle w:val="NoSpacing"/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Словесные игры</w:t>
            </w:r>
            <w:r w:rsidRPr="00CE4BA3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 xml:space="preserve"> для детей 6-7 ле</w:t>
            </w:r>
            <w:r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т А.К. Бондаренко</w:t>
            </w:r>
          </w:p>
          <w:p w:rsidR="006C55E4" w:rsidRPr="00567964" w:rsidRDefault="006C55E4" w:rsidP="00C03D60">
            <w:pPr>
              <w:pStyle w:val="NoSpacing"/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</w:pP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способствовать развитию у детей речи, внимания, памяти, воображения, мышления, обогащению словарного запаса.</w:t>
            </w:r>
          </w:p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Default="006C55E4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формате – Онлайн</w:t>
            </w:r>
          </w:p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Картотека словесных игр для детей 6-7 лет</w:t>
            </w:r>
          </w:p>
        </w:tc>
      </w:tr>
      <w:tr w:rsidR="006C55E4" w:rsidRPr="001C2BE4" w:rsidTr="000279DA">
        <w:trPr>
          <w:trHeight w:val="278"/>
        </w:trPr>
        <w:tc>
          <w:tcPr>
            <w:tcW w:w="449" w:type="pct"/>
            <w:tcBorders>
              <w:top w:val="single" w:sz="4" w:space="0" w:color="auto"/>
              <w:left w:val="single" w:sz="6" w:space="0" w:color="00000A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ООД</w:t>
            </w:r>
          </w:p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ФЭМП. М.Н.Султанова, з. 23</w:t>
            </w:r>
            <w:r w:rsidRPr="001C2BE4">
              <w:rPr>
                <w:rFonts w:ascii="Times New Roman" w:hAnsi="Times New Roman"/>
              </w:rPr>
              <w:t xml:space="preserve">, стр. </w:t>
            </w:r>
            <w:r>
              <w:rPr>
                <w:rFonts w:ascii="Times New Roman" w:hAnsi="Times New Roman"/>
              </w:rPr>
              <w:t>193</w:t>
            </w:r>
          </w:p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Default="006C55E4" w:rsidP="00987968">
            <w:pPr>
              <w:pStyle w:val="NoSpacing"/>
              <w:rPr>
                <w:rFonts w:ascii="Times New Roman" w:hAnsi="Times New Roman"/>
              </w:rPr>
            </w:pPr>
          </w:p>
          <w:p w:rsidR="006C55E4" w:rsidRDefault="006C55E4" w:rsidP="00987968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Графический диктант.</w:t>
            </w:r>
          </w:p>
          <w:p w:rsidR="006C55E4" w:rsidRPr="000279DA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2. Рисование «</w:t>
            </w:r>
            <w:r>
              <w:rPr>
                <w:rFonts w:ascii="Times New Roman" w:hAnsi="Times New Roman"/>
              </w:rPr>
              <w:t>Сотворение мира»</w:t>
            </w:r>
          </w:p>
          <w:p w:rsidR="006C55E4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3.Музыка</w:t>
            </w: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5E4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закреплять знание о том, что числа состоят из цифр. Закреплять состав числа в пределах 10. учить определять, сколько не хватает единиц до 10, с помощью наглядности. Закреплять умение решать косвенные задачи в устной и письменной форме.</w:t>
            </w:r>
          </w:p>
          <w:p w:rsidR="006C55E4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продолжать работу по развитию ориентации на листе бумаги в клетку. (актуализировать пространственные представления: вверх, вниз, вправо, влево)</w:t>
            </w:r>
          </w:p>
          <w:p w:rsidR="006C55E4" w:rsidRPr="00837CAD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  <w:r w:rsidRPr="00837CAD">
              <w:rPr>
                <w:rFonts w:ascii="Times New Roman" w:hAnsi="Times New Roman"/>
              </w:rPr>
              <w:t>- знакомство с</w:t>
            </w:r>
            <w:r>
              <w:rPr>
                <w:rFonts w:ascii="Times New Roman" w:hAnsi="Times New Roman"/>
              </w:rPr>
              <w:t xml:space="preserve"> православным учением о сотворении мира. ВОСКРЕСНАЯ ШКОЛА.</w:t>
            </w:r>
            <w:r w:rsidRPr="00837CAD">
              <w:rPr>
                <w:rFonts w:ascii="Times New Roman" w:hAnsi="Times New Roman"/>
              </w:rPr>
              <w:t xml:space="preserve"> </w:t>
            </w:r>
          </w:p>
          <w:p w:rsidR="006C55E4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5E4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5E4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5E4" w:rsidRPr="001C2BE4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по плану музыкального </w:t>
            </w:r>
            <w:r w:rsidRPr="001C2BE4">
              <w:rPr>
                <w:rFonts w:ascii="Times New Roman" w:hAnsi="Times New Roman"/>
              </w:rPr>
              <w:t>руководителя.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5E4" w:rsidRDefault="006C55E4" w:rsidP="008205A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</w:p>
          <w:p w:rsidR="006C55E4" w:rsidRDefault="006C55E4" w:rsidP="008205A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Фотокарточки</w:t>
            </w:r>
          </w:p>
          <w:p w:rsidR="006C55E4" w:rsidRDefault="006C55E4" w:rsidP="008205A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(тетрадь в клеточку, простой карандаш)</w:t>
            </w:r>
          </w:p>
          <w:p w:rsidR="006C55E4" w:rsidRPr="00987968" w:rsidRDefault="006C55E4" w:rsidP="008205A7">
            <w:pPr>
              <w:spacing w:after="0" w:line="240" w:lineRule="auto"/>
              <w:rPr>
                <w:rFonts w:ascii="Times New Roman" w:hAnsi="Times New Roman"/>
              </w:rPr>
            </w:pPr>
            <w:hyperlink r:id="rId12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987968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yandex</w:t>
              </w:r>
              <w:r w:rsidRPr="00987968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ru</w:t>
              </w:r>
              <w:r w:rsidRPr="00987968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coiiections</w:t>
              </w:r>
              <w:r w:rsidRPr="00987968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card</w:t>
              </w:r>
              <w:r w:rsidRPr="00987968">
                <w:rPr>
                  <w:rStyle w:val="Hyperlink"/>
                  <w:rFonts w:ascii="Times New Roman" w:hAnsi="Times New Roman"/>
                </w:rPr>
                <w:t>/5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e</w:t>
              </w:r>
            </w:hyperlink>
          </w:p>
          <w:p w:rsidR="006C55E4" w:rsidRPr="000279DA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5E4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</w:p>
          <w:p w:rsidR="006C55E4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фотокартинки </w:t>
            </w:r>
          </w:p>
          <w:p w:rsidR="006C55E4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(альбомные листы, </w:t>
            </w:r>
            <w:r w:rsidRPr="001C2BE4">
              <w:rPr>
                <w:rFonts w:ascii="Times New Roman" w:hAnsi="Times New Roman"/>
              </w:rPr>
              <w:t>карандаши, акварельные краски</w:t>
            </w:r>
            <w:r>
              <w:rPr>
                <w:rFonts w:ascii="Times New Roman" w:hAnsi="Times New Roman"/>
              </w:rPr>
              <w:t>)</w:t>
            </w:r>
          </w:p>
          <w:p w:rsidR="006C55E4" w:rsidRPr="001C2BE4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Страничка Музыкального руководителя</w:t>
            </w:r>
          </w:p>
        </w:tc>
      </w:tr>
      <w:tr w:rsidR="006C55E4" w:rsidRPr="001C2BE4" w:rsidTr="000279DA">
        <w:trPr>
          <w:trHeight w:val="334"/>
        </w:trPr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Прогулка</w:t>
            </w:r>
          </w:p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1A2282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Наблюдения</w:t>
            </w: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1A2282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Апрель 1 неделя - </w:t>
            </w:r>
            <w:r>
              <w:t>наблюдение за изменениями в природе. Предложить детям и родителям самостоятельно найти признаки весны в окружающей природе.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Записи в домашний дневник.</w:t>
            </w:r>
          </w:p>
        </w:tc>
      </w:tr>
      <w:tr w:rsidR="006C55E4" w:rsidRPr="001C2BE4" w:rsidTr="00C25B00">
        <w:trPr>
          <w:trHeight w:val="176"/>
        </w:trPr>
        <w:tc>
          <w:tcPr>
            <w:tcW w:w="449" w:type="pct"/>
            <w:vMerge/>
            <w:tcBorders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25B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Подвижные игры для детей дома.</w:t>
            </w: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25B00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помочь родителям осознать значимость игры в жизни ребёнка: способствовать овладению способами управления игрой. Библиотека изображений: опубликовано в разделах.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Default="006C55E4" w:rsidP="00C25B00">
            <w:pPr>
              <w:pStyle w:val="NoSpacing"/>
              <w:rPr>
                <w:rFonts w:ascii="Times New Roman" w:hAnsi="Times New Roman"/>
              </w:rPr>
            </w:pPr>
            <w:hyperlink r:id="rId13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Pedsovet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su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dosug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</w:hyperlink>
            <w:r w:rsidRPr="00CE4BA3">
              <w:rPr>
                <w:rFonts w:ascii="Times New Roman" w:hAnsi="Times New Roman"/>
              </w:rPr>
              <w:t xml:space="preserve"> </w:t>
            </w:r>
            <w:r w:rsidRPr="00D11972">
              <w:rPr>
                <w:rFonts w:ascii="Times New Roman" w:hAnsi="Times New Roman"/>
              </w:rPr>
              <w:t>подвижные и</w:t>
            </w:r>
            <w:r>
              <w:rPr>
                <w:rFonts w:ascii="Times New Roman" w:hAnsi="Times New Roman"/>
              </w:rPr>
              <w:t>гры для детей 3-12 лет</w:t>
            </w:r>
          </w:p>
          <w:p w:rsidR="006C55E4" w:rsidRPr="0065754D" w:rsidRDefault="006C55E4" w:rsidP="00C25B00">
            <w:pPr>
              <w:pStyle w:val="NoSpacing"/>
              <w:rPr>
                <w:rFonts w:ascii="Times New Roman" w:hAnsi="Times New Roman"/>
              </w:rPr>
            </w:pPr>
            <w:hyperlink r:id="rId14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www</w:t>
              </w:r>
              <w:r w:rsidRPr="0065754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maam</w:t>
              </w:r>
              <w:r w:rsidRPr="0065754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ru</w:t>
              </w:r>
              <w:r w:rsidRPr="0065754D">
                <w:rPr>
                  <w:rStyle w:val="Hyperlink"/>
                  <w:rFonts w:ascii="Times New Roman" w:hAnsi="Times New Roman"/>
                </w:rPr>
                <w:t>/детский</w:t>
              </w:r>
            </w:hyperlink>
            <w:r w:rsidRPr="006575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сад/39</w:t>
            </w:r>
          </w:p>
        </w:tc>
      </w:tr>
      <w:tr w:rsidR="006C55E4" w:rsidRPr="001C2BE4" w:rsidTr="00C25B00">
        <w:trPr>
          <w:trHeight w:val="573"/>
        </w:trPr>
        <w:tc>
          <w:tcPr>
            <w:tcW w:w="449" w:type="pct"/>
            <w:vMerge/>
            <w:tcBorders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25B0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деятельность детей</w:t>
            </w: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25B0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формировать у детей здоровьесберегающие компетенции: расширять двигательный опыт, формировать умение организовывать игры, самостоятельно контролировать соответствие своих игровых действий правилами. 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25B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Альбомные листы, краски, цветные карандаши, </w:t>
            </w:r>
            <w:r w:rsidRPr="001C2BE4">
              <w:rPr>
                <w:rFonts w:ascii="Times New Roman" w:hAnsi="Times New Roman"/>
              </w:rPr>
              <w:t>клей, кисточки, ножницы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6C55E4" w:rsidRPr="001C2BE4" w:rsidTr="00C25B00">
        <w:trPr>
          <w:trHeight w:val="168"/>
        </w:trPr>
        <w:tc>
          <w:tcPr>
            <w:tcW w:w="449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25B0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Труд «</w:t>
            </w:r>
            <w:r>
              <w:rPr>
                <w:rFonts w:ascii="Times New Roman" w:hAnsi="Times New Roman"/>
              </w:rPr>
              <w:t>Соблюдаем домашний порядок</w:t>
            </w:r>
            <w:r w:rsidRPr="001C2BE4">
              <w:rPr>
                <w:rFonts w:ascii="Times New Roman" w:hAnsi="Times New Roman"/>
              </w:rPr>
              <w:t>»</w:t>
            </w: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25B0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учить трудиться сообща, распределять между собой обязанности</w:t>
            </w:r>
            <w:r w:rsidRPr="001C2BE4">
              <w:rPr>
                <w:rFonts w:ascii="Times New Roman" w:hAnsi="Times New Roman"/>
              </w:rPr>
              <w:t>.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25B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Домашний </w:t>
            </w:r>
            <w:r w:rsidRPr="001C2BE4">
              <w:rPr>
                <w:rFonts w:ascii="Times New Roman" w:hAnsi="Times New Roman"/>
              </w:rPr>
              <w:t>инвентарь</w:t>
            </w:r>
          </w:p>
        </w:tc>
      </w:tr>
      <w:tr w:rsidR="006C55E4" w:rsidRPr="001C2BE4" w:rsidTr="00C25B00">
        <w:trPr>
          <w:trHeight w:val="70"/>
        </w:trPr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2-я половина дня</w:t>
            </w:r>
          </w:p>
          <w:p w:rsidR="006C55E4" w:rsidRPr="0064238D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rPr>
                <w:rFonts w:ascii="Times New Roman" w:hAnsi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Default="006C55E4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971E49">
              <w:rPr>
                <w:rFonts w:ascii="Times New Roman" w:hAnsi="Times New Roman"/>
                <w:color w:val="000000"/>
              </w:rPr>
              <w:t xml:space="preserve">Чтение </w:t>
            </w:r>
            <w:r>
              <w:rPr>
                <w:rFonts w:ascii="Times New Roman" w:hAnsi="Times New Roman"/>
                <w:color w:val="000000"/>
              </w:rPr>
              <w:t>произведений:</w:t>
            </w:r>
          </w:p>
          <w:p w:rsidR="006C55E4" w:rsidRDefault="006C55E4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В. Жуковский «Жаворонок»</w:t>
            </w:r>
          </w:p>
          <w:p w:rsidR="006C55E4" w:rsidRDefault="006C55E4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Ф. Тютчев «Весенние воды»</w:t>
            </w:r>
          </w:p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А. Фет «Уж верба вся пушистая»</w:t>
            </w: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4345FD" w:rsidRDefault="006C55E4" w:rsidP="00C03D6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4238D">
              <w:rPr>
                <w:rFonts w:ascii="Times New Roman" w:hAnsi="Times New Roman"/>
                <w:color w:val="000000"/>
              </w:rPr>
              <w:t xml:space="preserve">- </w:t>
            </w:r>
            <w:r>
              <w:rPr>
                <w:rFonts w:ascii="Times New Roman" w:hAnsi="Times New Roman"/>
                <w:color w:val="000000"/>
              </w:rPr>
              <w:t>ф</w:t>
            </w:r>
            <w:r w:rsidRPr="007D2B2C">
              <w:rPr>
                <w:rFonts w:ascii="Times New Roman" w:hAnsi="Times New Roman"/>
                <w:color w:val="000000"/>
              </w:rPr>
              <w:t>ормировать интерес и потребность в чтении</w:t>
            </w:r>
            <w:r>
              <w:rPr>
                <w:rFonts w:ascii="Times New Roman" w:hAnsi="Times New Roman"/>
                <w:color w:val="000000"/>
              </w:rPr>
              <w:t>, пополнять литературный багаж</w:t>
            </w:r>
            <w:r w:rsidRPr="007D2B2C">
              <w:rPr>
                <w:rFonts w:ascii="Times New Roman" w:hAnsi="Times New Roman"/>
                <w:color w:val="000000"/>
              </w:rPr>
              <w:t>; воспитывать читателя, способн</w:t>
            </w:r>
            <w:r>
              <w:rPr>
                <w:rFonts w:ascii="Times New Roman" w:hAnsi="Times New Roman"/>
                <w:color w:val="000000"/>
              </w:rPr>
              <w:t>ого испытывать сострадание и со</w:t>
            </w:r>
            <w:r w:rsidRPr="007D2B2C">
              <w:rPr>
                <w:rFonts w:ascii="Times New Roman" w:hAnsi="Times New Roman"/>
                <w:color w:val="000000"/>
              </w:rPr>
              <w:t>чувствие к героям книги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Домашняя библиотека</w:t>
            </w:r>
          </w:p>
        </w:tc>
      </w:tr>
      <w:tr w:rsidR="006C55E4" w:rsidRPr="001C2BE4" w:rsidTr="00C25B00">
        <w:trPr>
          <w:trHeight w:val="146"/>
        </w:trPr>
        <w:tc>
          <w:tcPr>
            <w:tcW w:w="449" w:type="pct"/>
            <w:vMerge/>
            <w:tcBorders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rPr>
                <w:rFonts w:ascii="Times New Roman" w:hAnsi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Конструирование из строительного материала</w:t>
            </w: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>- развивать крупную моторику, воображение.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Конструктор, </w:t>
            </w:r>
            <w:r w:rsidRPr="001C2BE4">
              <w:rPr>
                <w:rFonts w:ascii="Times New Roman" w:hAnsi="Times New Roman"/>
              </w:rPr>
              <w:t>кубики, лего</w:t>
            </w:r>
          </w:p>
        </w:tc>
      </w:tr>
      <w:tr w:rsidR="006C55E4" w:rsidRPr="001C2BE4" w:rsidTr="000279DA">
        <w:trPr>
          <w:trHeight w:val="146"/>
        </w:trPr>
        <w:tc>
          <w:tcPr>
            <w:tcW w:w="449" w:type="pct"/>
            <w:vMerge/>
            <w:tcBorders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Default="006C55E4" w:rsidP="00C03D60">
            <w:pPr>
              <w:pStyle w:val="NoSpacing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>Н</w:t>
            </w:r>
            <w:r w:rsidRPr="001C2BE4">
              <w:rPr>
                <w:rFonts w:ascii="Times New Roman" w:hAnsi="Times New Roman"/>
                <w:color w:val="000000"/>
                <w:shd w:val="clear" w:color="auto" w:fill="FFFFFF"/>
                <w:lang w:val="en-US"/>
              </w:rPr>
              <w:t>/</w:t>
            </w: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>П «Собери картинку»</w:t>
            </w: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Default="006C55E4" w:rsidP="00C03D60">
            <w:pPr>
              <w:pStyle w:val="NoSpacing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>- закреплять умение составлять картинку из мелких деталей.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Пазлы </w:t>
            </w:r>
          </w:p>
        </w:tc>
      </w:tr>
      <w:tr w:rsidR="006C55E4" w:rsidRPr="001C2BE4" w:rsidTr="000279DA">
        <w:trPr>
          <w:trHeight w:val="103"/>
        </w:trPr>
        <w:tc>
          <w:tcPr>
            <w:tcW w:w="449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C55E4" w:rsidRDefault="006C55E4" w:rsidP="00C03D60">
      <w:pPr>
        <w:rPr>
          <w:rFonts w:ascii="Times New Roman" w:hAnsi="Times New Roman"/>
          <w:sz w:val="28"/>
          <w:szCs w:val="28"/>
          <w:lang w:eastAsia="en-US"/>
        </w:rPr>
      </w:pPr>
    </w:p>
    <w:p w:rsidR="006C55E4" w:rsidRDefault="006C55E4" w:rsidP="00C03D60">
      <w:pPr>
        <w:rPr>
          <w:rFonts w:ascii="Times New Roman" w:hAnsi="Times New Roman"/>
          <w:sz w:val="28"/>
          <w:szCs w:val="28"/>
          <w:lang w:eastAsia="en-US"/>
        </w:rPr>
      </w:pPr>
    </w:p>
    <w:p w:rsidR="006C55E4" w:rsidRDefault="006C55E4" w:rsidP="00C03D60">
      <w:pPr>
        <w:rPr>
          <w:rFonts w:ascii="Times New Roman" w:hAnsi="Times New Roman"/>
          <w:sz w:val="28"/>
          <w:szCs w:val="28"/>
          <w:lang w:eastAsia="en-US"/>
        </w:rPr>
      </w:pPr>
    </w:p>
    <w:p w:rsidR="006C55E4" w:rsidRDefault="006C55E4" w:rsidP="00C03D60">
      <w:pPr>
        <w:rPr>
          <w:rFonts w:ascii="Times New Roman" w:hAnsi="Times New Roman"/>
          <w:sz w:val="28"/>
          <w:szCs w:val="28"/>
          <w:lang w:eastAsia="en-US"/>
        </w:rPr>
      </w:pPr>
      <w:r w:rsidRPr="00B93AF8">
        <w:rPr>
          <w:rFonts w:ascii="Times New Roman" w:hAnsi="Times New Roman"/>
          <w:sz w:val="28"/>
          <w:szCs w:val="28"/>
          <w:lang w:eastAsia="en-US"/>
        </w:rPr>
        <w:t>Среда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>01</w:t>
      </w:r>
      <w:r w:rsidRPr="00E07925">
        <w:rPr>
          <w:rFonts w:ascii="Times New Roman" w:hAnsi="Times New Roman"/>
          <w:sz w:val="28"/>
          <w:szCs w:val="28"/>
          <w:u w:val="single"/>
          <w:lang w:eastAsia="en-US"/>
        </w:rPr>
        <w:t>.0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>4</w:t>
      </w:r>
      <w:r w:rsidRPr="00E07925">
        <w:rPr>
          <w:rFonts w:ascii="Times New Roman" w:hAnsi="Times New Roman"/>
          <w:sz w:val="28"/>
          <w:szCs w:val="28"/>
          <w:u w:val="single"/>
          <w:lang w:eastAsia="en-US"/>
        </w:rPr>
        <w:t>.2020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 xml:space="preserve"> </w:t>
      </w:r>
      <w:r w:rsidRPr="00E07925">
        <w:rPr>
          <w:rFonts w:ascii="Times New Roman" w:hAnsi="Times New Roman"/>
          <w:sz w:val="28"/>
          <w:szCs w:val="28"/>
          <w:u w:val="single"/>
          <w:lang w:eastAsia="en-US"/>
        </w:rPr>
        <w:t>г</w:t>
      </w:r>
      <w:r w:rsidRPr="00B93AF8">
        <w:rPr>
          <w:rFonts w:ascii="Times New Roman" w:hAnsi="Times New Roman"/>
          <w:sz w:val="28"/>
          <w:szCs w:val="28"/>
          <w:lang w:eastAsia="en-US"/>
        </w:rPr>
        <w:t>.</w:t>
      </w: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</w:t>
      </w:r>
      <w:r w:rsidRPr="00B93AF8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3D51FE">
        <w:rPr>
          <w:rFonts w:ascii="Times New Roman" w:hAnsi="Times New Roman"/>
          <w:sz w:val="28"/>
          <w:szCs w:val="28"/>
          <w:lang w:eastAsia="en-US"/>
        </w:rPr>
        <w:t>Группа № 11</w:t>
      </w:r>
    </w:p>
    <w:p w:rsidR="006C55E4" w:rsidRDefault="006C55E4" w:rsidP="008F5515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Задания для совместной работы детей и родителей.</w:t>
      </w:r>
    </w:p>
    <w:p w:rsidR="006C55E4" w:rsidRPr="003D51FE" w:rsidRDefault="006C55E4" w:rsidP="00C03D60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 w:rsidRPr="003D51FE">
        <w:rPr>
          <w:rFonts w:ascii="Times New Roman" w:hAnsi="Times New Roman"/>
          <w:sz w:val="28"/>
          <w:szCs w:val="28"/>
          <w:lang w:eastAsia="en-US"/>
        </w:rPr>
        <w:t>Тема недели: «</w:t>
      </w:r>
      <w:r>
        <w:rPr>
          <w:rFonts w:ascii="Times New Roman" w:hAnsi="Times New Roman"/>
          <w:sz w:val="28"/>
          <w:szCs w:val="28"/>
          <w:lang w:eastAsia="en-US"/>
        </w:rPr>
        <w:t>Книжкина неделя»</w:t>
      </w:r>
    </w:p>
    <w:tbl>
      <w:tblPr>
        <w:tblW w:w="5170" w:type="pct"/>
        <w:tblCellMar>
          <w:left w:w="10" w:type="dxa"/>
          <w:right w:w="10" w:type="dxa"/>
        </w:tblCellMar>
        <w:tblLook w:val="00A0"/>
      </w:tblPr>
      <w:tblGrid>
        <w:gridCol w:w="1432"/>
        <w:gridCol w:w="3066"/>
        <w:gridCol w:w="8277"/>
        <w:gridCol w:w="3100"/>
      </w:tblGrid>
      <w:tr w:rsidR="006C55E4" w:rsidRPr="001C2BE4" w:rsidTr="001276E9">
        <w:trPr>
          <w:trHeight w:val="1"/>
        </w:trPr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  <w:lang w:eastAsia="en-US"/>
              </w:rPr>
              <w:t xml:space="preserve">Итоговое мероприятие  </w:t>
            </w:r>
            <w:r w:rsidRPr="0064238D">
              <w:rPr>
                <w:rFonts w:ascii="Times New Roman" w:hAnsi="Times New Roman"/>
              </w:rPr>
              <w:t>Режимные моменты</w:t>
            </w:r>
          </w:p>
        </w:tc>
        <w:tc>
          <w:tcPr>
            <w:tcW w:w="9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Совместная деятельность взрослого и детей (форма)</w:t>
            </w:r>
          </w:p>
        </w:tc>
        <w:tc>
          <w:tcPr>
            <w:tcW w:w="26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Поддержка детской инициативы и самостоятельности (реализуемые задачи)</w:t>
            </w:r>
          </w:p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РППС</w:t>
            </w:r>
          </w:p>
        </w:tc>
      </w:tr>
      <w:tr w:rsidR="006C55E4" w:rsidRPr="001C2BE4" w:rsidTr="001276E9">
        <w:trPr>
          <w:trHeight w:val="210"/>
        </w:trPr>
        <w:tc>
          <w:tcPr>
            <w:tcW w:w="45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Утро</w:t>
            </w:r>
          </w:p>
        </w:tc>
        <w:tc>
          <w:tcPr>
            <w:tcW w:w="96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Default="006C55E4" w:rsidP="00C25B0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Утренняя гимнастика</w:t>
            </w:r>
          </w:p>
          <w:p w:rsidR="006C55E4" w:rsidRPr="001C2BE4" w:rsidRDefault="006C55E4" w:rsidP="00C25B0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«Зарядка с Кукутиками»</w:t>
            </w:r>
          </w:p>
        </w:tc>
        <w:tc>
          <w:tcPr>
            <w:tcW w:w="260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25B0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C2BE4">
              <w:rPr>
                <w:rFonts w:ascii="Times New Roman" w:hAnsi="Times New Roman"/>
              </w:rPr>
              <w:t>созда</w:t>
            </w:r>
            <w:r>
              <w:rPr>
                <w:rFonts w:ascii="Times New Roman" w:hAnsi="Times New Roman"/>
              </w:rPr>
              <w:t>ние условий</w:t>
            </w:r>
            <w:r w:rsidRPr="001C2BE4">
              <w:rPr>
                <w:rFonts w:ascii="Times New Roman" w:hAnsi="Times New Roman"/>
              </w:rPr>
              <w:t xml:space="preserve"> для </w:t>
            </w:r>
            <w:r>
              <w:rPr>
                <w:rFonts w:ascii="Times New Roman" w:hAnsi="Times New Roman"/>
              </w:rPr>
              <w:t>просмотра развития физических качеств</w:t>
            </w:r>
            <w:r w:rsidRPr="001B501F">
              <w:rPr>
                <w:rFonts w:ascii="Times New Roman" w:hAnsi="Times New Roman"/>
              </w:rPr>
              <w:t>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0C0481" w:rsidRDefault="006C55E4" w:rsidP="00C25B0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формате – Онлайн</w:t>
            </w:r>
          </w:p>
          <w:p w:rsidR="006C55E4" w:rsidRPr="00EA2C93" w:rsidRDefault="006C55E4" w:rsidP="00C25B00">
            <w:pPr>
              <w:pStyle w:val="NoSpacing"/>
              <w:rPr>
                <w:rFonts w:ascii="Times New Roman" w:hAnsi="Times New Roman"/>
              </w:rPr>
            </w:pPr>
            <w:hyperlink r:id="rId15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youtu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be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1B501F">
                <w:rPr>
                  <w:rStyle w:val="Hyperlink"/>
                  <w:rFonts w:ascii="Times New Roman" w:hAnsi="Times New Roman"/>
                </w:rPr>
                <w:t>7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ELMG</w:t>
              </w:r>
            </w:hyperlink>
            <w:r w:rsidRPr="001B501F">
              <w:rPr>
                <w:rFonts w:ascii="Times New Roman" w:hAnsi="Times New Roman"/>
              </w:rPr>
              <w:t xml:space="preserve"> </w:t>
            </w:r>
          </w:p>
        </w:tc>
      </w:tr>
      <w:tr w:rsidR="006C55E4" w:rsidRPr="00C25B00" w:rsidTr="001276E9">
        <w:trPr>
          <w:trHeight w:val="690"/>
        </w:trPr>
        <w:tc>
          <w:tcPr>
            <w:tcW w:w="451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Беседа «Весёлый день 1 апреля»</w:t>
            </w:r>
          </w:p>
          <w:p w:rsidR="006C55E4" w:rsidRPr="001C2BE4" w:rsidRDefault="006C55E4" w:rsidP="00C03D60">
            <w:pPr>
              <w:pStyle w:val="NoSpacing"/>
              <w:rPr>
                <w:rStyle w:val="c1"/>
                <w:rFonts w:ascii="Times New Roman" w:hAnsi="Times New Roman"/>
              </w:rPr>
            </w:pP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7633A1" w:rsidRDefault="006C55E4" w:rsidP="00C25B00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Выяснить, какими шутками можно поднять настроение людям, а каким – обидеть. Учить понимать шутки, проявлять свои эмоции, рассказать историю появления этого праздника.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C25B00" w:rsidRDefault="006C55E4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формате - Онлайн</w:t>
            </w:r>
          </w:p>
          <w:p w:rsidR="006C55E4" w:rsidRPr="00C25B00" w:rsidRDefault="006C55E4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hyperlink r:id="rId16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youtube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com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watch</w:t>
              </w:r>
              <w:r w:rsidRPr="00CE777D">
                <w:rPr>
                  <w:rStyle w:val="Hyperlink"/>
                  <w:rFonts w:ascii="Times New Roman" w:hAnsi="Times New Roman"/>
                </w:rPr>
                <w:t>?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v</w:t>
              </w:r>
              <w:r w:rsidRPr="00CE777D">
                <w:rPr>
                  <w:rStyle w:val="Hyperlink"/>
                  <w:rFonts w:ascii="Times New Roman" w:hAnsi="Times New Roman"/>
                </w:rPr>
                <w:t xml:space="preserve">= 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UKYWC</w:t>
              </w:r>
              <w:r w:rsidRPr="00CE777D">
                <w:rPr>
                  <w:rStyle w:val="Hyperlink"/>
                  <w:rFonts w:ascii="Times New Roman" w:hAnsi="Times New Roman"/>
                </w:rPr>
                <w:t>41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nDOK</w:t>
              </w:r>
            </w:hyperlink>
            <w:r w:rsidRPr="00C25B00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6C55E4" w:rsidRPr="00C25B00" w:rsidTr="001276E9">
        <w:trPr>
          <w:trHeight w:val="255"/>
        </w:trPr>
        <w:tc>
          <w:tcPr>
            <w:tcW w:w="451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C25B00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C25B00" w:rsidRDefault="006C55E4" w:rsidP="00C03D60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Дидактические игры и материалы 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44678E" w:rsidRDefault="006C55E4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дидактические игры своими руками. Развивающая игра из фетра «Забавные прищепки»</w:t>
            </w:r>
            <w:r w:rsidRPr="0044678E">
              <w:rPr>
                <w:rFonts w:ascii="Times New Roman" w:hAnsi="Times New Roman"/>
              </w:rPr>
              <w:t>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Default="006C55E4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формате – Онлайн</w:t>
            </w:r>
          </w:p>
          <w:p w:rsidR="006C55E4" w:rsidRPr="0044678E" w:rsidRDefault="006C55E4" w:rsidP="00C03D60">
            <w:pPr>
              <w:pStyle w:val="NoSpacing"/>
              <w:rPr>
                <w:rFonts w:ascii="Times New Roman" w:hAnsi="Times New Roman"/>
              </w:rPr>
            </w:pPr>
            <w:hyperlink r:id="rId17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44678E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svoimi</w:t>
              </w:r>
              <w:r w:rsidRPr="0044678E">
                <w:rPr>
                  <w:rStyle w:val="Hyperlink"/>
                  <w:rFonts w:ascii="Times New Roman" w:hAnsi="Times New Roman"/>
                </w:rPr>
                <w:t>-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rukami</w:t>
              </w:r>
              <w:r w:rsidRPr="0044678E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vilingstore</w:t>
              </w:r>
              <w:r w:rsidRPr="0044678E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net</w:t>
              </w:r>
            </w:hyperlink>
            <w:r w:rsidRPr="0044678E">
              <w:rPr>
                <w:rFonts w:ascii="Times New Roman" w:hAnsi="Times New Roman"/>
              </w:rPr>
              <w:t xml:space="preserve"> </w:t>
            </w:r>
          </w:p>
        </w:tc>
      </w:tr>
      <w:tr w:rsidR="006C55E4" w:rsidRPr="00190448" w:rsidTr="001276E9">
        <w:trPr>
          <w:trHeight w:val="1014"/>
        </w:trPr>
        <w:tc>
          <w:tcPr>
            <w:tcW w:w="451" w:type="pct"/>
            <w:tcBorders>
              <w:top w:val="single" w:sz="4" w:space="0" w:color="auto"/>
              <w:left w:val="single" w:sz="6" w:space="0" w:color="00000A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ООД</w:t>
            </w:r>
          </w:p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1. Развитие речи «Подготовка к обучению грамоте»,</w:t>
            </w:r>
          </w:p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М.И.Кузнецова,з.</w:t>
            </w:r>
            <w:r>
              <w:rPr>
                <w:rFonts w:ascii="Times New Roman" w:hAnsi="Times New Roman"/>
              </w:rPr>
              <w:t xml:space="preserve"> 32</w:t>
            </w:r>
            <w:r w:rsidRPr="001C2BE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1C2BE4">
              <w:rPr>
                <w:rFonts w:ascii="Times New Roman" w:hAnsi="Times New Roman"/>
              </w:rPr>
              <w:t>с.</w:t>
            </w:r>
            <w:r>
              <w:rPr>
                <w:rFonts w:ascii="Times New Roman" w:hAnsi="Times New Roman"/>
              </w:rPr>
              <w:t>63</w:t>
            </w:r>
            <w:r w:rsidRPr="001C2BE4">
              <w:rPr>
                <w:rFonts w:ascii="Times New Roman" w:hAnsi="Times New Roman"/>
              </w:rPr>
              <w:t>.</w:t>
            </w:r>
          </w:p>
          <w:p w:rsidR="006C55E4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1C2BE4">
              <w:rPr>
                <w:rFonts w:ascii="Times New Roman" w:hAnsi="Times New Roman"/>
              </w:rPr>
              <w:t>Ознак.  с окружающим</w:t>
            </w:r>
            <w:r>
              <w:rPr>
                <w:rFonts w:ascii="Times New Roman" w:hAnsi="Times New Roman"/>
              </w:rPr>
              <w:t xml:space="preserve"> миром</w:t>
            </w:r>
            <w:r w:rsidRPr="001C2BE4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Основы духовной культуры»,А.В. Бородина,с58</w:t>
            </w:r>
          </w:p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3.Физминутка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5E4" w:rsidRPr="001C2BE4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- закреплять умение проводить звуковой анализ слов. Развивать фонематический слух и фонематическое восприятие. Учить детей дифференцировать парные по звонкости – глухости согласные звуки. Учить детей читать слова с изученными буквами. Работать над осознанностью чтения.</w:t>
            </w:r>
          </w:p>
          <w:p w:rsidR="006C55E4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5E4" w:rsidRPr="000C0481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формировать основы духовной культуры. Познакомить детей с произведениями В. Бородиной.</w:t>
            </w:r>
          </w:p>
          <w:p w:rsidR="006C55E4" w:rsidRPr="000C0481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5E4" w:rsidRPr="001276E9" w:rsidRDefault="006C55E4" w:rsidP="001276E9">
            <w:pPr>
              <w:pStyle w:val="NoSpacing"/>
              <w:rPr>
                <w:rFonts w:ascii="Times New Roman" w:hAnsi="Times New Roman"/>
              </w:rPr>
            </w:pPr>
            <w:r>
              <w:t>-</w:t>
            </w:r>
            <w:r w:rsidRPr="001276E9">
              <w:rPr>
                <w:rFonts w:ascii="Times New Roman" w:hAnsi="Times New Roman"/>
              </w:rPr>
              <w:t xml:space="preserve"> создание условий для просмотра развития физических качеств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5E4" w:rsidRDefault="006C55E4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</w:p>
          <w:p w:rsidR="006C55E4" w:rsidRDefault="006C55E4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Фотокарточки</w:t>
            </w:r>
          </w:p>
          <w:p w:rsidR="006C55E4" w:rsidRPr="001C2BE4" w:rsidRDefault="006C55E4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(тетрадь в клеточку, цветные карандаши, простой карандаш)</w:t>
            </w:r>
          </w:p>
          <w:p w:rsidR="006C55E4" w:rsidRPr="001276E9" w:rsidRDefault="006C55E4" w:rsidP="000368A6">
            <w:pPr>
              <w:spacing w:after="0" w:line="240" w:lineRule="auto"/>
              <w:rPr>
                <w:rFonts w:ascii="Times New Roman" w:hAnsi="Times New Roman"/>
              </w:rPr>
            </w:pPr>
            <w:hyperlink r:id="rId18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www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youtube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com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watch</w:t>
              </w:r>
              <w:r w:rsidRPr="00CE777D">
                <w:rPr>
                  <w:rStyle w:val="Hyperlink"/>
                  <w:rFonts w:ascii="Times New Roman" w:hAnsi="Times New Roman"/>
                </w:rPr>
                <w:t>?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v</w:t>
              </w:r>
            </w:hyperlink>
          </w:p>
          <w:p w:rsidR="006C55E4" w:rsidRDefault="006C55E4" w:rsidP="000368A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=PQ4OIJWSSU </w:t>
            </w:r>
          </w:p>
          <w:p w:rsidR="006C55E4" w:rsidRPr="001276E9" w:rsidRDefault="006C55E4" w:rsidP="000368A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19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https://vk.com/video145435830</w:t>
              </w:r>
            </w:hyperlink>
            <w:r>
              <w:rPr>
                <w:rFonts w:ascii="Times New Roman" w:hAnsi="Times New Roman"/>
                <w:lang w:val="en-US"/>
              </w:rPr>
              <w:t xml:space="preserve"> </w:t>
            </w:r>
          </w:p>
          <w:p w:rsidR="006C55E4" w:rsidRPr="000C0481" w:rsidRDefault="006C55E4" w:rsidP="000368A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6C55E4" w:rsidRPr="000C0481" w:rsidRDefault="006C55E4" w:rsidP="000368A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20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0C0481">
                <w:rPr>
                  <w:rStyle w:val="Hyperlink"/>
                  <w:rFonts w:ascii="Times New Roman" w:hAnsi="Times New Roman"/>
                  <w:lang w:val="en-US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youtu</w:t>
              </w:r>
              <w:r w:rsidRPr="000C0481">
                <w:rPr>
                  <w:rStyle w:val="Hyperlink"/>
                  <w:rFonts w:ascii="Times New Roman" w:hAnsi="Times New Roman"/>
                  <w:lang w:val="en-US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be</w:t>
              </w:r>
              <w:r w:rsidRPr="000C0481">
                <w:rPr>
                  <w:rStyle w:val="Hyperlink"/>
                  <w:rFonts w:ascii="Times New Roman" w:hAnsi="Times New Roman"/>
                  <w:lang w:val="en-US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zGIV</w:t>
              </w:r>
              <w:r w:rsidRPr="000C0481">
                <w:rPr>
                  <w:rStyle w:val="Hyperlink"/>
                  <w:rFonts w:ascii="Times New Roman" w:hAnsi="Times New Roman"/>
                  <w:lang w:val="en-US"/>
                </w:rPr>
                <w:t>7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Xa</w:t>
              </w:r>
              <w:r w:rsidRPr="000C0481">
                <w:rPr>
                  <w:rStyle w:val="Hyperlink"/>
                  <w:rFonts w:ascii="Times New Roman" w:hAnsi="Times New Roman"/>
                  <w:lang w:val="en-US"/>
                </w:rPr>
                <w:t>9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Rkw</w:t>
              </w:r>
            </w:hyperlink>
            <w:r w:rsidRPr="000C0481"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6C55E4" w:rsidRPr="001C2BE4" w:rsidTr="000368A6">
        <w:trPr>
          <w:trHeight w:val="334"/>
        </w:trPr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Прогулка</w:t>
            </w:r>
          </w:p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A50887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Наблюдения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0368A6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Апрель 1 неделя - </w:t>
            </w:r>
            <w:r>
              <w:t>наблюдение за изменениями в природе. Предложить детям и родителям самостоятельно найти признаки весны в окружающей природе.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Записи в домашний дневник.</w:t>
            </w:r>
          </w:p>
        </w:tc>
      </w:tr>
      <w:tr w:rsidR="006C55E4" w:rsidRPr="001C2BE4" w:rsidTr="000368A6">
        <w:trPr>
          <w:trHeight w:val="279"/>
        </w:trPr>
        <w:tc>
          <w:tcPr>
            <w:tcW w:w="451" w:type="pct"/>
            <w:vMerge/>
            <w:tcBorders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Подвижные игры для детей дома.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0368A6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помочь родителям осознать значимость игры в жизни ребёнка: способствовать овладению способами управления игрой. Библиотека изображений: опубликовано в разделах.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Default="006C55E4" w:rsidP="000368A6">
            <w:pPr>
              <w:pStyle w:val="NoSpacing"/>
              <w:rPr>
                <w:rFonts w:ascii="Times New Roman" w:hAnsi="Times New Roman"/>
              </w:rPr>
            </w:pPr>
            <w:hyperlink r:id="rId21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Pedsovet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su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dosug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</w:hyperlink>
            <w:r w:rsidRPr="00CE4BA3">
              <w:rPr>
                <w:rFonts w:ascii="Times New Roman" w:hAnsi="Times New Roman"/>
              </w:rPr>
              <w:t xml:space="preserve"> </w:t>
            </w:r>
            <w:r w:rsidRPr="00D11972">
              <w:rPr>
                <w:rFonts w:ascii="Times New Roman" w:hAnsi="Times New Roman"/>
              </w:rPr>
              <w:t>подвижные и</w:t>
            </w:r>
            <w:r>
              <w:rPr>
                <w:rFonts w:ascii="Times New Roman" w:hAnsi="Times New Roman"/>
              </w:rPr>
              <w:t>гры для детей 3-12 лет</w:t>
            </w:r>
          </w:p>
          <w:p w:rsidR="006C55E4" w:rsidRPr="0065754D" w:rsidRDefault="006C55E4" w:rsidP="000368A6">
            <w:pPr>
              <w:pStyle w:val="NoSpacing"/>
              <w:rPr>
                <w:rFonts w:ascii="Times New Roman" w:hAnsi="Times New Roman"/>
              </w:rPr>
            </w:pPr>
            <w:hyperlink r:id="rId22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www</w:t>
              </w:r>
              <w:r w:rsidRPr="0065754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maam</w:t>
              </w:r>
              <w:r w:rsidRPr="0065754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ru</w:t>
              </w:r>
              <w:r w:rsidRPr="0065754D">
                <w:rPr>
                  <w:rStyle w:val="Hyperlink"/>
                  <w:rFonts w:ascii="Times New Roman" w:hAnsi="Times New Roman"/>
                </w:rPr>
                <w:t>/детский</w:t>
              </w:r>
            </w:hyperlink>
            <w:r w:rsidRPr="006575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сад/39</w:t>
            </w:r>
          </w:p>
        </w:tc>
      </w:tr>
      <w:tr w:rsidR="006C55E4" w:rsidRPr="001C2BE4" w:rsidTr="000368A6">
        <w:trPr>
          <w:trHeight w:val="168"/>
        </w:trPr>
        <w:tc>
          <w:tcPr>
            <w:tcW w:w="451" w:type="pct"/>
            <w:vMerge/>
            <w:tcBorders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деятельность детей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0368A6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формировать у детей здоровьесберегающие компетенции: расширять двигательный опыт, формировать умение организовывать игры, самостоятельно контролировать соответствие своих игровых действий правилами. 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Альбомные листы, краски, цветные карандаши, </w:t>
            </w:r>
            <w:r w:rsidRPr="001C2BE4">
              <w:rPr>
                <w:rFonts w:ascii="Times New Roman" w:hAnsi="Times New Roman"/>
              </w:rPr>
              <w:t>клей, кисточки, ножницы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6C55E4" w:rsidRPr="001C2BE4" w:rsidTr="001276E9">
        <w:trPr>
          <w:trHeight w:val="168"/>
        </w:trPr>
        <w:tc>
          <w:tcPr>
            <w:tcW w:w="451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0368A6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Труд «</w:t>
            </w:r>
            <w:r>
              <w:rPr>
                <w:rFonts w:ascii="Times New Roman" w:hAnsi="Times New Roman"/>
              </w:rPr>
              <w:t>Соблюдаем домашний порядок</w:t>
            </w:r>
            <w:r w:rsidRPr="001C2BE4">
              <w:rPr>
                <w:rFonts w:ascii="Times New Roman" w:hAnsi="Times New Roman"/>
              </w:rPr>
              <w:t>»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учить трудиться сообща, распределять между собой обязанности</w:t>
            </w:r>
            <w:r w:rsidRPr="001C2BE4">
              <w:rPr>
                <w:rFonts w:ascii="Times New Roman" w:hAnsi="Times New Roman"/>
              </w:rPr>
              <w:t>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Домашний </w:t>
            </w:r>
            <w:r w:rsidRPr="001C2BE4">
              <w:rPr>
                <w:rFonts w:ascii="Times New Roman" w:hAnsi="Times New Roman"/>
              </w:rPr>
              <w:t>инвентарь</w:t>
            </w:r>
          </w:p>
        </w:tc>
      </w:tr>
      <w:tr w:rsidR="006C55E4" w:rsidRPr="001C2BE4" w:rsidTr="00685D7A">
        <w:trPr>
          <w:trHeight w:val="165"/>
        </w:trPr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2-я половина дня</w:t>
            </w:r>
          </w:p>
          <w:p w:rsidR="006C55E4" w:rsidRPr="0064238D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художественной литературы:</w:t>
            </w:r>
          </w:p>
          <w:p w:rsidR="006C55E4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В. Бианки «Синичкин календарь. Март. Апрель. Май»</w:t>
            </w:r>
          </w:p>
          <w:p w:rsidR="006C55E4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Скребицкий «Сказка о весне»</w:t>
            </w:r>
          </w:p>
          <w:p w:rsidR="006C55E4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З. Александрова «Капель»</w:t>
            </w:r>
          </w:p>
          <w:p w:rsidR="006C55E4" w:rsidRPr="00685D7A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Н. Некрасов «Дед Мазай и зайцы»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Default="006C55E4" w:rsidP="000368A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4238D">
              <w:rPr>
                <w:rFonts w:ascii="Times New Roman" w:hAnsi="Times New Roman"/>
                <w:color w:val="000000"/>
              </w:rPr>
              <w:t xml:space="preserve">- </w:t>
            </w:r>
            <w:r>
              <w:rPr>
                <w:rFonts w:ascii="Times New Roman" w:hAnsi="Times New Roman"/>
                <w:color w:val="000000"/>
              </w:rPr>
              <w:t>ф</w:t>
            </w:r>
            <w:r w:rsidRPr="007D2B2C">
              <w:rPr>
                <w:rFonts w:ascii="Times New Roman" w:hAnsi="Times New Roman"/>
                <w:color w:val="000000"/>
              </w:rPr>
              <w:t>ормировать интерес и потребность в чтении</w:t>
            </w:r>
            <w:r>
              <w:rPr>
                <w:rFonts w:ascii="Times New Roman" w:hAnsi="Times New Roman"/>
                <w:color w:val="000000"/>
              </w:rPr>
              <w:t>, пополнять литературный багаж</w:t>
            </w:r>
            <w:r w:rsidRPr="007D2B2C">
              <w:rPr>
                <w:rFonts w:ascii="Times New Roman" w:hAnsi="Times New Roman"/>
                <w:color w:val="000000"/>
              </w:rPr>
              <w:t>; воспитывать читателя, способн</w:t>
            </w:r>
            <w:r>
              <w:rPr>
                <w:rFonts w:ascii="Times New Roman" w:hAnsi="Times New Roman"/>
                <w:color w:val="000000"/>
              </w:rPr>
              <w:t>ого испытывать сострадание и со</w:t>
            </w:r>
            <w:r w:rsidRPr="007D2B2C">
              <w:rPr>
                <w:rFonts w:ascii="Times New Roman" w:hAnsi="Times New Roman"/>
                <w:color w:val="000000"/>
              </w:rPr>
              <w:t>чувствие к героям книги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:rsidR="006C55E4" w:rsidRPr="004345FD" w:rsidRDefault="006C55E4" w:rsidP="000368A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формирование интереса к произведениям художественной литературы. Приобщение детей к истокам русской народной культуры.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Default="006C55E4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Домашняя библиотека.</w:t>
            </w:r>
          </w:p>
          <w:p w:rsidR="006C55E4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Домашняя библиотека</w:t>
            </w:r>
          </w:p>
        </w:tc>
      </w:tr>
      <w:tr w:rsidR="006C55E4" w:rsidRPr="001C2BE4" w:rsidTr="000368A6">
        <w:trPr>
          <w:trHeight w:val="165"/>
        </w:trPr>
        <w:tc>
          <w:tcPr>
            <w:tcW w:w="451" w:type="pct"/>
            <w:vMerge/>
            <w:tcBorders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Сюжетно-ролевые игры для детей 6-7 лет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0368A6">
            <w:pPr>
              <w:spacing w:after="0" w:line="240" w:lineRule="auto"/>
              <w:rPr>
                <w:rFonts w:ascii="Times New Roman" w:hAnsi="Times New Roman"/>
              </w:rPr>
            </w:pPr>
            <w:r w:rsidRPr="000501DB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самостоятельно создавать для задуманного игровую обстановку. Способствовать формированию умения творчески развивать сюжеты игры.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Default="006C55E4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</w:p>
          <w:p w:rsidR="006C55E4" w:rsidRPr="00821668" w:rsidRDefault="006C55E4" w:rsidP="000368A6">
            <w:pPr>
              <w:pStyle w:val="NoSpacing"/>
              <w:rPr>
                <w:rFonts w:ascii="Times New Roman" w:hAnsi="Times New Roman"/>
              </w:rPr>
            </w:pPr>
            <w:hyperlink r:id="rId23" w:history="1">
              <w:r w:rsidRPr="00CE777D">
                <w:rPr>
                  <w:rStyle w:val="Hyperlink"/>
                  <w:rFonts w:ascii="Times New Roman" w:hAnsi="Times New Roman"/>
                </w:rPr>
                <w:t>https://multiurok.ru/all-files/doshcolnoe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6C55E4" w:rsidRPr="001C2BE4" w:rsidTr="000368A6">
        <w:trPr>
          <w:trHeight w:val="103"/>
        </w:trPr>
        <w:tc>
          <w:tcPr>
            <w:tcW w:w="451" w:type="pct"/>
            <w:vMerge/>
            <w:tcBorders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062D3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Конструирование из строительного материала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062D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 </w:t>
            </w: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>развивать крупную моторику, воображение.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062D3E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схемы, чертежи, строительный материал</w:t>
            </w:r>
          </w:p>
        </w:tc>
      </w:tr>
      <w:tr w:rsidR="006C55E4" w:rsidRPr="001C2BE4" w:rsidTr="000368A6">
        <w:trPr>
          <w:trHeight w:val="103"/>
        </w:trPr>
        <w:tc>
          <w:tcPr>
            <w:tcW w:w="451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8731F4">
            <w:pPr>
              <w:pStyle w:val="NoSpacing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8731F4">
            <w:pPr>
              <w:pStyle w:val="NoSpacing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8731F4">
            <w:pPr>
              <w:pStyle w:val="NoSpacing"/>
              <w:rPr>
                <w:rFonts w:ascii="Times New Roman" w:hAnsi="Times New Roman"/>
              </w:rPr>
            </w:pPr>
          </w:p>
        </w:tc>
      </w:tr>
    </w:tbl>
    <w:p w:rsidR="006C55E4" w:rsidRDefault="006C55E4" w:rsidP="00C03D60">
      <w:pPr>
        <w:rPr>
          <w:rFonts w:ascii="Times New Roman" w:hAnsi="Times New Roman"/>
          <w:sz w:val="28"/>
          <w:szCs w:val="28"/>
          <w:lang w:eastAsia="en-US"/>
        </w:rPr>
      </w:pPr>
    </w:p>
    <w:p w:rsidR="006C55E4" w:rsidRDefault="006C55E4" w:rsidP="00C03D60">
      <w:pPr>
        <w:rPr>
          <w:rFonts w:ascii="Times New Roman" w:hAnsi="Times New Roman"/>
          <w:sz w:val="28"/>
          <w:szCs w:val="28"/>
          <w:lang w:val="en-US" w:eastAsia="en-US"/>
        </w:rPr>
      </w:pPr>
      <w:r w:rsidRPr="00B93AF8">
        <w:rPr>
          <w:rFonts w:ascii="Times New Roman" w:hAnsi="Times New Roman"/>
          <w:sz w:val="28"/>
          <w:szCs w:val="28"/>
          <w:lang w:eastAsia="en-US"/>
        </w:rPr>
        <w:t>Четверг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en-US" w:eastAsia="en-US"/>
        </w:rPr>
        <w:t>02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>.0</w:t>
      </w:r>
      <w:r>
        <w:rPr>
          <w:rFonts w:ascii="Times New Roman" w:hAnsi="Times New Roman"/>
          <w:sz w:val="28"/>
          <w:szCs w:val="28"/>
          <w:u w:val="single"/>
          <w:lang w:val="en-US" w:eastAsia="en-US"/>
        </w:rPr>
        <w:t>4</w:t>
      </w:r>
      <w:r w:rsidRPr="00B93AF8">
        <w:rPr>
          <w:rFonts w:ascii="Times New Roman" w:hAnsi="Times New Roman"/>
          <w:sz w:val="28"/>
          <w:szCs w:val="28"/>
          <w:u w:val="single"/>
          <w:lang w:eastAsia="en-US"/>
        </w:rPr>
        <w:t>.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>20</w:t>
      </w:r>
      <w:r w:rsidRPr="00B93AF8">
        <w:rPr>
          <w:rFonts w:ascii="Times New Roman" w:hAnsi="Times New Roman"/>
          <w:sz w:val="28"/>
          <w:szCs w:val="28"/>
          <w:u w:val="single"/>
          <w:lang w:eastAsia="en-US"/>
        </w:rPr>
        <w:t>20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 xml:space="preserve"> </w:t>
      </w:r>
      <w:r w:rsidRPr="00B93AF8">
        <w:rPr>
          <w:rFonts w:ascii="Times New Roman" w:hAnsi="Times New Roman"/>
          <w:sz w:val="28"/>
          <w:szCs w:val="28"/>
          <w:u w:val="single"/>
          <w:lang w:eastAsia="en-US"/>
        </w:rPr>
        <w:t>г</w:t>
      </w:r>
      <w:r w:rsidRPr="00B93AF8">
        <w:rPr>
          <w:rFonts w:ascii="Times New Roman" w:hAnsi="Times New Roman"/>
          <w:sz w:val="28"/>
          <w:szCs w:val="28"/>
          <w:lang w:eastAsia="en-US"/>
        </w:rPr>
        <w:t>.</w:t>
      </w:r>
      <w:r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Pr="003D51FE">
        <w:rPr>
          <w:rFonts w:ascii="Times New Roman" w:hAnsi="Times New Roman"/>
          <w:sz w:val="28"/>
          <w:szCs w:val="28"/>
          <w:lang w:eastAsia="en-US"/>
        </w:rPr>
        <w:t>Группа № 11</w:t>
      </w:r>
    </w:p>
    <w:p w:rsidR="006C55E4" w:rsidRDefault="006C55E4" w:rsidP="00821668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Задания для совместной работы детей и родителей.</w:t>
      </w:r>
    </w:p>
    <w:p w:rsidR="006C55E4" w:rsidRPr="00821668" w:rsidRDefault="006C55E4" w:rsidP="00C03D60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 w:rsidRPr="003D51FE">
        <w:rPr>
          <w:rFonts w:ascii="Times New Roman" w:hAnsi="Times New Roman"/>
          <w:sz w:val="28"/>
          <w:szCs w:val="28"/>
          <w:lang w:eastAsia="en-US"/>
        </w:rPr>
        <w:t>Тема недели: «</w:t>
      </w:r>
      <w:r>
        <w:rPr>
          <w:rFonts w:ascii="Times New Roman" w:hAnsi="Times New Roman"/>
          <w:sz w:val="28"/>
          <w:szCs w:val="28"/>
          <w:lang w:eastAsia="en-US"/>
        </w:rPr>
        <w:t>Книжкина неделя»</w:t>
      </w:r>
    </w:p>
    <w:tbl>
      <w:tblPr>
        <w:tblW w:w="5194" w:type="pct"/>
        <w:tblCellMar>
          <w:left w:w="10" w:type="dxa"/>
          <w:right w:w="10" w:type="dxa"/>
        </w:tblCellMar>
        <w:tblLook w:val="00A0"/>
      </w:tblPr>
      <w:tblGrid>
        <w:gridCol w:w="1432"/>
        <w:gridCol w:w="2928"/>
        <w:gridCol w:w="8293"/>
        <w:gridCol w:w="3296"/>
      </w:tblGrid>
      <w:tr w:rsidR="006C55E4" w:rsidRPr="001C2BE4" w:rsidTr="00405A76">
        <w:trPr>
          <w:trHeight w:val="1"/>
        </w:trPr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  <w:lang w:eastAsia="en-US"/>
              </w:rPr>
              <w:t xml:space="preserve">Итоговое мероприятие  </w:t>
            </w:r>
            <w:r w:rsidRPr="0064238D">
              <w:rPr>
                <w:rFonts w:ascii="Times New Roman" w:hAnsi="Times New Roman"/>
              </w:rPr>
              <w:t>Режимные моменты</w:t>
            </w:r>
          </w:p>
        </w:tc>
        <w:tc>
          <w:tcPr>
            <w:tcW w:w="9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Совместная деятельность взрослого и детей (форма)</w:t>
            </w:r>
          </w:p>
        </w:tc>
        <w:tc>
          <w:tcPr>
            <w:tcW w:w="26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Поддержка детской инициативы и самостоятельности (реализуемые задачи)</w:t>
            </w:r>
          </w:p>
        </w:tc>
        <w:tc>
          <w:tcPr>
            <w:tcW w:w="103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РППС</w:t>
            </w:r>
          </w:p>
        </w:tc>
      </w:tr>
      <w:tr w:rsidR="006C55E4" w:rsidRPr="001C2BE4" w:rsidTr="00405A76">
        <w:trPr>
          <w:trHeight w:val="210"/>
        </w:trPr>
        <w:tc>
          <w:tcPr>
            <w:tcW w:w="449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Утро</w:t>
            </w:r>
          </w:p>
        </w:tc>
        <w:tc>
          <w:tcPr>
            <w:tcW w:w="918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Default="006C55E4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Утренняя гимнастика</w:t>
            </w:r>
          </w:p>
          <w:p w:rsidR="006C55E4" w:rsidRPr="001C2BE4" w:rsidRDefault="006C55E4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«Зарядка с Кукутиками»</w:t>
            </w:r>
          </w:p>
        </w:tc>
        <w:tc>
          <w:tcPr>
            <w:tcW w:w="260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C2BE4">
              <w:rPr>
                <w:rFonts w:ascii="Times New Roman" w:hAnsi="Times New Roman"/>
              </w:rPr>
              <w:t>созда</w:t>
            </w:r>
            <w:r>
              <w:rPr>
                <w:rFonts w:ascii="Times New Roman" w:hAnsi="Times New Roman"/>
              </w:rPr>
              <w:t>ние условий</w:t>
            </w:r>
            <w:r w:rsidRPr="001C2BE4">
              <w:rPr>
                <w:rFonts w:ascii="Times New Roman" w:hAnsi="Times New Roman"/>
              </w:rPr>
              <w:t xml:space="preserve"> для </w:t>
            </w:r>
            <w:r>
              <w:rPr>
                <w:rFonts w:ascii="Times New Roman" w:hAnsi="Times New Roman"/>
              </w:rPr>
              <w:t>просмотра развития физических качеств</w:t>
            </w:r>
            <w:r w:rsidRPr="001B501F">
              <w:rPr>
                <w:rFonts w:ascii="Times New Roman" w:hAnsi="Times New Roman"/>
              </w:rPr>
              <w:t>.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7D7984" w:rsidRDefault="006C55E4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формате – Онлайн</w:t>
            </w:r>
          </w:p>
          <w:p w:rsidR="006C55E4" w:rsidRPr="00EA2C93" w:rsidRDefault="006C55E4" w:rsidP="000368A6">
            <w:pPr>
              <w:pStyle w:val="NoSpacing"/>
              <w:rPr>
                <w:rFonts w:ascii="Times New Roman" w:hAnsi="Times New Roman"/>
              </w:rPr>
            </w:pPr>
            <w:hyperlink r:id="rId24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youtu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be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1B501F">
                <w:rPr>
                  <w:rStyle w:val="Hyperlink"/>
                  <w:rFonts w:ascii="Times New Roman" w:hAnsi="Times New Roman"/>
                </w:rPr>
                <w:t>7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ELMG</w:t>
              </w:r>
            </w:hyperlink>
            <w:r w:rsidRPr="001B501F">
              <w:rPr>
                <w:rFonts w:ascii="Times New Roman" w:hAnsi="Times New Roman"/>
              </w:rPr>
              <w:t xml:space="preserve"> </w:t>
            </w:r>
          </w:p>
        </w:tc>
      </w:tr>
      <w:tr w:rsidR="006C55E4" w:rsidRPr="001E6CBB" w:rsidTr="00405A76">
        <w:trPr>
          <w:trHeight w:val="616"/>
        </w:trPr>
        <w:tc>
          <w:tcPr>
            <w:tcW w:w="449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 «2 апреля – Международный день детской книги».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познакомить детей с историей возникновения праздника Международного дня детской книги, воспитывать желание к постоянному общению с книгой и бережному отношению к ней.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1E6CBB">
              <w:rPr>
                <w:rFonts w:ascii="Times New Roman" w:hAnsi="Times New Roman"/>
              </w:rPr>
              <w:t xml:space="preserve">В формате </w:t>
            </w:r>
            <w:r>
              <w:rPr>
                <w:rFonts w:ascii="Times New Roman" w:hAnsi="Times New Roman"/>
              </w:rPr>
              <w:t>–</w:t>
            </w:r>
            <w:r w:rsidRPr="001E6CBB">
              <w:rPr>
                <w:rFonts w:ascii="Times New Roman" w:hAnsi="Times New Roman"/>
              </w:rPr>
              <w:t xml:space="preserve"> Онлайн</w:t>
            </w:r>
            <w:r>
              <w:rPr>
                <w:rFonts w:ascii="Times New Roman" w:hAnsi="Times New Roman"/>
              </w:rPr>
              <w:t xml:space="preserve"> </w:t>
            </w:r>
          </w:p>
          <w:p w:rsidR="006C55E4" w:rsidRPr="000C0481" w:rsidRDefault="006C55E4" w:rsidP="00C03D60">
            <w:pPr>
              <w:pStyle w:val="NoSpacing"/>
              <w:rPr>
                <w:rFonts w:ascii="Times New Roman" w:hAnsi="Times New Roman"/>
              </w:rPr>
            </w:pPr>
            <w:hyperlink r:id="rId25" w:history="1">
              <w:r w:rsidRPr="001E6CBB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0C0481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www</w:t>
              </w:r>
              <w:r w:rsidRPr="000C0481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youtube</w:t>
              </w:r>
              <w:r w:rsidRPr="000C0481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com</w:t>
              </w:r>
              <w:r w:rsidRPr="000C0481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watch</w:t>
              </w:r>
              <w:r w:rsidRPr="000C0481">
                <w:rPr>
                  <w:rStyle w:val="Hyperlink"/>
                  <w:rFonts w:ascii="Times New Roman" w:hAnsi="Times New Roman"/>
                </w:rPr>
                <w:t>?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v</w:t>
              </w:r>
              <w:r w:rsidRPr="000C0481">
                <w:rPr>
                  <w:rStyle w:val="Hyperlink"/>
                  <w:rFonts w:ascii="Times New Roman" w:hAnsi="Times New Roman"/>
                </w:rPr>
                <w:t xml:space="preserve"> =2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JODjM</w:t>
              </w:r>
            </w:hyperlink>
            <w:r w:rsidRPr="000C0481">
              <w:rPr>
                <w:rFonts w:ascii="Times New Roman" w:hAnsi="Times New Roman"/>
              </w:rPr>
              <w:t xml:space="preserve">  </w:t>
            </w:r>
          </w:p>
        </w:tc>
      </w:tr>
      <w:tr w:rsidR="006C55E4" w:rsidRPr="00405A76" w:rsidTr="00405A76">
        <w:trPr>
          <w:trHeight w:val="537"/>
        </w:trPr>
        <w:tc>
          <w:tcPr>
            <w:tcW w:w="449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0C0481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405A76" w:rsidRDefault="006C55E4" w:rsidP="00C03D60">
            <w:pPr>
              <w:pStyle w:val="NoSpacing"/>
              <w:rPr>
                <w:rStyle w:val="c1"/>
                <w:rFonts w:ascii="Times New Roman" w:hAnsi="Times New Roman"/>
              </w:rPr>
            </w:pPr>
            <w:r w:rsidRPr="00405A76">
              <w:rPr>
                <w:rStyle w:val="c1"/>
                <w:rFonts w:ascii="Times New Roman" w:hAnsi="Times New Roman"/>
              </w:rPr>
              <w:t xml:space="preserve">Авторская работа </w:t>
            </w:r>
            <w:r>
              <w:rPr>
                <w:rStyle w:val="c1"/>
                <w:rFonts w:ascii="Times New Roman" w:hAnsi="Times New Roman"/>
              </w:rPr>
              <w:t xml:space="preserve">для </w:t>
            </w:r>
            <w:r w:rsidRPr="00405A76">
              <w:rPr>
                <w:rStyle w:val="c1"/>
                <w:rFonts w:ascii="Times New Roman" w:hAnsi="Times New Roman"/>
              </w:rPr>
              <w:t>детей 6-7 лет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405A76" w:rsidRDefault="006C55E4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творчески создать и написать книгу; нарисовать любимый персонаж любой сказки.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405A76" w:rsidRDefault="006C55E4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Домашняя библиотека</w:t>
            </w:r>
          </w:p>
        </w:tc>
      </w:tr>
      <w:tr w:rsidR="006C55E4" w:rsidRPr="00EA0159" w:rsidTr="00405A76">
        <w:trPr>
          <w:trHeight w:val="255"/>
        </w:trPr>
        <w:tc>
          <w:tcPr>
            <w:tcW w:w="449" w:type="pc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ООД</w:t>
            </w:r>
          </w:p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1.ФЭМП. М.Н.Султанова, зан. 24, стр. 232</w:t>
            </w:r>
            <w:r w:rsidRPr="001C2BE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2. Рисование «</w:t>
            </w:r>
            <w:r>
              <w:rPr>
                <w:rFonts w:ascii="Times New Roman" w:hAnsi="Times New Roman"/>
              </w:rPr>
              <w:t>Чудо-писанки</w:t>
            </w:r>
            <w:r w:rsidRPr="001C2BE4">
              <w:rPr>
                <w:rFonts w:ascii="Times New Roman" w:hAnsi="Times New Roman"/>
              </w:rPr>
              <w:t xml:space="preserve">», </w:t>
            </w:r>
            <w:r>
              <w:rPr>
                <w:rFonts w:ascii="Times New Roman" w:hAnsi="Times New Roman"/>
              </w:rPr>
              <w:t>И.А. Лыкова, з. 77 с.168</w:t>
            </w:r>
          </w:p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Музыка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1C2BE4">
              <w:rPr>
                <w:rFonts w:ascii="Times New Roman" w:hAnsi="Times New Roman"/>
              </w:rPr>
              <w:t>- развивать пространственное воображение: исследовать свойства объёмных тел при усечении конуса, цилиндра, пирамиды и призмы. Учить решать пространственные задачи. Развивать геометрическое воображение и творческие способности. Развивать мелкую моторику рук. Развивать чувство пространства посредством двигательных образов. Развивать тактильные навыки: учить определять на ощупь объёмные фигуры.</w:t>
            </w:r>
          </w:p>
          <w:p w:rsidR="006C55E4" w:rsidRPr="001C2BE4" w:rsidRDefault="006C55E4" w:rsidP="00C03D60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- познакомить с мастерством миниатюрной росписи на поверхности яйца, с историей и особенностями этого древнего искусства; научить рисовать традиционные элементы и орнаменты, создавать различные композиции.</w:t>
            </w:r>
          </w:p>
          <w:p w:rsidR="006C55E4" w:rsidRPr="001C2BE4" w:rsidRDefault="006C55E4" w:rsidP="00C03D60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1C2BE4">
              <w:rPr>
                <w:rFonts w:ascii="Times New Roman" w:hAnsi="Times New Roman"/>
                <w:shd w:val="clear" w:color="auto" w:fill="FFFFFF"/>
              </w:rPr>
              <w:t>- по плану муз</w:t>
            </w:r>
            <w:r>
              <w:rPr>
                <w:rFonts w:ascii="Times New Roman" w:hAnsi="Times New Roman"/>
                <w:shd w:val="clear" w:color="auto" w:fill="FFFFFF"/>
              </w:rPr>
              <w:t xml:space="preserve">ыкального </w:t>
            </w:r>
            <w:r w:rsidRPr="001C2BE4">
              <w:rPr>
                <w:rFonts w:ascii="Times New Roman" w:hAnsi="Times New Roman"/>
                <w:shd w:val="clear" w:color="auto" w:fill="FFFFFF"/>
              </w:rPr>
              <w:t>руководителя.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Default="006C55E4" w:rsidP="00405A7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</w:p>
          <w:p w:rsidR="006C55E4" w:rsidRDefault="006C55E4" w:rsidP="00405A7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Фотокарточки</w:t>
            </w:r>
          </w:p>
          <w:p w:rsidR="006C55E4" w:rsidRDefault="006C55E4" w:rsidP="00405A7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(тетрадь в клеточку, простой карандаш)</w:t>
            </w:r>
          </w:p>
          <w:p w:rsidR="006C55E4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5E4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5E4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</w:p>
          <w:p w:rsidR="006C55E4" w:rsidRPr="000C0481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  <w:hyperlink r:id="rId26" w:history="1">
              <w:r w:rsidRPr="00EA0159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0C0481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www</w:t>
              </w:r>
              <w:r w:rsidRPr="000C0481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youtube</w:t>
              </w:r>
              <w:r w:rsidRPr="000C0481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com</w:t>
              </w:r>
              <w:r w:rsidRPr="000C0481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watch</w:t>
              </w:r>
              <w:r w:rsidRPr="000C0481">
                <w:rPr>
                  <w:rStyle w:val="Hyperlink"/>
                  <w:rFonts w:ascii="Times New Roman" w:hAnsi="Times New Roman"/>
                </w:rPr>
                <w:t>?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v</w:t>
              </w:r>
              <w:r w:rsidRPr="000C0481">
                <w:rPr>
                  <w:rStyle w:val="Hyperlink"/>
                  <w:rFonts w:ascii="Times New Roman" w:hAnsi="Times New Roman"/>
                </w:rPr>
                <w:t xml:space="preserve"> =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WOZ</w:t>
              </w:r>
              <w:r w:rsidRPr="000C0481">
                <w:rPr>
                  <w:rStyle w:val="Hyperlink"/>
                  <w:rFonts w:ascii="Times New Roman" w:hAnsi="Times New Roman"/>
                </w:rPr>
                <w:t>5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PKIRz</w:t>
              </w:r>
              <w:r w:rsidRPr="000C0481">
                <w:rPr>
                  <w:rStyle w:val="Hyperlink"/>
                  <w:rFonts w:ascii="Times New Roman" w:hAnsi="Times New Roman"/>
                </w:rPr>
                <w:t>5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Q</w:t>
              </w:r>
            </w:hyperlink>
            <w:r w:rsidRPr="000C0481">
              <w:rPr>
                <w:rFonts w:ascii="Times New Roman" w:hAnsi="Times New Roman"/>
              </w:rPr>
              <w:t xml:space="preserve"> </w:t>
            </w:r>
          </w:p>
          <w:p w:rsidR="006C55E4" w:rsidRPr="00EA0159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Страничка музыкального руководителя</w:t>
            </w:r>
          </w:p>
        </w:tc>
      </w:tr>
      <w:tr w:rsidR="006C55E4" w:rsidRPr="001C2BE4" w:rsidTr="00405A76">
        <w:trPr>
          <w:trHeight w:val="135"/>
        </w:trPr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Прогулка</w:t>
            </w:r>
          </w:p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AA5E0C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Наблюдения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0368A6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Апрель 1 неделя - </w:t>
            </w:r>
            <w:r>
              <w:t>наблюдение за изменениями в природе. Предложить детям и родителям самостоятельно найти признаки весны в окружающей природе.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Записи в домашний дневник.</w:t>
            </w:r>
          </w:p>
        </w:tc>
      </w:tr>
      <w:tr w:rsidR="006C55E4" w:rsidRPr="001C2BE4" w:rsidTr="00405A76">
        <w:trPr>
          <w:trHeight w:val="176"/>
        </w:trPr>
        <w:tc>
          <w:tcPr>
            <w:tcW w:w="449" w:type="pct"/>
            <w:vMerge/>
            <w:tcBorders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Подвижные игры для детей дома.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0368A6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помочь родителям осознать значимость игры в жизни ребёнка: способствовать овладению способами управления игрой. Библиотека изображений: опубликовано в разделах.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Default="006C55E4" w:rsidP="000368A6">
            <w:pPr>
              <w:pStyle w:val="NoSpacing"/>
              <w:rPr>
                <w:rFonts w:ascii="Times New Roman" w:hAnsi="Times New Roman"/>
              </w:rPr>
            </w:pPr>
            <w:hyperlink r:id="rId27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Pedsovet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su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dosug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</w:hyperlink>
            <w:r w:rsidRPr="00CE4BA3">
              <w:rPr>
                <w:rFonts w:ascii="Times New Roman" w:hAnsi="Times New Roman"/>
              </w:rPr>
              <w:t xml:space="preserve"> </w:t>
            </w:r>
            <w:r w:rsidRPr="00D11972">
              <w:rPr>
                <w:rFonts w:ascii="Times New Roman" w:hAnsi="Times New Roman"/>
              </w:rPr>
              <w:t>подвижные и</w:t>
            </w:r>
            <w:r>
              <w:rPr>
                <w:rFonts w:ascii="Times New Roman" w:hAnsi="Times New Roman"/>
              </w:rPr>
              <w:t>гры для детей 3-12 лет</w:t>
            </w:r>
          </w:p>
          <w:p w:rsidR="006C55E4" w:rsidRPr="0065754D" w:rsidRDefault="006C55E4" w:rsidP="000368A6">
            <w:pPr>
              <w:pStyle w:val="NoSpacing"/>
              <w:rPr>
                <w:rFonts w:ascii="Times New Roman" w:hAnsi="Times New Roman"/>
              </w:rPr>
            </w:pPr>
            <w:hyperlink r:id="rId28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www</w:t>
              </w:r>
              <w:r w:rsidRPr="0065754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maam</w:t>
              </w:r>
              <w:r w:rsidRPr="0065754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ru</w:t>
              </w:r>
              <w:r w:rsidRPr="0065754D">
                <w:rPr>
                  <w:rStyle w:val="Hyperlink"/>
                  <w:rFonts w:ascii="Times New Roman" w:hAnsi="Times New Roman"/>
                </w:rPr>
                <w:t>/детский</w:t>
              </w:r>
            </w:hyperlink>
            <w:r w:rsidRPr="006575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сад/39</w:t>
            </w:r>
          </w:p>
        </w:tc>
      </w:tr>
      <w:tr w:rsidR="006C55E4" w:rsidRPr="001C2BE4" w:rsidTr="00405A76">
        <w:trPr>
          <w:trHeight w:val="70"/>
        </w:trPr>
        <w:tc>
          <w:tcPr>
            <w:tcW w:w="449" w:type="pct"/>
            <w:vMerge/>
            <w:tcBorders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деятельность детей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0368A6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формировать у детей здоровьесберегающие компетенции: расширять двигательный опыт, формировать умение организовывать игры, самостоятельно контролировать соответствие своих игровых действий правилами. 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Альбомные листы, краски, цветные карандаши, </w:t>
            </w:r>
            <w:r w:rsidRPr="001C2BE4">
              <w:rPr>
                <w:rFonts w:ascii="Times New Roman" w:hAnsi="Times New Roman"/>
              </w:rPr>
              <w:t>клей, кисточки, ножницы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6C55E4" w:rsidRPr="001C2BE4" w:rsidTr="00B11A76">
        <w:trPr>
          <w:trHeight w:val="244"/>
        </w:trPr>
        <w:tc>
          <w:tcPr>
            <w:tcW w:w="449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0368A6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Труд «</w:t>
            </w:r>
            <w:r>
              <w:rPr>
                <w:rFonts w:ascii="Times New Roman" w:hAnsi="Times New Roman"/>
              </w:rPr>
              <w:t>Соблюдаем домашний порядок</w:t>
            </w:r>
            <w:r w:rsidRPr="001C2BE4">
              <w:rPr>
                <w:rFonts w:ascii="Times New Roman" w:hAnsi="Times New Roman"/>
              </w:rPr>
              <w:t>»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учить трудиться сообща, распределять между собой обязанности</w:t>
            </w:r>
            <w:r w:rsidRPr="001C2BE4">
              <w:rPr>
                <w:rFonts w:ascii="Times New Roman" w:hAnsi="Times New Roman"/>
              </w:rPr>
              <w:t>.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Домашний </w:t>
            </w:r>
            <w:r w:rsidRPr="001C2BE4">
              <w:rPr>
                <w:rFonts w:ascii="Times New Roman" w:hAnsi="Times New Roman"/>
              </w:rPr>
              <w:t>инвентарь</w:t>
            </w:r>
          </w:p>
        </w:tc>
      </w:tr>
      <w:tr w:rsidR="006C55E4" w:rsidRPr="001C2BE4" w:rsidTr="00405A76">
        <w:trPr>
          <w:trHeight w:val="273"/>
        </w:trPr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2-я половина дня</w:t>
            </w:r>
          </w:p>
          <w:p w:rsidR="006C55E4" w:rsidRPr="0064238D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Default="006C55E4" w:rsidP="000368A6">
            <w:pPr>
              <w:pStyle w:val="NoSpacing"/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Чтение сказок Г.Х. Андерсена:</w:t>
            </w:r>
          </w:p>
          <w:p w:rsidR="006C55E4" w:rsidRDefault="006C55E4" w:rsidP="000368A6">
            <w:pPr>
              <w:pStyle w:val="NoSpacing"/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«Дикие лебеди»</w:t>
            </w:r>
          </w:p>
          <w:p w:rsidR="006C55E4" w:rsidRDefault="006C55E4" w:rsidP="000368A6">
            <w:pPr>
              <w:pStyle w:val="NoSpacing"/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«Снежная королева»</w:t>
            </w:r>
          </w:p>
          <w:p w:rsidR="006C55E4" w:rsidRPr="001C2BE4" w:rsidRDefault="006C55E4" w:rsidP="000368A6">
            <w:pPr>
              <w:pStyle w:val="NoSpacing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«Серебряная монетка»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Default="006C55E4" w:rsidP="000368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010CD9">
              <w:rPr>
                <w:rFonts w:ascii="Times New Roman" w:hAnsi="Times New Roman"/>
              </w:rPr>
              <w:t>продолжать формировать интерес и потребность в чтении, пополнять литературный багаж; воспитывать читателя, способного испытывать сострадание и сочувствие к героям книги.</w:t>
            </w:r>
          </w:p>
          <w:p w:rsidR="006C55E4" w:rsidRPr="001C2BE4" w:rsidRDefault="006C55E4" w:rsidP="000368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Default="006C55E4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Домашняя библиотека</w:t>
            </w:r>
          </w:p>
          <w:p w:rsidR="006C55E4" w:rsidRDefault="006C55E4" w:rsidP="000368A6">
            <w:pPr>
              <w:pStyle w:val="NoSpacing"/>
              <w:rPr>
                <w:rFonts w:ascii="Times New Roman" w:hAnsi="Times New Roman"/>
              </w:rPr>
            </w:pPr>
          </w:p>
          <w:p w:rsidR="006C55E4" w:rsidRPr="001C2BE4" w:rsidRDefault="006C55E4" w:rsidP="000368A6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6C55E4" w:rsidRPr="001C2BE4" w:rsidTr="00405A76">
        <w:trPr>
          <w:trHeight w:val="273"/>
        </w:trPr>
        <w:tc>
          <w:tcPr>
            <w:tcW w:w="449" w:type="pct"/>
            <w:vMerge/>
            <w:tcBorders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0368A6">
            <w:pPr>
              <w:spacing w:after="0" w:line="240" w:lineRule="auto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 xml:space="preserve">Труд в уголке природы 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0368A6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  <w:shd w:val="clear" w:color="auto" w:fill="FFFFFF"/>
              </w:rPr>
              <w:t>-</w:t>
            </w:r>
            <w:r w:rsidRPr="0064238D">
              <w:rPr>
                <w:rFonts w:ascii="Times New Roman" w:hAnsi="Times New Roman"/>
              </w:rPr>
              <w:t xml:space="preserve"> закреплять навыки полива растений, воспитывать бережное отношение.   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Домашний и</w:t>
            </w:r>
            <w:r w:rsidRPr="001C2BE4">
              <w:rPr>
                <w:rFonts w:ascii="Times New Roman" w:hAnsi="Times New Roman"/>
              </w:rPr>
              <w:t>нвентарь</w:t>
            </w:r>
            <w:r>
              <w:rPr>
                <w:rFonts w:ascii="Times New Roman" w:hAnsi="Times New Roman"/>
              </w:rPr>
              <w:t xml:space="preserve"> для полива комнатных цветов</w:t>
            </w:r>
          </w:p>
        </w:tc>
      </w:tr>
      <w:tr w:rsidR="006C55E4" w:rsidRPr="000368A6" w:rsidTr="00B11A76">
        <w:trPr>
          <w:trHeight w:val="70"/>
        </w:trPr>
        <w:tc>
          <w:tcPr>
            <w:tcW w:w="449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0368A6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  <w:bCs/>
                <w:shd w:val="clear" w:color="auto" w:fill="FFFFFF"/>
              </w:rPr>
              <w:t>Театрализованная деятельность:</w:t>
            </w:r>
            <w:r w:rsidRPr="001C2BE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«Расскажи стихи руками»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0368A6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  <w:p w:rsidR="006C55E4" w:rsidRPr="001C2BE4" w:rsidRDefault="006C55E4" w:rsidP="000368A6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  <w:color w:val="000000"/>
              </w:rPr>
              <w:t xml:space="preserve">- </w:t>
            </w:r>
            <w:r>
              <w:rPr>
                <w:rFonts w:ascii="Times New Roman" w:hAnsi="Times New Roman"/>
                <w:color w:val="000000"/>
              </w:rPr>
              <w:t>побуждать детей к импровизации</w:t>
            </w:r>
            <w:r w:rsidRPr="00352E2E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Default="006C55E4" w:rsidP="000368A6">
            <w:pPr>
              <w:pStyle w:val="NoSpacing"/>
              <w:rPr>
                <w:rFonts w:ascii="Times New Roman" w:hAnsi="Times New Roman"/>
              </w:rPr>
            </w:pPr>
            <w:r w:rsidRPr="00530F7B">
              <w:rPr>
                <w:rFonts w:ascii="Times New Roman" w:hAnsi="Times New Roman"/>
              </w:rPr>
              <w:t xml:space="preserve">В формате </w:t>
            </w:r>
            <w:r>
              <w:rPr>
                <w:rFonts w:ascii="Times New Roman" w:hAnsi="Times New Roman"/>
              </w:rPr>
              <w:t>–</w:t>
            </w:r>
            <w:r w:rsidRPr="00530F7B">
              <w:rPr>
                <w:rFonts w:ascii="Times New Roman" w:hAnsi="Times New Roman"/>
              </w:rPr>
              <w:t xml:space="preserve"> Онлайн</w:t>
            </w:r>
          </w:p>
          <w:p w:rsidR="006C55E4" w:rsidRPr="000C0481" w:rsidRDefault="006C55E4" w:rsidP="000368A6">
            <w:pPr>
              <w:pStyle w:val="NoSpacing"/>
              <w:rPr>
                <w:rFonts w:ascii="Times New Roman" w:hAnsi="Times New Roman"/>
              </w:rPr>
            </w:pPr>
            <w:hyperlink r:id="rId29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0C0481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www</w:t>
              </w:r>
              <w:r w:rsidRPr="000C0481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youtube</w:t>
              </w:r>
              <w:r w:rsidRPr="000C0481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com</w:t>
              </w:r>
              <w:r w:rsidRPr="000C0481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watch</w:t>
              </w:r>
              <w:r w:rsidRPr="000C0481">
                <w:rPr>
                  <w:rStyle w:val="Hyperlink"/>
                  <w:rFonts w:ascii="Times New Roman" w:hAnsi="Times New Roman"/>
                </w:rPr>
                <w:t>?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v</w:t>
              </w:r>
              <w:r w:rsidRPr="000C0481">
                <w:rPr>
                  <w:rStyle w:val="Hyperlink"/>
                  <w:rFonts w:ascii="Times New Roman" w:hAnsi="Times New Roman"/>
                </w:rPr>
                <w:t xml:space="preserve"> =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SKKfsa</w:t>
              </w:r>
              <w:r w:rsidRPr="000C0481">
                <w:rPr>
                  <w:rStyle w:val="Hyperlink"/>
                  <w:rFonts w:ascii="Times New Roman" w:hAnsi="Times New Roman"/>
                </w:rPr>
                <w:t>5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</w:t>
              </w:r>
              <w:r w:rsidRPr="000C0481">
                <w:rPr>
                  <w:rStyle w:val="Hyperlink"/>
                  <w:rFonts w:ascii="Times New Roman" w:hAnsi="Times New Roman"/>
                </w:rPr>
                <w:t>6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ki</w:t>
              </w:r>
            </w:hyperlink>
            <w:r w:rsidRPr="000C0481">
              <w:rPr>
                <w:rFonts w:ascii="Times New Roman" w:hAnsi="Times New Roman"/>
              </w:rPr>
              <w:t xml:space="preserve"> </w:t>
            </w:r>
          </w:p>
        </w:tc>
      </w:tr>
      <w:tr w:rsidR="006C55E4" w:rsidRPr="001C2BE4" w:rsidTr="00B11A76">
        <w:trPr>
          <w:trHeight w:val="480"/>
        </w:trPr>
        <w:tc>
          <w:tcPr>
            <w:tcW w:w="449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0C0481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0368A6">
            <w:pPr>
              <w:pStyle w:val="NoSpacing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>Н</w:t>
            </w:r>
            <w:r w:rsidRPr="00530F7B">
              <w:rPr>
                <w:rFonts w:ascii="Times New Roman" w:hAnsi="Times New Roman"/>
                <w:color w:val="000000"/>
                <w:shd w:val="clear" w:color="auto" w:fill="FFFFFF"/>
              </w:rPr>
              <w:t>/</w:t>
            </w: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>П «Собери картинку»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0368A6">
            <w:pPr>
              <w:pStyle w:val="NoSpacing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>- закреплять умение составлять картинку из мелких деталей.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Пазлы </w:t>
            </w:r>
          </w:p>
        </w:tc>
      </w:tr>
    </w:tbl>
    <w:p w:rsidR="006C55E4" w:rsidRDefault="006C55E4" w:rsidP="00C03D60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</w:p>
    <w:p w:rsidR="006C55E4" w:rsidRDefault="006C55E4" w:rsidP="00C03D60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</w:p>
    <w:p w:rsidR="006C55E4" w:rsidRDefault="006C55E4" w:rsidP="00C03D60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 w:rsidRPr="003D51FE">
        <w:rPr>
          <w:rFonts w:ascii="Times New Roman" w:hAnsi="Times New Roman"/>
          <w:sz w:val="28"/>
          <w:szCs w:val="28"/>
          <w:lang w:eastAsia="en-US"/>
        </w:rPr>
        <w:t>П</w:t>
      </w:r>
      <w:r>
        <w:rPr>
          <w:rFonts w:ascii="Times New Roman" w:hAnsi="Times New Roman"/>
          <w:sz w:val="28"/>
          <w:szCs w:val="28"/>
          <w:lang w:eastAsia="en-US"/>
        </w:rPr>
        <w:t xml:space="preserve">ятница 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>03</w:t>
      </w:r>
      <w:r w:rsidRPr="003D51FE">
        <w:rPr>
          <w:rFonts w:ascii="Times New Roman" w:hAnsi="Times New Roman"/>
          <w:sz w:val="28"/>
          <w:szCs w:val="28"/>
          <w:u w:val="single"/>
          <w:lang w:eastAsia="en-US"/>
        </w:rPr>
        <w:t>.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 xml:space="preserve">04.2020 </w:t>
      </w:r>
      <w:r w:rsidRPr="003D51FE">
        <w:rPr>
          <w:rFonts w:ascii="Times New Roman" w:hAnsi="Times New Roman"/>
          <w:sz w:val="28"/>
          <w:szCs w:val="28"/>
          <w:u w:val="single"/>
          <w:lang w:eastAsia="en-US"/>
        </w:rPr>
        <w:t>г</w:t>
      </w:r>
      <w:r w:rsidRPr="003D51FE">
        <w:rPr>
          <w:rFonts w:ascii="Times New Roman" w:hAnsi="Times New Roman"/>
          <w:sz w:val="28"/>
          <w:szCs w:val="28"/>
          <w:lang w:eastAsia="en-US"/>
        </w:rPr>
        <w:t>.</w:t>
      </w: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</w:t>
      </w:r>
      <w:r w:rsidRPr="003D51FE">
        <w:rPr>
          <w:rFonts w:ascii="Times New Roman" w:hAnsi="Times New Roman"/>
          <w:sz w:val="28"/>
          <w:szCs w:val="28"/>
          <w:lang w:eastAsia="en-US"/>
        </w:rPr>
        <w:t>Группа № 11</w:t>
      </w:r>
    </w:p>
    <w:p w:rsidR="006C55E4" w:rsidRDefault="006C55E4" w:rsidP="00B11A76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Задания для совместной работы детей и родителей.</w:t>
      </w:r>
    </w:p>
    <w:p w:rsidR="006C55E4" w:rsidRPr="003D51FE" w:rsidRDefault="006C55E4" w:rsidP="00C03D60">
      <w:pPr>
        <w:pStyle w:val="NoSpacing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 w:rsidRPr="003D51FE">
        <w:rPr>
          <w:rFonts w:ascii="Times New Roman" w:hAnsi="Times New Roman"/>
          <w:sz w:val="28"/>
          <w:szCs w:val="28"/>
          <w:lang w:eastAsia="en-US"/>
        </w:rPr>
        <w:t>Тема недели: «</w:t>
      </w:r>
      <w:r>
        <w:rPr>
          <w:rFonts w:ascii="Times New Roman" w:hAnsi="Times New Roman"/>
          <w:sz w:val="28"/>
          <w:szCs w:val="28"/>
          <w:lang w:eastAsia="en-US"/>
        </w:rPr>
        <w:t>Книжкина неделя»</w:t>
      </w:r>
    </w:p>
    <w:tbl>
      <w:tblPr>
        <w:tblW w:w="5230" w:type="pct"/>
        <w:tblCellMar>
          <w:left w:w="10" w:type="dxa"/>
          <w:right w:w="10" w:type="dxa"/>
        </w:tblCellMar>
        <w:tblLook w:val="00A0"/>
      </w:tblPr>
      <w:tblGrid>
        <w:gridCol w:w="1432"/>
        <w:gridCol w:w="3128"/>
        <w:gridCol w:w="8399"/>
        <w:gridCol w:w="3100"/>
      </w:tblGrid>
      <w:tr w:rsidR="006C55E4" w:rsidRPr="001C2BE4" w:rsidTr="000E58BE">
        <w:trPr>
          <w:trHeight w:val="1"/>
        </w:trPr>
        <w:tc>
          <w:tcPr>
            <w:tcW w:w="44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  <w:lang w:eastAsia="en-US"/>
              </w:rPr>
              <w:t xml:space="preserve">Итоговое мероприятие  </w:t>
            </w:r>
            <w:r w:rsidRPr="0064238D">
              <w:rPr>
                <w:rFonts w:ascii="Times New Roman" w:hAnsi="Times New Roman"/>
              </w:rPr>
              <w:t>Режимные моменты</w:t>
            </w:r>
          </w:p>
        </w:tc>
        <w:tc>
          <w:tcPr>
            <w:tcW w:w="9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Совместная деятельность взрослого и детей (форма)</w:t>
            </w:r>
          </w:p>
        </w:tc>
        <w:tc>
          <w:tcPr>
            <w:tcW w:w="26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Поддержка детской инициативы и самостоятельности (реализуемые задачи)</w:t>
            </w:r>
          </w:p>
        </w:tc>
        <w:tc>
          <w:tcPr>
            <w:tcW w:w="9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РППС</w:t>
            </w:r>
          </w:p>
        </w:tc>
      </w:tr>
      <w:tr w:rsidR="006C55E4" w:rsidRPr="001C2BE4" w:rsidTr="000E58BE">
        <w:trPr>
          <w:trHeight w:val="565"/>
        </w:trPr>
        <w:tc>
          <w:tcPr>
            <w:tcW w:w="446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Утро</w:t>
            </w:r>
          </w:p>
        </w:tc>
        <w:tc>
          <w:tcPr>
            <w:tcW w:w="97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Default="006C55E4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Утренняя гимнастика</w:t>
            </w:r>
          </w:p>
          <w:p w:rsidR="006C55E4" w:rsidRPr="001C2BE4" w:rsidRDefault="006C55E4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«Зарядка с Кукутиками»</w:t>
            </w:r>
          </w:p>
        </w:tc>
        <w:tc>
          <w:tcPr>
            <w:tcW w:w="2615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C2BE4">
              <w:rPr>
                <w:rFonts w:ascii="Times New Roman" w:hAnsi="Times New Roman"/>
              </w:rPr>
              <w:t>созда</w:t>
            </w:r>
            <w:r>
              <w:rPr>
                <w:rFonts w:ascii="Times New Roman" w:hAnsi="Times New Roman"/>
              </w:rPr>
              <w:t>ние условий</w:t>
            </w:r>
            <w:r w:rsidRPr="001C2BE4">
              <w:rPr>
                <w:rFonts w:ascii="Times New Roman" w:hAnsi="Times New Roman"/>
              </w:rPr>
              <w:t xml:space="preserve"> для </w:t>
            </w:r>
            <w:r>
              <w:rPr>
                <w:rFonts w:ascii="Times New Roman" w:hAnsi="Times New Roman"/>
              </w:rPr>
              <w:t>просмотра развития физических качеств</w:t>
            </w:r>
            <w:r w:rsidRPr="001B501F">
              <w:rPr>
                <w:rFonts w:ascii="Times New Roman" w:hAnsi="Times New Roman"/>
              </w:rPr>
              <w:t>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7D7984" w:rsidRDefault="006C55E4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формате – Онлайн</w:t>
            </w:r>
          </w:p>
          <w:p w:rsidR="006C55E4" w:rsidRPr="00EA2C93" w:rsidRDefault="006C55E4" w:rsidP="000368A6">
            <w:pPr>
              <w:pStyle w:val="NoSpacing"/>
              <w:rPr>
                <w:rFonts w:ascii="Times New Roman" w:hAnsi="Times New Roman"/>
              </w:rPr>
            </w:pPr>
            <w:hyperlink r:id="rId30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youtu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be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1B501F">
                <w:rPr>
                  <w:rStyle w:val="Hyperlink"/>
                  <w:rFonts w:ascii="Times New Roman" w:hAnsi="Times New Roman"/>
                </w:rPr>
                <w:t>7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ELMG</w:t>
              </w:r>
            </w:hyperlink>
            <w:r w:rsidRPr="001B501F">
              <w:rPr>
                <w:rFonts w:ascii="Times New Roman" w:hAnsi="Times New Roman"/>
              </w:rPr>
              <w:t xml:space="preserve"> </w:t>
            </w:r>
          </w:p>
        </w:tc>
      </w:tr>
      <w:tr w:rsidR="006C55E4" w:rsidRPr="001C2BE4" w:rsidTr="000E58BE">
        <w:trPr>
          <w:trHeight w:val="565"/>
        </w:trPr>
        <w:tc>
          <w:tcPr>
            <w:tcW w:w="446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7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Default="006C55E4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 «Книжкина неделя»</w:t>
            </w:r>
          </w:p>
        </w:tc>
        <w:tc>
          <w:tcPr>
            <w:tcW w:w="2615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Default="006C55E4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формирование интереса у детей к детской книге через творческую и познавательную деятельность. Воспитание любви и бережного отношения к книгам.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Default="006C55E4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</w:p>
          <w:p w:rsidR="006C55E4" w:rsidRPr="00C946B2" w:rsidRDefault="006C55E4" w:rsidP="000368A6">
            <w:pPr>
              <w:pStyle w:val="NoSpacing"/>
              <w:rPr>
                <w:rFonts w:ascii="Times New Roman" w:hAnsi="Times New Roman"/>
              </w:rPr>
            </w:pPr>
            <w:hyperlink r:id="rId31" w:history="1">
              <w:r w:rsidRPr="00CE777D">
                <w:rPr>
                  <w:rStyle w:val="Hyperlink"/>
                  <w:rFonts w:ascii="Times New Roman" w:hAnsi="Times New Roman"/>
                </w:rPr>
                <w:t>https://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vk</w:t>
              </w:r>
              <w:r w:rsidRPr="00C946B2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cjm</w:t>
              </w:r>
              <w:r w:rsidRPr="00C946B2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video</w:t>
              </w:r>
              <w:r w:rsidRPr="00C946B2">
                <w:rPr>
                  <w:rStyle w:val="Hyperlink"/>
                  <w:rFonts w:ascii="Times New Roman" w:hAnsi="Times New Roman"/>
                </w:rPr>
                <w:t>498439717</w:t>
              </w:r>
            </w:hyperlink>
            <w:r w:rsidRPr="00C946B2">
              <w:rPr>
                <w:rFonts w:ascii="Times New Roman" w:hAnsi="Times New Roman"/>
              </w:rPr>
              <w:t xml:space="preserve"> </w:t>
            </w:r>
          </w:p>
        </w:tc>
      </w:tr>
      <w:tr w:rsidR="006C55E4" w:rsidRPr="001C2BE4" w:rsidTr="000E58BE">
        <w:trPr>
          <w:trHeight w:val="565"/>
        </w:trPr>
        <w:tc>
          <w:tcPr>
            <w:tcW w:w="446" w:type="pct"/>
            <w:tcBorders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7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C946B2" w:rsidRDefault="006C55E4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Итоговое мероприятие «Лучшая авторская книга»</w:t>
            </w:r>
          </w:p>
        </w:tc>
        <w:tc>
          <w:tcPr>
            <w:tcW w:w="2615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Default="006C55E4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дополнить книжный уголок новыми книгами.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Default="006C55E4" w:rsidP="000368A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Фотовыставка рисунков и авторских книг</w:t>
            </w:r>
          </w:p>
        </w:tc>
      </w:tr>
      <w:tr w:rsidR="006C55E4" w:rsidRPr="001A0338" w:rsidTr="000E58BE">
        <w:trPr>
          <w:trHeight w:val="267"/>
        </w:trPr>
        <w:tc>
          <w:tcPr>
            <w:tcW w:w="446" w:type="pc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ООД</w:t>
            </w:r>
          </w:p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1.Ознак. с окружающим</w:t>
            </w:r>
            <w:r>
              <w:rPr>
                <w:rFonts w:ascii="Times New Roman" w:hAnsi="Times New Roman"/>
              </w:rPr>
              <w:t xml:space="preserve"> миром</w:t>
            </w:r>
          </w:p>
          <w:p w:rsidR="006C55E4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Путешествие в прошлое книги».</w:t>
            </w:r>
          </w:p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Аппликация. «Нарядные игрушки-мобили», И.А. Лыкова, з.78, с.170.</w:t>
            </w:r>
          </w:p>
          <w:p w:rsidR="006C55E4" w:rsidRPr="001C2BE4" w:rsidRDefault="006C55E4" w:rsidP="00C03D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Физминутка</w:t>
            </w:r>
          </w:p>
        </w:tc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5E4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Чтение художественных произведений: «Сказка о том, как было написано первое письмо» Р. Киплинга. «Откуда пришла книга» А. Баркова, Р. Сурьянинова</w:t>
            </w:r>
          </w:p>
          <w:p w:rsidR="006C55E4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5E4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учить создавать необычные образы; развивать воображение; воспитывать уверенность, самостоятельность в художественном поиске и при воплощении замыслов.</w:t>
            </w:r>
          </w:p>
          <w:p w:rsidR="006C55E4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5E4" w:rsidRPr="007A5A43" w:rsidRDefault="006C55E4" w:rsidP="00C03D60">
            <w:pPr>
              <w:spacing w:after="0" w:line="240" w:lineRule="auto"/>
            </w:pPr>
          </w:p>
          <w:p w:rsidR="006C55E4" w:rsidRPr="002F1840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t>-</w:t>
            </w:r>
            <w:r w:rsidRPr="001276E9">
              <w:rPr>
                <w:rFonts w:ascii="Times New Roman" w:hAnsi="Times New Roman"/>
              </w:rPr>
              <w:t xml:space="preserve"> создание условий для просмотра развития физических качеств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5E4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Домашняя библиотека.</w:t>
            </w:r>
          </w:p>
          <w:p w:rsidR="006C55E4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5E4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5E4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формате – Онлайн</w:t>
            </w:r>
          </w:p>
          <w:p w:rsidR="006C55E4" w:rsidRPr="007A5A43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  <w:hyperlink r:id="rId32" w:history="1">
              <w:r w:rsidRPr="001A0338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7A5A43">
                <w:rPr>
                  <w:rStyle w:val="Hyperlink"/>
                  <w:rFonts w:ascii="Times New Roman" w:hAnsi="Times New Roman"/>
                </w:rPr>
                <w:t>://</w:t>
              </w:r>
              <w:r w:rsidRPr="001A0338">
                <w:rPr>
                  <w:rStyle w:val="Hyperlink"/>
                  <w:rFonts w:ascii="Times New Roman" w:hAnsi="Times New Roman"/>
                  <w:lang w:val="en-US"/>
                </w:rPr>
                <w:t>www</w:t>
              </w:r>
              <w:r w:rsidRPr="007A5A43">
                <w:rPr>
                  <w:rStyle w:val="Hyperlink"/>
                  <w:rFonts w:ascii="Times New Roman" w:hAnsi="Times New Roman"/>
                </w:rPr>
                <w:t>.</w:t>
              </w:r>
              <w:r w:rsidRPr="001A0338">
                <w:rPr>
                  <w:rStyle w:val="Hyperlink"/>
                  <w:rFonts w:ascii="Times New Roman" w:hAnsi="Times New Roman"/>
                  <w:lang w:val="en-US"/>
                </w:rPr>
                <w:t>youtube</w:t>
              </w:r>
              <w:r w:rsidRPr="007A5A43">
                <w:rPr>
                  <w:rStyle w:val="Hyperlink"/>
                  <w:rFonts w:ascii="Times New Roman" w:hAnsi="Times New Roman"/>
                </w:rPr>
                <w:t>.</w:t>
              </w:r>
              <w:r w:rsidRPr="001A0338">
                <w:rPr>
                  <w:rStyle w:val="Hyperlink"/>
                  <w:rFonts w:ascii="Times New Roman" w:hAnsi="Times New Roman"/>
                  <w:lang w:val="en-US"/>
                </w:rPr>
                <w:t>c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om</w:t>
              </w:r>
              <w:r w:rsidRPr="007A5A43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watch</w:t>
              </w:r>
              <w:r w:rsidRPr="007A5A43">
                <w:rPr>
                  <w:rStyle w:val="Hyperlink"/>
                  <w:rFonts w:ascii="Times New Roman" w:hAnsi="Times New Roman"/>
                </w:rPr>
                <w:t>?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v</w:t>
              </w:r>
              <w:r w:rsidRPr="007A5A43">
                <w:rPr>
                  <w:rStyle w:val="Hyperlink"/>
                  <w:rFonts w:ascii="Times New Roman" w:hAnsi="Times New Roman"/>
                </w:rPr>
                <w:t xml:space="preserve"> =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HWaw</w:t>
              </w:r>
              <w:r w:rsidRPr="007A5A43">
                <w:rPr>
                  <w:rStyle w:val="Hyperlink"/>
                  <w:rFonts w:ascii="Times New Roman" w:hAnsi="Times New Roman"/>
                </w:rPr>
                <w:t>8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oOcV</w:t>
              </w:r>
              <w:r w:rsidRPr="007A5A43">
                <w:rPr>
                  <w:rStyle w:val="Hyperlink"/>
                  <w:rFonts w:ascii="Times New Roman" w:hAnsi="Times New Roman"/>
                </w:rPr>
                <w:t>3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o</w:t>
              </w:r>
            </w:hyperlink>
            <w:r w:rsidRPr="007A5A43">
              <w:rPr>
                <w:rFonts w:ascii="Times New Roman" w:hAnsi="Times New Roman"/>
              </w:rPr>
              <w:t xml:space="preserve"> </w:t>
            </w:r>
          </w:p>
          <w:p w:rsidR="006C55E4" w:rsidRPr="007A5A43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5E4" w:rsidRPr="001A0338" w:rsidRDefault="006C55E4" w:rsidP="00C03D6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33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youtu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be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zGIV</w:t>
              </w:r>
              <w:r w:rsidRPr="00CE777D">
                <w:rPr>
                  <w:rStyle w:val="Hyperlink"/>
                  <w:rFonts w:ascii="Times New Roman" w:hAnsi="Times New Roman"/>
                </w:rPr>
                <w:t>7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Xa</w:t>
              </w:r>
              <w:r w:rsidRPr="00CE777D">
                <w:rPr>
                  <w:rStyle w:val="Hyperlink"/>
                  <w:rFonts w:ascii="Times New Roman" w:hAnsi="Times New Roman"/>
                </w:rPr>
                <w:t>9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Rkw</w:t>
              </w:r>
            </w:hyperlink>
          </w:p>
        </w:tc>
      </w:tr>
      <w:tr w:rsidR="006C55E4" w:rsidRPr="001C2BE4" w:rsidTr="000E58BE">
        <w:trPr>
          <w:trHeight w:val="267"/>
        </w:trPr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Прогулка</w:t>
            </w:r>
          </w:p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0D7D54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Наблюдения</w:t>
            </w:r>
            <w:r w:rsidRPr="001C2BE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EC45FC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Апрель 1 неделя - </w:t>
            </w:r>
            <w:r>
              <w:t>наблюдение за изменениями в природе. Предложить детям и родителям самостоятельно найти признаки весны в окружающей природе.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EC45FC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Записи в домашний дневник.</w:t>
            </w:r>
          </w:p>
        </w:tc>
      </w:tr>
      <w:tr w:rsidR="006C55E4" w:rsidRPr="001C2BE4" w:rsidTr="000E58BE">
        <w:trPr>
          <w:trHeight w:val="176"/>
        </w:trPr>
        <w:tc>
          <w:tcPr>
            <w:tcW w:w="446" w:type="pct"/>
            <w:vMerge/>
            <w:tcBorders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EC45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Подвижные игры для детей дома.</w:t>
            </w:r>
          </w:p>
        </w:tc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EC45FC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помочь родителям осознать значимость игры в жизни ребёнка: способствовать овладению способами управления игрой. Библиотека изображений: опубликовано в разделах.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Default="006C55E4" w:rsidP="00EC45FC">
            <w:pPr>
              <w:pStyle w:val="NoSpacing"/>
              <w:rPr>
                <w:rFonts w:ascii="Times New Roman" w:hAnsi="Times New Roman"/>
              </w:rPr>
            </w:pPr>
            <w:hyperlink r:id="rId34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https</w:t>
              </w:r>
              <w:r w:rsidRPr="00CE777D">
                <w:rPr>
                  <w:rStyle w:val="Hyperlink"/>
                  <w:rFonts w:ascii="Times New Roman" w:hAnsi="Times New Roman"/>
                </w:rPr>
                <w:t>://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Pedsovet</w:t>
              </w:r>
              <w:r w:rsidRPr="00CE777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su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dosug</w:t>
              </w:r>
              <w:r w:rsidRPr="00CE777D">
                <w:rPr>
                  <w:rStyle w:val="Hyperlink"/>
                  <w:rFonts w:ascii="Times New Roman" w:hAnsi="Times New Roman"/>
                </w:rPr>
                <w:t>/</w:t>
              </w:r>
            </w:hyperlink>
            <w:r w:rsidRPr="00CE4BA3">
              <w:rPr>
                <w:rFonts w:ascii="Times New Roman" w:hAnsi="Times New Roman"/>
              </w:rPr>
              <w:t xml:space="preserve"> </w:t>
            </w:r>
            <w:r w:rsidRPr="00D11972">
              <w:rPr>
                <w:rFonts w:ascii="Times New Roman" w:hAnsi="Times New Roman"/>
              </w:rPr>
              <w:t>подвижные и</w:t>
            </w:r>
            <w:r>
              <w:rPr>
                <w:rFonts w:ascii="Times New Roman" w:hAnsi="Times New Roman"/>
              </w:rPr>
              <w:t>гры для детей 3-12 лет</w:t>
            </w:r>
          </w:p>
          <w:p w:rsidR="006C55E4" w:rsidRPr="0065754D" w:rsidRDefault="006C55E4" w:rsidP="00EC45FC">
            <w:pPr>
              <w:pStyle w:val="NoSpacing"/>
              <w:rPr>
                <w:rFonts w:ascii="Times New Roman" w:hAnsi="Times New Roman"/>
              </w:rPr>
            </w:pPr>
            <w:hyperlink r:id="rId35" w:history="1"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www</w:t>
              </w:r>
              <w:r w:rsidRPr="0065754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maam</w:t>
              </w:r>
              <w:r w:rsidRPr="0065754D">
                <w:rPr>
                  <w:rStyle w:val="Hyperlink"/>
                  <w:rFonts w:ascii="Times New Roman" w:hAnsi="Times New Roman"/>
                </w:rPr>
                <w:t>.</w:t>
              </w:r>
              <w:r w:rsidRPr="00CE777D">
                <w:rPr>
                  <w:rStyle w:val="Hyperlink"/>
                  <w:rFonts w:ascii="Times New Roman" w:hAnsi="Times New Roman"/>
                  <w:lang w:val="en-US"/>
                </w:rPr>
                <w:t>ru</w:t>
              </w:r>
              <w:r w:rsidRPr="0065754D">
                <w:rPr>
                  <w:rStyle w:val="Hyperlink"/>
                  <w:rFonts w:ascii="Times New Roman" w:hAnsi="Times New Roman"/>
                </w:rPr>
                <w:t>/детский</w:t>
              </w:r>
            </w:hyperlink>
            <w:r w:rsidRPr="006575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сад/39</w:t>
            </w:r>
          </w:p>
        </w:tc>
      </w:tr>
      <w:tr w:rsidR="006C55E4" w:rsidRPr="001C2BE4" w:rsidTr="000E58BE">
        <w:trPr>
          <w:trHeight w:val="70"/>
        </w:trPr>
        <w:tc>
          <w:tcPr>
            <w:tcW w:w="446" w:type="pct"/>
            <w:vMerge/>
            <w:tcBorders>
              <w:left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EC45FC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деятельность детей</w:t>
            </w:r>
          </w:p>
        </w:tc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EC45FC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формировать у детей здоровьесберегающие компетенции: расширять двигательный опыт, формировать умение организовывать игры, самостоятельно контролировать соответствие своих игровых действий правилами. 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EC45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Альбомные листы, краски, цветные карандаши, </w:t>
            </w:r>
            <w:r w:rsidRPr="001C2BE4">
              <w:rPr>
                <w:rFonts w:ascii="Times New Roman" w:hAnsi="Times New Roman"/>
              </w:rPr>
              <w:t>клей, кисточки, ножницы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6C55E4" w:rsidRPr="001C2BE4" w:rsidTr="000E58BE">
        <w:trPr>
          <w:trHeight w:val="244"/>
        </w:trPr>
        <w:tc>
          <w:tcPr>
            <w:tcW w:w="44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EC45FC">
            <w:pPr>
              <w:pStyle w:val="NoSpacing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Труд «</w:t>
            </w:r>
            <w:r>
              <w:rPr>
                <w:rFonts w:ascii="Times New Roman" w:hAnsi="Times New Roman"/>
              </w:rPr>
              <w:t>Соблюдаем домашний порядок</w:t>
            </w:r>
            <w:r w:rsidRPr="001C2BE4">
              <w:rPr>
                <w:rFonts w:ascii="Times New Roman" w:hAnsi="Times New Roman"/>
              </w:rPr>
              <w:t>»</w:t>
            </w:r>
          </w:p>
        </w:tc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EC45FC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учить трудиться сообща, распределять между собой обязанности</w:t>
            </w:r>
            <w:r w:rsidRPr="001C2BE4">
              <w:rPr>
                <w:rFonts w:ascii="Times New Roman" w:hAnsi="Times New Roman"/>
              </w:rPr>
              <w:t>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EC45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Домашний </w:t>
            </w:r>
            <w:r w:rsidRPr="001C2BE4">
              <w:rPr>
                <w:rFonts w:ascii="Times New Roman" w:hAnsi="Times New Roman"/>
              </w:rPr>
              <w:t>инвентарь</w:t>
            </w:r>
          </w:p>
        </w:tc>
      </w:tr>
      <w:tr w:rsidR="006C55E4" w:rsidRPr="001C2BE4" w:rsidTr="000E58BE">
        <w:trPr>
          <w:trHeight w:val="273"/>
        </w:trPr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>2-я половина дня</w:t>
            </w:r>
          </w:p>
          <w:p w:rsidR="006C55E4" w:rsidRPr="0064238D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5E4" w:rsidRPr="0064238D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EC45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Сюжетно-ролевые игры для детей 6-7 лет</w:t>
            </w:r>
          </w:p>
        </w:tc>
        <w:tc>
          <w:tcPr>
            <w:tcW w:w="261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EC45FC">
            <w:pPr>
              <w:spacing w:after="0" w:line="240" w:lineRule="auto"/>
              <w:rPr>
                <w:rFonts w:ascii="Times New Roman" w:hAnsi="Times New Roman"/>
              </w:rPr>
            </w:pPr>
            <w:r w:rsidRPr="000501DB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самостоятельно создавать для задуманного игровую обстановку. Способствовать формированию умения творчески развивать сюжеты игры.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Default="006C55E4" w:rsidP="00EC45FC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формате – Онлайн </w:t>
            </w:r>
          </w:p>
          <w:p w:rsidR="006C55E4" w:rsidRPr="00821668" w:rsidRDefault="006C55E4" w:rsidP="00EC45FC">
            <w:pPr>
              <w:pStyle w:val="NoSpacing"/>
              <w:rPr>
                <w:rFonts w:ascii="Times New Roman" w:hAnsi="Times New Roman"/>
              </w:rPr>
            </w:pPr>
            <w:hyperlink r:id="rId36" w:history="1">
              <w:r w:rsidRPr="00CE777D">
                <w:rPr>
                  <w:rStyle w:val="Hyperlink"/>
                  <w:rFonts w:ascii="Times New Roman" w:hAnsi="Times New Roman"/>
                </w:rPr>
                <w:t>https://multiurok.ru/all-files/doshcolnoe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6C55E4" w:rsidRPr="001C2BE4" w:rsidTr="000E58BE">
        <w:trPr>
          <w:trHeight w:val="273"/>
        </w:trPr>
        <w:tc>
          <w:tcPr>
            <w:tcW w:w="446" w:type="pct"/>
            <w:vMerge/>
            <w:tcBorders>
              <w:left w:val="single" w:sz="4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EC45FC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Конструирование из строительного материала</w:t>
            </w:r>
          </w:p>
        </w:tc>
        <w:tc>
          <w:tcPr>
            <w:tcW w:w="261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EC45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 </w:t>
            </w:r>
            <w:r w:rsidRPr="001C2BE4">
              <w:rPr>
                <w:rFonts w:ascii="Times New Roman" w:hAnsi="Times New Roman"/>
                <w:color w:val="000000"/>
                <w:shd w:val="clear" w:color="auto" w:fill="FFFFFF"/>
              </w:rPr>
              <w:t>развивать крупную моторику, воображение.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EC45FC">
            <w:pPr>
              <w:spacing w:after="0" w:line="240" w:lineRule="auto"/>
              <w:rPr>
                <w:rFonts w:ascii="Times New Roman" w:hAnsi="Times New Roman"/>
              </w:rPr>
            </w:pPr>
            <w:r w:rsidRPr="001C2BE4">
              <w:rPr>
                <w:rFonts w:ascii="Times New Roman" w:hAnsi="Times New Roman"/>
              </w:rPr>
              <w:t>схемы, чертежи, строительный материал</w:t>
            </w:r>
          </w:p>
        </w:tc>
      </w:tr>
      <w:tr w:rsidR="006C55E4" w:rsidRPr="001C2BE4" w:rsidTr="000E58BE">
        <w:trPr>
          <w:trHeight w:val="70"/>
        </w:trPr>
        <w:tc>
          <w:tcPr>
            <w:tcW w:w="446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C03D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EC45FC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деятельность детей</w:t>
            </w:r>
          </w:p>
        </w:tc>
        <w:tc>
          <w:tcPr>
            <w:tcW w:w="261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64238D" w:rsidRDefault="006C55E4" w:rsidP="00EC45FC">
            <w:pPr>
              <w:pStyle w:val="NoSpacing"/>
              <w:rPr>
                <w:rFonts w:ascii="Times New Roman" w:hAnsi="Times New Roman"/>
              </w:rPr>
            </w:pPr>
            <w:r w:rsidRPr="0064238D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формировать у детей здоровьесберегающие компетенции: расширять двигательный опыт, формировать умение организовывать игры, самостоятельно контролировать соответствие своих игровых действий правилами. 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5E4" w:rsidRPr="001C2BE4" w:rsidRDefault="006C55E4" w:rsidP="00EC45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Альбомные листы, краски, цветные карандаши, </w:t>
            </w:r>
            <w:r w:rsidRPr="001C2BE4">
              <w:rPr>
                <w:rFonts w:ascii="Times New Roman" w:hAnsi="Times New Roman"/>
              </w:rPr>
              <w:t>клей, кисточки, ножницы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="006C55E4" w:rsidRDefault="006C55E4" w:rsidP="00C03D60">
      <w:pPr>
        <w:rPr>
          <w:lang w:eastAsia="en-US"/>
        </w:rPr>
      </w:pPr>
    </w:p>
    <w:p w:rsidR="006C55E4" w:rsidRDefault="006C55E4" w:rsidP="00C03D60">
      <w:pPr>
        <w:rPr>
          <w:lang w:eastAsia="en-US"/>
        </w:rPr>
      </w:pPr>
    </w:p>
    <w:sectPr w:rsidR="006C55E4" w:rsidSect="00626CEB">
      <w:pgSz w:w="16838" w:h="11906" w:orient="landscape"/>
      <w:pgMar w:top="567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A0629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048EA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DC0EB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254CF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FFC1C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B8AD6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4009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9FAFC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33435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2DA84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1FD5282"/>
    <w:multiLevelType w:val="multilevel"/>
    <w:tmpl w:val="81565576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1">
    <w:nsid w:val="4E944AB7"/>
    <w:multiLevelType w:val="hybridMultilevel"/>
    <w:tmpl w:val="64C06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9EC55EE"/>
    <w:multiLevelType w:val="multilevel"/>
    <w:tmpl w:val="A26A5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DDD591D"/>
    <w:multiLevelType w:val="multilevel"/>
    <w:tmpl w:val="FE803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895"/>
    <w:rsid w:val="00000FA8"/>
    <w:rsid w:val="00002784"/>
    <w:rsid w:val="000070E2"/>
    <w:rsid w:val="00007291"/>
    <w:rsid w:val="00010CD9"/>
    <w:rsid w:val="00011E0C"/>
    <w:rsid w:val="00012D81"/>
    <w:rsid w:val="00015C51"/>
    <w:rsid w:val="00017200"/>
    <w:rsid w:val="00020363"/>
    <w:rsid w:val="00024C6E"/>
    <w:rsid w:val="00025D4D"/>
    <w:rsid w:val="000279DA"/>
    <w:rsid w:val="000368A6"/>
    <w:rsid w:val="00036F5F"/>
    <w:rsid w:val="00037608"/>
    <w:rsid w:val="00043D4E"/>
    <w:rsid w:val="000501DB"/>
    <w:rsid w:val="000507A4"/>
    <w:rsid w:val="00055DFE"/>
    <w:rsid w:val="00055F4E"/>
    <w:rsid w:val="000569E3"/>
    <w:rsid w:val="00061A77"/>
    <w:rsid w:val="00062802"/>
    <w:rsid w:val="00062D3E"/>
    <w:rsid w:val="00065F60"/>
    <w:rsid w:val="0007026B"/>
    <w:rsid w:val="00071B15"/>
    <w:rsid w:val="00076273"/>
    <w:rsid w:val="000764E3"/>
    <w:rsid w:val="0009112A"/>
    <w:rsid w:val="00093723"/>
    <w:rsid w:val="00097B7B"/>
    <w:rsid w:val="000A04FD"/>
    <w:rsid w:val="000A30E2"/>
    <w:rsid w:val="000A7171"/>
    <w:rsid w:val="000A7359"/>
    <w:rsid w:val="000A7D59"/>
    <w:rsid w:val="000B3579"/>
    <w:rsid w:val="000B61A3"/>
    <w:rsid w:val="000C0481"/>
    <w:rsid w:val="000C1206"/>
    <w:rsid w:val="000C1927"/>
    <w:rsid w:val="000C4D9C"/>
    <w:rsid w:val="000D08E1"/>
    <w:rsid w:val="000D435C"/>
    <w:rsid w:val="000D515B"/>
    <w:rsid w:val="000D7AC0"/>
    <w:rsid w:val="000D7D54"/>
    <w:rsid w:val="000E081B"/>
    <w:rsid w:val="000E10C6"/>
    <w:rsid w:val="000E53CF"/>
    <w:rsid w:val="000E58BE"/>
    <w:rsid w:val="000E664A"/>
    <w:rsid w:val="000E7152"/>
    <w:rsid w:val="000E7A7A"/>
    <w:rsid w:val="000F3116"/>
    <w:rsid w:val="0011257F"/>
    <w:rsid w:val="00121D50"/>
    <w:rsid w:val="001225F7"/>
    <w:rsid w:val="0012471A"/>
    <w:rsid w:val="001276E9"/>
    <w:rsid w:val="00127ED6"/>
    <w:rsid w:val="00131171"/>
    <w:rsid w:val="001358CB"/>
    <w:rsid w:val="001458F1"/>
    <w:rsid w:val="001465EC"/>
    <w:rsid w:val="00147D21"/>
    <w:rsid w:val="00155A8E"/>
    <w:rsid w:val="001563F4"/>
    <w:rsid w:val="001601C6"/>
    <w:rsid w:val="00162C10"/>
    <w:rsid w:val="00164E5E"/>
    <w:rsid w:val="00167384"/>
    <w:rsid w:val="0017080D"/>
    <w:rsid w:val="001708A6"/>
    <w:rsid w:val="00172D3B"/>
    <w:rsid w:val="00190448"/>
    <w:rsid w:val="00191E7B"/>
    <w:rsid w:val="001A00D4"/>
    <w:rsid w:val="001A0338"/>
    <w:rsid w:val="001A0563"/>
    <w:rsid w:val="001A1E34"/>
    <w:rsid w:val="001A1F7A"/>
    <w:rsid w:val="001A2282"/>
    <w:rsid w:val="001A3154"/>
    <w:rsid w:val="001A3532"/>
    <w:rsid w:val="001A356C"/>
    <w:rsid w:val="001A5DC1"/>
    <w:rsid w:val="001B1ED8"/>
    <w:rsid w:val="001B2AAF"/>
    <w:rsid w:val="001B501F"/>
    <w:rsid w:val="001B6B96"/>
    <w:rsid w:val="001C0219"/>
    <w:rsid w:val="001C26F1"/>
    <w:rsid w:val="001C2BE4"/>
    <w:rsid w:val="001C4809"/>
    <w:rsid w:val="001C65A3"/>
    <w:rsid w:val="001D58FC"/>
    <w:rsid w:val="001E12F0"/>
    <w:rsid w:val="001E6CBB"/>
    <w:rsid w:val="001F2B78"/>
    <w:rsid w:val="001F6444"/>
    <w:rsid w:val="00203FBC"/>
    <w:rsid w:val="00205F75"/>
    <w:rsid w:val="00215E29"/>
    <w:rsid w:val="002212AF"/>
    <w:rsid w:val="0022517C"/>
    <w:rsid w:val="00231C40"/>
    <w:rsid w:val="002330B8"/>
    <w:rsid w:val="00234388"/>
    <w:rsid w:val="002343FE"/>
    <w:rsid w:val="0023753C"/>
    <w:rsid w:val="002408EE"/>
    <w:rsid w:val="00240CD3"/>
    <w:rsid w:val="00242945"/>
    <w:rsid w:val="002440ED"/>
    <w:rsid w:val="002473D6"/>
    <w:rsid w:val="00250495"/>
    <w:rsid w:val="00260033"/>
    <w:rsid w:val="00260FA7"/>
    <w:rsid w:val="00264424"/>
    <w:rsid w:val="002726FD"/>
    <w:rsid w:val="0027610B"/>
    <w:rsid w:val="00276D3C"/>
    <w:rsid w:val="00280D4E"/>
    <w:rsid w:val="00281DEC"/>
    <w:rsid w:val="00287EB7"/>
    <w:rsid w:val="00290968"/>
    <w:rsid w:val="00292D72"/>
    <w:rsid w:val="00297CBE"/>
    <w:rsid w:val="002A4461"/>
    <w:rsid w:val="002A789E"/>
    <w:rsid w:val="002B03E0"/>
    <w:rsid w:val="002B099C"/>
    <w:rsid w:val="002B21C3"/>
    <w:rsid w:val="002B2BDD"/>
    <w:rsid w:val="002B40C1"/>
    <w:rsid w:val="002C07A8"/>
    <w:rsid w:val="002C2346"/>
    <w:rsid w:val="002C594D"/>
    <w:rsid w:val="002C6D4E"/>
    <w:rsid w:val="002D2FDB"/>
    <w:rsid w:val="002D32C9"/>
    <w:rsid w:val="002D5829"/>
    <w:rsid w:val="002D5A2A"/>
    <w:rsid w:val="002D5B62"/>
    <w:rsid w:val="002D77B7"/>
    <w:rsid w:val="002E245B"/>
    <w:rsid w:val="002E3366"/>
    <w:rsid w:val="002F1840"/>
    <w:rsid w:val="002F2CC6"/>
    <w:rsid w:val="002F6CAA"/>
    <w:rsid w:val="003048F5"/>
    <w:rsid w:val="00307EEF"/>
    <w:rsid w:val="0031146B"/>
    <w:rsid w:val="00312913"/>
    <w:rsid w:val="00314923"/>
    <w:rsid w:val="003161CB"/>
    <w:rsid w:val="00317083"/>
    <w:rsid w:val="003205A2"/>
    <w:rsid w:val="00320871"/>
    <w:rsid w:val="00320D1B"/>
    <w:rsid w:val="00321E47"/>
    <w:rsid w:val="00323703"/>
    <w:rsid w:val="00324342"/>
    <w:rsid w:val="003277DD"/>
    <w:rsid w:val="00333BED"/>
    <w:rsid w:val="00334B2F"/>
    <w:rsid w:val="00334F21"/>
    <w:rsid w:val="00335022"/>
    <w:rsid w:val="003356A2"/>
    <w:rsid w:val="003377D8"/>
    <w:rsid w:val="00337CDE"/>
    <w:rsid w:val="00342519"/>
    <w:rsid w:val="00352E2E"/>
    <w:rsid w:val="00353060"/>
    <w:rsid w:val="00356EB3"/>
    <w:rsid w:val="0035798C"/>
    <w:rsid w:val="00360B0F"/>
    <w:rsid w:val="00363F9B"/>
    <w:rsid w:val="00364E05"/>
    <w:rsid w:val="003672BC"/>
    <w:rsid w:val="0036754A"/>
    <w:rsid w:val="00370B0B"/>
    <w:rsid w:val="00370B2C"/>
    <w:rsid w:val="003739EE"/>
    <w:rsid w:val="0037408B"/>
    <w:rsid w:val="0037581A"/>
    <w:rsid w:val="00376DB1"/>
    <w:rsid w:val="003770CB"/>
    <w:rsid w:val="003803F5"/>
    <w:rsid w:val="0038084A"/>
    <w:rsid w:val="00380993"/>
    <w:rsid w:val="00385077"/>
    <w:rsid w:val="003913F5"/>
    <w:rsid w:val="00393BD0"/>
    <w:rsid w:val="00397B29"/>
    <w:rsid w:val="00397DF4"/>
    <w:rsid w:val="003A13C9"/>
    <w:rsid w:val="003A2EC0"/>
    <w:rsid w:val="003A556A"/>
    <w:rsid w:val="003A7471"/>
    <w:rsid w:val="003C0814"/>
    <w:rsid w:val="003C2599"/>
    <w:rsid w:val="003C2D8F"/>
    <w:rsid w:val="003D4692"/>
    <w:rsid w:val="003D51FE"/>
    <w:rsid w:val="003D68E6"/>
    <w:rsid w:val="003E373F"/>
    <w:rsid w:val="003E3BAD"/>
    <w:rsid w:val="003E5901"/>
    <w:rsid w:val="003E5C14"/>
    <w:rsid w:val="003F0B62"/>
    <w:rsid w:val="00400ED3"/>
    <w:rsid w:val="00403313"/>
    <w:rsid w:val="00405A76"/>
    <w:rsid w:val="00405A8A"/>
    <w:rsid w:val="0041181B"/>
    <w:rsid w:val="004142B9"/>
    <w:rsid w:val="00414D70"/>
    <w:rsid w:val="004154A5"/>
    <w:rsid w:val="00420ED2"/>
    <w:rsid w:val="00422B7E"/>
    <w:rsid w:val="004248E8"/>
    <w:rsid w:val="00425EE7"/>
    <w:rsid w:val="00431B13"/>
    <w:rsid w:val="00432B43"/>
    <w:rsid w:val="0043327B"/>
    <w:rsid w:val="004345FD"/>
    <w:rsid w:val="00436009"/>
    <w:rsid w:val="004370C7"/>
    <w:rsid w:val="00442EAF"/>
    <w:rsid w:val="0044678E"/>
    <w:rsid w:val="00446E45"/>
    <w:rsid w:val="00450270"/>
    <w:rsid w:val="00452E43"/>
    <w:rsid w:val="00464528"/>
    <w:rsid w:val="0047299A"/>
    <w:rsid w:val="004733D5"/>
    <w:rsid w:val="0047383D"/>
    <w:rsid w:val="00475241"/>
    <w:rsid w:val="00487B72"/>
    <w:rsid w:val="0049056E"/>
    <w:rsid w:val="004949C1"/>
    <w:rsid w:val="004954D2"/>
    <w:rsid w:val="00496EC1"/>
    <w:rsid w:val="0049731C"/>
    <w:rsid w:val="004A05CE"/>
    <w:rsid w:val="004A1E05"/>
    <w:rsid w:val="004A379E"/>
    <w:rsid w:val="004B270C"/>
    <w:rsid w:val="004B3768"/>
    <w:rsid w:val="004C3007"/>
    <w:rsid w:val="004C4876"/>
    <w:rsid w:val="004C4C33"/>
    <w:rsid w:val="004D5422"/>
    <w:rsid w:val="004D58BF"/>
    <w:rsid w:val="004D5ACA"/>
    <w:rsid w:val="004D6E8A"/>
    <w:rsid w:val="004D7EFC"/>
    <w:rsid w:val="004E03BF"/>
    <w:rsid w:val="004E14FD"/>
    <w:rsid w:val="004E730F"/>
    <w:rsid w:val="004F1836"/>
    <w:rsid w:val="004F3DE8"/>
    <w:rsid w:val="004F5F57"/>
    <w:rsid w:val="004F65FA"/>
    <w:rsid w:val="00501BC1"/>
    <w:rsid w:val="0050773A"/>
    <w:rsid w:val="00511DCE"/>
    <w:rsid w:val="00512F72"/>
    <w:rsid w:val="005234F9"/>
    <w:rsid w:val="005305F0"/>
    <w:rsid w:val="00530F7B"/>
    <w:rsid w:val="005316A7"/>
    <w:rsid w:val="00532C29"/>
    <w:rsid w:val="00532CF1"/>
    <w:rsid w:val="005338EF"/>
    <w:rsid w:val="0054253A"/>
    <w:rsid w:val="0054724F"/>
    <w:rsid w:val="00560A59"/>
    <w:rsid w:val="00563FCA"/>
    <w:rsid w:val="00567394"/>
    <w:rsid w:val="005677F8"/>
    <w:rsid w:val="00567964"/>
    <w:rsid w:val="0057552E"/>
    <w:rsid w:val="005821DF"/>
    <w:rsid w:val="00582E7E"/>
    <w:rsid w:val="00585F16"/>
    <w:rsid w:val="00586854"/>
    <w:rsid w:val="005903D6"/>
    <w:rsid w:val="005925FC"/>
    <w:rsid w:val="005927F2"/>
    <w:rsid w:val="005949E6"/>
    <w:rsid w:val="00595FA2"/>
    <w:rsid w:val="00596E3F"/>
    <w:rsid w:val="00597741"/>
    <w:rsid w:val="005A2A4B"/>
    <w:rsid w:val="005A68AB"/>
    <w:rsid w:val="005B7D87"/>
    <w:rsid w:val="005C084B"/>
    <w:rsid w:val="005C1413"/>
    <w:rsid w:val="005C2DE2"/>
    <w:rsid w:val="005C35D2"/>
    <w:rsid w:val="005C610A"/>
    <w:rsid w:val="005C6FD2"/>
    <w:rsid w:val="005D05E4"/>
    <w:rsid w:val="005D0F23"/>
    <w:rsid w:val="005D1B99"/>
    <w:rsid w:val="005D5CBD"/>
    <w:rsid w:val="005E3A26"/>
    <w:rsid w:val="005E4C7B"/>
    <w:rsid w:val="005F298D"/>
    <w:rsid w:val="005F311E"/>
    <w:rsid w:val="005F438E"/>
    <w:rsid w:val="005F5640"/>
    <w:rsid w:val="005F6B78"/>
    <w:rsid w:val="00602DAD"/>
    <w:rsid w:val="00605DCD"/>
    <w:rsid w:val="0061214C"/>
    <w:rsid w:val="00613391"/>
    <w:rsid w:val="00621656"/>
    <w:rsid w:val="006241B2"/>
    <w:rsid w:val="00626CEB"/>
    <w:rsid w:val="00627D48"/>
    <w:rsid w:val="00636DAF"/>
    <w:rsid w:val="00641E1C"/>
    <w:rsid w:val="00641F01"/>
    <w:rsid w:val="0064238D"/>
    <w:rsid w:val="00644B76"/>
    <w:rsid w:val="00652039"/>
    <w:rsid w:val="00652BE4"/>
    <w:rsid w:val="006539CC"/>
    <w:rsid w:val="00654189"/>
    <w:rsid w:val="006547F9"/>
    <w:rsid w:val="0065570F"/>
    <w:rsid w:val="00656478"/>
    <w:rsid w:val="0065754D"/>
    <w:rsid w:val="00662C66"/>
    <w:rsid w:val="00662E42"/>
    <w:rsid w:val="00664E4E"/>
    <w:rsid w:val="00666D7E"/>
    <w:rsid w:val="00677672"/>
    <w:rsid w:val="00680303"/>
    <w:rsid w:val="00680A04"/>
    <w:rsid w:val="00681113"/>
    <w:rsid w:val="00685D7A"/>
    <w:rsid w:val="006862C9"/>
    <w:rsid w:val="00691242"/>
    <w:rsid w:val="006938B0"/>
    <w:rsid w:val="00695A8D"/>
    <w:rsid w:val="00697FBE"/>
    <w:rsid w:val="006A1260"/>
    <w:rsid w:val="006A472A"/>
    <w:rsid w:val="006A75D6"/>
    <w:rsid w:val="006B22C9"/>
    <w:rsid w:val="006B4FD5"/>
    <w:rsid w:val="006C0627"/>
    <w:rsid w:val="006C0DDF"/>
    <w:rsid w:val="006C31BC"/>
    <w:rsid w:val="006C3291"/>
    <w:rsid w:val="006C55E4"/>
    <w:rsid w:val="006C77A5"/>
    <w:rsid w:val="006D1606"/>
    <w:rsid w:val="006D1EE6"/>
    <w:rsid w:val="006E04D8"/>
    <w:rsid w:val="006E1E3F"/>
    <w:rsid w:val="006E1E6B"/>
    <w:rsid w:val="006E7138"/>
    <w:rsid w:val="006E716A"/>
    <w:rsid w:val="006F5F8D"/>
    <w:rsid w:val="006F601A"/>
    <w:rsid w:val="0070100F"/>
    <w:rsid w:val="00705EDC"/>
    <w:rsid w:val="00707C86"/>
    <w:rsid w:val="00713D94"/>
    <w:rsid w:val="00717243"/>
    <w:rsid w:val="00720300"/>
    <w:rsid w:val="00721B97"/>
    <w:rsid w:val="0072473C"/>
    <w:rsid w:val="00733CB0"/>
    <w:rsid w:val="00734780"/>
    <w:rsid w:val="0073725C"/>
    <w:rsid w:val="00737AB1"/>
    <w:rsid w:val="00747B3E"/>
    <w:rsid w:val="00754CBB"/>
    <w:rsid w:val="007568B8"/>
    <w:rsid w:val="00756CC2"/>
    <w:rsid w:val="007633A1"/>
    <w:rsid w:val="00764860"/>
    <w:rsid w:val="007710E6"/>
    <w:rsid w:val="00777FFA"/>
    <w:rsid w:val="00785221"/>
    <w:rsid w:val="00792BFB"/>
    <w:rsid w:val="0079450A"/>
    <w:rsid w:val="00795ED1"/>
    <w:rsid w:val="007A0376"/>
    <w:rsid w:val="007A3D78"/>
    <w:rsid w:val="007A57D1"/>
    <w:rsid w:val="007A5A43"/>
    <w:rsid w:val="007B03E0"/>
    <w:rsid w:val="007C131E"/>
    <w:rsid w:val="007C1B34"/>
    <w:rsid w:val="007C1D86"/>
    <w:rsid w:val="007C6D5B"/>
    <w:rsid w:val="007D1584"/>
    <w:rsid w:val="007D2B2C"/>
    <w:rsid w:val="007D3AD8"/>
    <w:rsid w:val="007D7984"/>
    <w:rsid w:val="007E1F96"/>
    <w:rsid w:val="007F0EB7"/>
    <w:rsid w:val="007F1B65"/>
    <w:rsid w:val="007F2A66"/>
    <w:rsid w:val="007F4BD5"/>
    <w:rsid w:val="007F4DBA"/>
    <w:rsid w:val="008075D8"/>
    <w:rsid w:val="0081220C"/>
    <w:rsid w:val="00812FF8"/>
    <w:rsid w:val="00815DA4"/>
    <w:rsid w:val="0081698B"/>
    <w:rsid w:val="00820057"/>
    <w:rsid w:val="008205A7"/>
    <w:rsid w:val="00821668"/>
    <w:rsid w:val="008229B6"/>
    <w:rsid w:val="00823866"/>
    <w:rsid w:val="00823DAD"/>
    <w:rsid w:val="0082500A"/>
    <w:rsid w:val="0082529D"/>
    <w:rsid w:val="00832EC9"/>
    <w:rsid w:val="0083613F"/>
    <w:rsid w:val="00837CAD"/>
    <w:rsid w:val="008436F2"/>
    <w:rsid w:val="0084673A"/>
    <w:rsid w:val="00855A61"/>
    <w:rsid w:val="00867CDE"/>
    <w:rsid w:val="008731F4"/>
    <w:rsid w:val="00877B2D"/>
    <w:rsid w:val="00886FD7"/>
    <w:rsid w:val="00890F95"/>
    <w:rsid w:val="00891FCE"/>
    <w:rsid w:val="0089606F"/>
    <w:rsid w:val="00897DB7"/>
    <w:rsid w:val="008A301C"/>
    <w:rsid w:val="008A6E49"/>
    <w:rsid w:val="008B204D"/>
    <w:rsid w:val="008C10D4"/>
    <w:rsid w:val="008C16DC"/>
    <w:rsid w:val="008C1CF4"/>
    <w:rsid w:val="008C1F19"/>
    <w:rsid w:val="008C2F93"/>
    <w:rsid w:val="008C5713"/>
    <w:rsid w:val="008D03BD"/>
    <w:rsid w:val="008D7C92"/>
    <w:rsid w:val="008E2F3B"/>
    <w:rsid w:val="008E38FA"/>
    <w:rsid w:val="008E5928"/>
    <w:rsid w:val="008F2E3C"/>
    <w:rsid w:val="008F5515"/>
    <w:rsid w:val="008F5D3C"/>
    <w:rsid w:val="009003FC"/>
    <w:rsid w:val="009075DF"/>
    <w:rsid w:val="00915BE1"/>
    <w:rsid w:val="00916EE9"/>
    <w:rsid w:val="00917321"/>
    <w:rsid w:val="00925992"/>
    <w:rsid w:val="00926CBA"/>
    <w:rsid w:val="009275B0"/>
    <w:rsid w:val="009347C7"/>
    <w:rsid w:val="009375B7"/>
    <w:rsid w:val="00940573"/>
    <w:rsid w:val="00940BB8"/>
    <w:rsid w:val="00954035"/>
    <w:rsid w:val="00962EC9"/>
    <w:rsid w:val="00966C73"/>
    <w:rsid w:val="00970CCE"/>
    <w:rsid w:val="00971E49"/>
    <w:rsid w:val="0097478C"/>
    <w:rsid w:val="009846E1"/>
    <w:rsid w:val="009860D8"/>
    <w:rsid w:val="00986B5A"/>
    <w:rsid w:val="00987968"/>
    <w:rsid w:val="00992175"/>
    <w:rsid w:val="0099795D"/>
    <w:rsid w:val="009A0E24"/>
    <w:rsid w:val="009A2F3D"/>
    <w:rsid w:val="009B3775"/>
    <w:rsid w:val="009B6293"/>
    <w:rsid w:val="009C0BED"/>
    <w:rsid w:val="009C25F8"/>
    <w:rsid w:val="009C4C5E"/>
    <w:rsid w:val="009D0966"/>
    <w:rsid w:val="009D109E"/>
    <w:rsid w:val="009D3E25"/>
    <w:rsid w:val="009D461D"/>
    <w:rsid w:val="009D5E10"/>
    <w:rsid w:val="009D770E"/>
    <w:rsid w:val="009F0DFC"/>
    <w:rsid w:val="009F6F57"/>
    <w:rsid w:val="009F7E8A"/>
    <w:rsid w:val="00A05678"/>
    <w:rsid w:val="00A141D9"/>
    <w:rsid w:val="00A15B08"/>
    <w:rsid w:val="00A1673B"/>
    <w:rsid w:val="00A16860"/>
    <w:rsid w:val="00A21A05"/>
    <w:rsid w:val="00A22C85"/>
    <w:rsid w:val="00A26BCB"/>
    <w:rsid w:val="00A32FF4"/>
    <w:rsid w:val="00A331D7"/>
    <w:rsid w:val="00A37BED"/>
    <w:rsid w:val="00A4191D"/>
    <w:rsid w:val="00A43019"/>
    <w:rsid w:val="00A445E1"/>
    <w:rsid w:val="00A4461F"/>
    <w:rsid w:val="00A450FE"/>
    <w:rsid w:val="00A50887"/>
    <w:rsid w:val="00A536A9"/>
    <w:rsid w:val="00A570AF"/>
    <w:rsid w:val="00A63E17"/>
    <w:rsid w:val="00A650DF"/>
    <w:rsid w:val="00A673D0"/>
    <w:rsid w:val="00A7214B"/>
    <w:rsid w:val="00A73070"/>
    <w:rsid w:val="00A77437"/>
    <w:rsid w:val="00A80DF0"/>
    <w:rsid w:val="00A85325"/>
    <w:rsid w:val="00A86E79"/>
    <w:rsid w:val="00A904CC"/>
    <w:rsid w:val="00A938EA"/>
    <w:rsid w:val="00A93F5A"/>
    <w:rsid w:val="00A945BC"/>
    <w:rsid w:val="00AA4133"/>
    <w:rsid w:val="00AA5E0C"/>
    <w:rsid w:val="00AB03FB"/>
    <w:rsid w:val="00AB10B2"/>
    <w:rsid w:val="00AB3F83"/>
    <w:rsid w:val="00AB77D6"/>
    <w:rsid w:val="00AC4992"/>
    <w:rsid w:val="00AC4F63"/>
    <w:rsid w:val="00AC6F94"/>
    <w:rsid w:val="00AC7649"/>
    <w:rsid w:val="00AC78B2"/>
    <w:rsid w:val="00AD1EBB"/>
    <w:rsid w:val="00AD3C59"/>
    <w:rsid w:val="00AD6DCA"/>
    <w:rsid w:val="00AD7CE7"/>
    <w:rsid w:val="00AE01F4"/>
    <w:rsid w:val="00AE47C7"/>
    <w:rsid w:val="00AE5F40"/>
    <w:rsid w:val="00AF10B2"/>
    <w:rsid w:val="00AF36B5"/>
    <w:rsid w:val="00AF3A87"/>
    <w:rsid w:val="00AF5F31"/>
    <w:rsid w:val="00B005AD"/>
    <w:rsid w:val="00B029C3"/>
    <w:rsid w:val="00B03EA7"/>
    <w:rsid w:val="00B06A1B"/>
    <w:rsid w:val="00B11A76"/>
    <w:rsid w:val="00B15720"/>
    <w:rsid w:val="00B15C0D"/>
    <w:rsid w:val="00B15F89"/>
    <w:rsid w:val="00B16135"/>
    <w:rsid w:val="00B26A43"/>
    <w:rsid w:val="00B372E3"/>
    <w:rsid w:val="00B37F5D"/>
    <w:rsid w:val="00B40236"/>
    <w:rsid w:val="00B54F5F"/>
    <w:rsid w:val="00B56F28"/>
    <w:rsid w:val="00B6004B"/>
    <w:rsid w:val="00B64E07"/>
    <w:rsid w:val="00B6568C"/>
    <w:rsid w:val="00B673C4"/>
    <w:rsid w:val="00B677AD"/>
    <w:rsid w:val="00B67B73"/>
    <w:rsid w:val="00B73C26"/>
    <w:rsid w:val="00B74C32"/>
    <w:rsid w:val="00B767B7"/>
    <w:rsid w:val="00B77C2E"/>
    <w:rsid w:val="00B800E1"/>
    <w:rsid w:val="00B93AF8"/>
    <w:rsid w:val="00BA1FF9"/>
    <w:rsid w:val="00BA3076"/>
    <w:rsid w:val="00BA406A"/>
    <w:rsid w:val="00BB7E7D"/>
    <w:rsid w:val="00BC1139"/>
    <w:rsid w:val="00BC5C6A"/>
    <w:rsid w:val="00BC7279"/>
    <w:rsid w:val="00BD6938"/>
    <w:rsid w:val="00BD7034"/>
    <w:rsid w:val="00BE4CA4"/>
    <w:rsid w:val="00BE5D57"/>
    <w:rsid w:val="00BE7B4F"/>
    <w:rsid w:val="00BF1DAA"/>
    <w:rsid w:val="00BF287A"/>
    <w:rsid w:val="00BF51E6"/>
    <w:rsid w:val="00C025BE"/>
    <w:rsid w:val="00C03D60"/>
    <w:rsid w:val="00C11F10"/>
    <w:rsid w:val="00C154F6"/>
    <w:rsid w:val="00C25B00"/>
    <w:rsid w:val="00C262D1"/>
    <w:rsid w:val="00C26E22"/>
    <w:rsid w:val="00C353CD"/>
    <w:rsid w:val="00C35FE2"/>
    <w:rsid w:val="00C421C6"/>
    <w:rsid w:val="00C46A5D"/>
    <w:rsid w:val="00C46D21"/>
    <w:rsid w:val="00C50318"/>
    <w:rsid w:val="00C60720"/>
    <w:rsid w:val="00C64DD8"/>
    <w:rsid w:val="00C64F23"/>
    <w:rsid w:val="00C6620C"/>
    <w:rsid w:val="00C668AE"/>
    <w:rsid w:val="00C66C1F"/>
    <w:rsid w:val="00C72E1F"/>
    <w:rsid w:val="00C74F2B"/>
    <w:rsid w:val="00C7624E"/>
    <w:rsid w:val="00C80ABF"/>
    <w:rsid w:val="00C946B2"/>
    <w:rsid w:val="00CA4FAC"/>
    <w:rsid w:val="00CA5CE9"/>
    <w:rsid w:val="00CA61A2"/>
    <w:rsid w:val="00CB1F53"/>
    <w:rsid w:val="00CB2FFA"/>
    <w:rsid w:val="00CB7DCC"/>
    <w:rsid w:val="00CC2A11"/>
    <w:rsid w:val="00CC79AF"/>
    <w:rsid w:val="00CD6D4D"/>
    <w:rsid w:val="00CE15F8"/>
    <w:rsid w:val="00CE4BA3"/>
    <w:rsid w:val="00CE777D"/>
    <w:rsid w:val="00CE7ECD"/>
    <w:rsid w:val="00CF37C3"/>
    <w:rsid w:val="00CF43EF"/>
    <w:rsid w:val="00D05838"/>
    <w:rsid w:val="00D117BA"/>
    <w:rsid w:val="00D11972"/>
    <w:rsid w:val="00D212D3"/>
    <w:rsid w:val="00D21F5E"/>
    <w:rsid w:val="00D34354"/>
    <w:rsid w:val="00D344FE"/>
    <w:rsid w:val="00D34974"/>
    <w:rsid w:val="00D4629A"/>
    <w:rsid w:val="00D478A2"/>
    <w:rsid w:val="00D566DF"/>
    <w:rsid w:val="00D638C9"/>
    <w:rsid w:val="00D65BA9"/>
    <w:rsid w:val="00D679BD"/>
    <w:rsid w:val="00D70CBF"/>
    <w:rsid w:val="00D7203A"/>
    <w:rsid w:val="00D728C8"/>
    <w:rsid w:val="00D74895"/>
    <w:rsid w:val="00D748B3"/>
    <w:rsid w:val="00D76EF3"/>
    <w:rsid w:val="00D84FC8"/>
    <w:rsid w:val="00D850ED"/>
    <w:rsid w:val="00D879BC"/>
    <w:rsid w:val="00D92C1D"/>
    <w:rsid w:val="00DA14D1"/>
    <w:rsid w:val="00DB0B48"/>
    <w:rsid w:val="00DB1393"/>
    <w:rsid w:val="00DB23EC"/>
    <w:rsid w:val="00DB2E69"/>
    <w:rsid w:val="00DE39D1"/>
    <w:rsid w:val="00DE4ED0"/>
    <w:rsid w:val="00DE72C7"/>
    <w:rsid w:val="00DF0883"/>
    <w:rsid w:val="00E07797"/>
    <w:rsid w:val="00E07925"/>
    <w:rsid w:val="00E10C5C"/>
    <w:rsid w:val="00E205E9"/>
    <w:rsid w:val="00E2084C"/>
    <w:rsid w:val="00E20C83"/>
    <w:rsid w:val="00E21EA2"/>
    <w:rsid w:val="00E225FC"/>
    <w:rsid w:val="00E26DB7"/>
    <w:rsid w:val="00E32E95"/>
    <w:rsid w:val="00E36145"/>
    <w:rsid w:val="00E41E14"/>
    <w:rsid w:val="00E42FE4"/>
    <w:rsid w:val="00E44B48"/>
    <w:rsid w:val="00E457F3"/>
    <w:rsid w:val="00E46AE0"/>
    <w:rsid w:val="00E51B4C"/>
    <w:rsid w:val="00E54B5F"/>
    <w:rsid w:val="00E56009"/>
    <w:rsid w:val="00E6711F"/>
    <w:rsid w:val="00E72B7B"/>
    <w:rsid w:val="00E74A42"/>
    <w:rsid w:val="00E82E4B"/>
    <w:rsid w:val="00E84244"/>
    <w:rsid w:val="00E852F3"/>
    <w:rsid w:val="00E94233"/>
    <w:rsid w:val="00E94FFC"/>
    <w:rsid w:val="00EA0159"/>
    <w:rsid w:val="00EA2C93"/>
    <w:rsid w:val="00EA4405"/>
    <w:rsid w:val="00EA543A"/>
    <w:rsid w:val="00EC1B46"/>
    <w:rsid w:val="00EC358F"/>
    <w:rsid w:val="00EC45FC"/>
    <w:rsid w:val="00ED04BE"/>
    <w:rsid w:val="00ED0776"/>
    <w:rsid w:val="00ED52ED"/>
    <w:rsid w:val="00EE08D3"/>
    <w:rsid w:val="00EE3C82"/>
    <w:rsid w:val="00EF257A"/>
    <w:rsid w:val="00EF6D11"/>
    <w:rsid w:val="00F00F36"/>
    <w:rsid w:val="00F05841"/>
    <w:rsid w:val="00F05DD4"/>
    <w:rsid w:val="00F16954"/>
    <w:rsid w:val="00F17ECC"/>
    <w:rsid w:val="00F20D90"/>
    <w:rsid w:val="00F27A29"/>
    <w:rsid w:val="00F341CF"/>
    <w:rsid w:val="00F34E34"/>
    <w:rsid w:val="00F36108"/>
    <w:rsid w:val="00F365AC"/>
    <w:rsid w:val="00F37480"/>
    <w:rsid w:val="00F4006D"/>
    <w:rsid w:val="00F40988"/>
    <w:rsid w:val="00F41134"/>
    <w:rsid w:val="00F4256C"/>
    <w:rsid w:val="00F43A3F"/>
    <w:rsid w:val="00F467E3"/>
    <w:rsid w:val="00F600CA"/>
    <w:rsid w:val="00F62023"/>
    <w:rsid w:val="00F70371"/>
    <w:rsid w:val="00F74092"/>
    <w:rsid w:val="00F8037C"/>
    <w:rsid w:val="00F81820"/>
    <w:rsid w:val="00F81835"/>
    <w:rsid w:val="00F877DD"/>
    <w:rsid w:val="00FA6316"/>
    <w:rsid w:val="00FA76FC"/>
    <w:rsid w:val="00FB5B0E"/>
    <w:rsid w:val="00FB7122"/>
    <w:rsid w:val="00FC1F5B"/>
    <w:rsid w:val="00FC2969"/>
    <w:rsid w:val="00FD3C8E"/>
    <w:rsid w:val="00FD44B4"/>
    <w:rsid w:val="00FD6092"/>
    <w:rsid w:val="00FE0B6F"/>
    <w:rsid w:val="00FF774C"/>
    <w:rsid w:val="00FF7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EC1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8C1CF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C1CF4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oSpacing">
    <w:name w:val="No Spacing"/>
    <w:link w:val="NoSpacingChar"/>
    <w:uiPriority w:val="99"/>
    <w:qFormat/>
    <w:rsid w:val="00356EB3"/>
  </w:style>
  <w:style w:type="paragraph" w:customStyle="1" w:styleId="c3">
    <w:name w:val="c3"/>
    <w:basedOn w:val="Normal"/>
    <w:uiPriority w:val="99"/>
    <w:rsid w:val="00356E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DefaultParagraphFont"/>
    <w:uiPriority w:val="99"/>
    <w:rsid w:val="00356EB3"/>
    <w:rPr>
      <w:rFonts w:cs="Times New Roman"/>
    </w:rPr>
  </w:style>
  <w:style w:type="character" w:customStyle="1" w:styleId="c2">
    <w:name w:val="c2"/>
    <w:basedOn w:val="DefaultParagraphFont"/>
    <w:uiPriority w:val="99"/>
    <w:rsid w:val="00356EB3"/>
    <w:rPr>
      <w:rFonts w:cs="Times New Roman"/>
    </w:rPr>
  </w:style>
  <w:style w:type="character" w:customStyle="1" w:styleId="c11">
    <w:name w:val="c11"/>
    <w:basedOn w:val="DefaultParagraphFont"/>
    <w:uiPriority w:val="99"/>
    <w:rsid w:val="007A3D78"/>
    <w:rPr>
      <w:rFonts w:cs="Times New Roman"/>
    </w:rPr>
  </w:style>
  <w:style w:type="paragraph" w:styleId="NormalWeb">
    <w:name w:val="Normal (Web)"/>
    <w:basedOn w:val="Normal"/>
    <w:uiPriority w:val="99"/>
    <w:rsid w:val="00BB7E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4">
    <w:name w:val="c14"/>
    <w:basedOn w:val="Normal"/>
    <w:uiPriority w:val="99"/>
    <w:rsid w:val="002A446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3">
    <w:name w:val="c13"/>
    <w:basedOn w:val="DefaultParagraphFont"/>
    <w:uiPriority w:val="99"/>
    <w:rsid w:val="002A4461"/>
    <w:rPr>
      <w:rFonts w:cs="Times New Roman"/>
    </w:rPr>
  </w:style>
  <w:style w:type="paragraph" w:customStyle="1" w:styleId="c15">
    <w:name w:val="c15"/>
    <w:basedOn w:val="Normal"/>
    <w:uiPriority w:val="99"/>
    <w:rsid w:val="00405A8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EC1B46"/>
    <w:rPr>
      <w:rFonts w:cs="Times New Roman"/>
      <w:b/>
      <w:bCs/>
    </w:rPr>
  </w:style>
  <w:style w:type="paragraph" w:customStyle="1" w:styleId="c9">
    <w:name w:val="c9"/>
    <w:basedOn w:val="Normal"/>
    <w:uiPriority w:val="99"/>
    <w:rsid w:val="009860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">
    <w:name w:val="c5"/>
    <w:basedOn w:val="DefaultParagraphFont"/>
    <w:uiPriority w:val="99"/>
    <w:rsid w:val="009860D8"/>
    <w:rPr>
      <w:rFonts w:cs="Times New Roman"/>
    </w:rPr>
  </w:style>
  <w:style w:type="paragraph" w:customStyle="1" w:styleId="c0">
    <w:name w:val="c0"/>
    <w:basedOn w:val="Normal"/>
    <w:uiPriority w:val="99"/>
    <w:rsid w:val="008C1C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2">
    <w:name w:val="c12"/>
    <w:basedOn w:val="DefaultParagraphFont"/>
    <w:uiPriority w:val="99"/>
    <w:rsid w:val="008C1CF4"/>
    <w:rPr>
      <w:rFonts w:cs="Times New Roman"/>
    </w:rPr>
  </w:style>
  <w:style w:type="paragraph" w:customStyle="1" w:styleId="c61">
    <w:name w:val="c61"/>
    <w:basedOn w:val="Normal"/>
    <w:uiPriority w:val="99"/>
    <w:rsid w:val="008C1C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6">
    <w:name w:val="c26"/>
    <w:basedOn w:val="Normal"/>
    <w:uiPriority w:val="99"/>
    <w:rsid w:val="008C1C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1">
    <w:name w:val="c21"/>
    <w:basedOn w:val="DefaultParagraphFont"/>
    <w:uiPriority w:val="99"/>
    <w:rsid w:val="00F600CA"/>
    <w:rPr>
      <w:rFonts w:cs="Times New Roman"/>
    </w:rPr>
  </w:style>
  <w:style w:type="character" w:customStyle="1" w:styleId="c10">
    <w:name w:val="c10"/>
    <w:basedOn w:val="DefaultParagraphFont"/>
    <w:uiPriority w:val="99"/>
    <w:rsid w:val="00F600CA"/>
    <w:rPr>
      <w:rFonts w:cs="Times New Roman"/>
    </w:rPr>
  </w:style>
  <w:style w:type="character" w:customStyle="1" w:styleId="c19">
    <w:name w:val="c19"/>
    <w:basedOn w:val="DefaultParagraphFont"/>
    <w:uiPriority w:val="99"/>
    <w:rsid w:val="00F600CA"/>
    <w:rPr>
      <w:rFonts w:cs="Times New Roman"/>
    </w:rPr>
  </w:style>
  <w:style w:type="paragraph" w:customStyle="1" w:styleId="c35">
    <w:name w:val="c35"/>
    <w:basedOn w:val="Normal"/>
    <w:uiPriority w:val="99"/>
    <w:rsid w:val="002D5B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6">
    <w:name w:val="c16"/>
    <w:basedOn w:val="DefaultParagraphFont"/>
    <w:uiPriority w:val="99"/>
    <w:rsid w:val="002D5B62"/>
    <w:rPr>
      <w:rFonts w:cs="Times New Roman"/>
    </w:rPr>
  </w:style>
  <w:style w:type="character" w:customStyle="1" w:styleId="c25">
    <w:name w:val="c25"/>
    <w:basedOn w:val="DefaultParagraphFont"/>
    <w:uiPriority w:val="99"/>
    <w:rsid w:val="002D5B62"/>
    <w:rPr>
      <w:rFonts w:cs="Times New Roman"/>
    </w:rPr>
  </w:style>
  <w:style w:type="paragraph" w:customStyle="1" w:styleId="c8">
    <w:name w:val="c8"/>
    <w:basedOn w:val="Normal"/>
    <w:uiPriority w:val="99"/>
    <w:rsid w:val="008075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792BFB"/>
    <w:rPr>
      <w:rFonts w:cs="Times New Roman"/>
      <w:i/>
      <w:iCs/>
    </w:rPr>
  </w:style>
  <w:style w:type="paragraph" w:customStyle="1" w:styleId="c6">
    <w:name w:val="c6"/>
    <w:basedOn w:val="Normal"/>
    <w:uiPriority w:val="99"/>
    <w:rsid w:val="00C64D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">
    <w:name w:val="c4"/>
    <w:basedOn w:val="Normal"/>
    <w:uiPriority w:val="99"/>
    <w:rsid w:val="002B2B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C74F2B"/>
    <w:rPr>
      <w:rFonts w:cs="Times New Roman"/>
      <w:color w:val="0000FF"/>
      <w:u w:val="single"/>
    </w:rPr>
  </w:style>
  <w:style w:type="character" w:styleId="HTMLCite">
    <w:name w:val="HTML Cite"/>
    <w:basedOn w:val="DefaultParagraphFont"/>
    <w:uiPriority w:val="99"/>
    <w:semiHidden/>
    <w:rsid w:val="00C74F2B"/>
    <w:rPr>
      <w:rFonts w:cs="Times New Roman"/>
      <w:i/>
      <w:iCs/>
    </w:rPr>
  </w:style>
  <w:style w:type="paragraph" w:customStyle="1" w:styleId="c38">
    <w:name w:val="c38"/>
    <w:basedOn w:val="Normal"/>
    <w:uiPriority w:val="99"/>
    <w:rsid w:val="00287EB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8">
    <w:name w:val="c18"/>
    <w:basedOn w:val="DefaultParagraphFont"/>
    <w:uiPriority w:val="99"/>
    <w:rsid w:val="00287EB7"/>
    <w:rPr>
      <w:rFonts w:cs="Times New Roman"/>
    </w:rPr>
  </w:style>
  <w:style w:type="table" w:styleId="TableGrid">
    <w:name w:val="Table Grid"/>
    <w:basedOn w:val="TableNormal"/>
    <w:uiPriority w:val="99"/>
    <w:rsid w:val="0035798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4">
    <w:name w:val="c24"/>
    <w:basedOn w:val="Normal"/>
    <w:uiPriority w:val="99"/>
    <w:rsid w:val="00C503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4">
    <w:name w:val="c34"/>
    <w:basedOn w:val="Normal"/>
    <w:uiPriority w:val="99"/>
    <w:rsid w:val="008C1F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AF10B2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AF10B2"/>
    <w:pPr>
      <w:widowControl w:val="0"/>
      <w:shd w:val="clear" w:color="auto" w:fill="FFFFFF"/>
      <w:spacing w:after="240" w:line="240" w:lineRule="atLeast"/>
      <w:jc w:val="right"/>
    </w:pPr>
    <w:rPr>
      <w:rFonts w:ascii="Times New Roman" w:hAnsi="Times New Roman"/>
      <w:b/>
      <w:bCs/>
      <w:i/>
      <w:iCs/>
      <w:sz w:val="20"/>
      <w:szCs w:val="20"/>
    </w:rPr>
  </w:style>
  <w:style w:type="character" w:customStyle="1" w:styleId="8">
    <w:name w:val="Основной текст + 8"/>
    <w:aliases w:val="5 pt,Не полужирный,Не курсив"/>
    <w:basedOn w:val="DefaultParagraphFont"/>
    <w:uiPriority w:val="99"/>
    <w:rsid w:val="009B3775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7C1B34"/>
    <w:rPr>
      <w:rFonts w:cs="Times New Roman"/>
      <w:sz w:val="22"/>
      <w:szCs w:val="22"/>
      <w:lang w:val="ru-RU" w:eastAsia="ru-RU" w:bidi="ar-SA"/>
    </w:rPr>
  </w:style>
  <w:style w:type="paragraph" w:styleId="BalloonText">
    <w:name w:val="Balloon Text"/>
    <w:basedOn w:val="Normal"/>
    <w:link w:val="BalloonTextChar"/>
    <w:uiPriority w:val="99"/>
    <w:semiHidden/>
    <w:rsid w:val="00582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21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2C6D4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rsid w:val="00C25B00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395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9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95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9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9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95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95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am.ru/&#1076;&#1077;&#1090;&#1089;&#1082;&#1080;&#1081;" TargetMode="External"/><Relationship Id="rId13" Type="http://schemas.openxmlformats.org/officeDocument/2006/relationships/hyperlink" Target="https://Pedsovet.su/dosug/" TargetMode="External"/><Relationship Id="rId18" Type="http://schemas.openxmlformats.org/officeDocument/2006/relationships/hyperlink" Target="https://www.youtube.com/watch?v" TargetMode="External"/><Relationship Id="rId26" Type="http://schemas.openxmlformats.org/officeDocument/2006/relationships/hyperlink" Target="https://www.youtube.com/watch?v%20=WOZ5PKIRz5Q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Pedsovet.su/dosug/" TargetMode="External"/><Relationship Id="rId34" Type="http://schemas.openxmlformats.org/officeDocument/2006/relationships/hyperlink" Target="https://Pedsovet.su/dosug/" TargetMode="External"/><Relationship Id="rId7" Type="http://schemas.openxmlformats.org/officeDocument/2006/relationships/hyperlink" Target="https://Pedsovet.su/dosug/" TargetMode="External"/><Relationship Id="rId12" Type="http://schemas.openxmlformats.org/officeDocument/2006/relationships/hyperlink" Target="https://yandex.ru/coiiections/card/5e" TargetMode="External"/><Relationship Id="rId17" Type="http://schemas.openxmlformats.org/officeDocument/2006/relationships/hyperlink" Target="https://svoimi-rukami.vilingstore.net" TargetMode="External"/><Relationship Id="rId25" Type="http://schemas.openxmlformats.org/officeDocument/2006/relationships/hyperlink" Target="https://www.youtube.com/watch?v%20=2JODjM" TargetMode="External"/><Relationship Id="rId33" Type="http://schemas.openxmlformats.org/officeDocument/2006/relationships/hyperlink" Target="https://youtu.be/zGIV7Xa9Rkw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youtube.com/watch?v=%20UKYWC41nDOK" TargetMode="External"/><Relationship Id="rId20" Type="http://schemas.openxmlformats.org/officeDocument/2006/relationships/hyperlink" Target="https://youtu.be/zGIV7Xa9Rkw" TargetMode="External"/><Relationship Id="rId29" Type="http://schemas.openxmlformats.org/officeDocument/2006/relationships/hyperlink" Target="https://www.youtube.com/watch?v%20=SKKfsa5y6ki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youtu.be/zGIV7Xa9Rkw" TargetMode="External"/><Relationship Id="rId11" Type="http://schemas.openxmlformats.org/officeDocument/2006/relationships/hyperlink" Target="https://vk/video-55796000" TargetMode="External"/><Relationship Id="rId24" Type="http://schemas.openxmlformats.org/officeDocument/2006/relationships/hyperlink" Target="https://youtu.be/7ELMG" TargetMode="External"/><Relationship Id="rId32" Type="http://schemas.openxmlformats.org/officeDocument/2006/relationships/hyperlink" Target="https://www.youtube.com/watch?v%20=HWaw8oOcV3o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youtu.be/7ELMG" TargetMode="External"/><Relationship Id="rId15" Type="http://schemas.openxmlformats.org/officeDocument/2006/relationships/hyperlink" Target="https://youtu.be/7ELMG" TargetMode="External"/><Relationship Id="rId23" Type="http://schemas.openxmlformats.org/officeDocument/2006/relationships/hyperlink" Target="https://multiurok.ru/all-files/doshcolnoe" TargetMode="External"/><Relationship Id="rId28" Type="http://schemas.openxmlformats.org/officeDocument/2006/relationships/hyperlink" Target="http://www.maam.ru/&#1076;&#1077;&#1090;&#1089;&#1082;&#1080;&#1081;" TargetMode="External"/><Relationship Id="rId36" Type="http://schemas.openxmlformats.org/officeDocument/2006/relationships/hyperlink" Target="https://multiurok.ru/all-files/doshcolnoe" TargetMode="External"/><Relationship Id="rId10" Type="http://schemas.openxmlformats.org/officeDocument/2006/relationships/hyperlink" Target="https://vk.com/id348853223" TargetMode="External"/><Relationship Id="rId19" Type="http://schemas.openxmlformats.org/officeDocument/2006/relationships/hyperlink" Target="https://vk.com/video145435830" TargetMode="External"/><Relationship Id="rId31" Type="http://schemas.openxmlformats.org/officeDocument/2006/relationships/hyperlink" Target="https://vk.cjm/video4984397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7ELMG" TargetMode="External"/><Relationship Id="rId14" Type="http://schemas.openxmlformats.org/officeDocument/2006/relationships/hyperlink" Target="http://www.maam.ru/&#1076;&#1077;&#1090;&#1089;&#1082;&#1080;&#1081;" TargetMode="External"/><Relationship Id="rId22" Type="http://schemas.openxmlformats.org/officeDocument/2006/relationships/hyperlink" Target="http://www.maam.ru/&#1076;&#1077;&#1090;&#1089;&#1082;&#1080;&#1081;" TargetMode="External"/><Relationship Id="rId27" Type="http://schemas.openxmlformats.org/officeDocument/2006/relationships/hyperlink" Target="https://Pedsovet.su/dosug/" TargetMode="External"/><Relationship Id="rId30" Type="http://schemas.openxmlformats.org/officeDocument/2006/relationships/hyperlink" Target="https://youtu.be/7ELMG" TargetMode="External"/><Relationship Id="rId35" Type="http://schemas.openxmlformats.org/officeDocument/2006/relationships/hyperlink" Target="http://www.maam.ru/&#1076;&#1077;&#1090;&#1089;&#1082;&#1080;&#1081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6673</TotalTime>
  <Pages>7</Pages>
  <Words>2925</Words>
  <Characters>16677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User</cp:lastModifiedBy>
  <cp:revision>181</cp:revision>
  <cp:lastPrinted>2020-03-18T17:14:00Z</cp:lastPrinted>
  <dcterms:created xsi:type="dcterms:W3CDTF">2019-11-24T10:30:00Z</dcterms:created>
  <dcterms:modified xsi:type="dcterms:W3CDTF">2020-04-29T16:06:00Z</dcterms:modified>
</cp:coreProperties>
</file>